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90F" w:rsidRDefault="006C490F" w:rsidP="0045642B">
      <w:pPr>
        <w:pStyle w:val="Caption"/>
        <w:tabs>
          <w:tab w:val="left" w:pos="-142"/>
        </w:tabs>
        <w:ind w:left="567" w:right="49"/>
        <w:rPr>
          <w:lang w:val="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6.25pt">
            <v:imagedata r:id="rId7" o:title="" gain="88562f"/>
          </v:shape>
        </w:pict>
      </w:r>
    </w:p>
    <w:p w:rsidR="006C490F" w:rsidRDefault="006C490F" w:rsidP="0045642B">
      <w:pPr>
        <w:tabs>
          <w:tab w:val="left" w:pos="6340"/>
        </w:tabs>
        <w:ind w:left="567" w:right="49"/>
        <w:rPr>
          <w:lang w:val="en-US"/>
        </w:rPr>
      </w:pPr>
      <w:r>
        <w:rPr>
          <w:lang w:val="en-US"/>
        </w:rPr>
        <w:tab/>
      </w:r>
    </w:p>
    <w:p w:rsidR="006C490F" w:rsidRPr="0045642B" w:rsidRDefault="006C490F" w:rsidP="0045642B">
      <w:pPr>
        <w:pStyle w:val="Caption"/>
        <w:ind w:left="567" w:right="49"/>
        <w:rPr>
          <w:b/>
          <w:bCs/>
          <w:szCs w:val="28"/>
        </w:rPr>
      </w:pPr>
      <w:r w:rsidRPr="0045642B">
        <w:rPr>
          <w:b/>
          <w:bCs/>
          <w:szCs w:val="28"/>
        </w:rPr>
        <w:t>СОВЕТ ДЕПУТАТОВ</w:t>
      </w:r>
    </w:p>
    <w:p w:rsidR="006C490F" w:rsidRPr="0045642B" w:rsidRDefault="006C490F" w:rsidP="0045642B">
      <w:pPr>
        <w:pStyle w:val="Caption"/>
        <w:ind w:left="567" w:right="49"/>
        <w:rPr>
          <w:b/>
          <w:bCs/>
          <w:szCs w:val="28"/>
        </w:rPr>
      </w:pPr>
      <w:r w:rsidRPr="0045642B">
        <w:rPr>
          <w:b/>
          <w:bCs/>
          <w:szCs w:val="28"/>
        </w:rPr>
        <w:t>ГАТЧИНСКОГО МУНИЦИПАЛЬНОГО РАЙОНА</w:t>
      </w:r>
    </w:p>
    <w:p w:rsidR="006C490F" w:rsidRPr="0045642B" w:rsidRDefault="006C490F" w:rsidP="0045642B">
      <w:pPr>
        <w:pStyle w:val="Caption"/>
        <w:ind w:left="567" w:right="49"/>
        <w:rPr>
          <w:b/>
          <w:bCs/>
          <w:szCs w:val="28"/>
        </w:rPr>
      </w:pPr>
      <w:r w:rsidRPr="0045642B">
        <w:rPr>
          <w:b/>
          <w:bCs/>
          <w:szCs w:val="28"/>
        </w:rPr>
        <w:t>ЛЕНИНГРАДСКОЙ  ОБЛАСТИ</w:t>
      </w:r>
    </w:p>
    <w:p w:rsidR="006C490F" w:rsidRPr="0045642B" w:rsidRDefault="006C490F" w:rsidP="0045642B">
      <w:pPr>
        <w:pStyle w:val="BodyTextIndent"/>
        <w:ind w:left="567" w:right="49"/>
        <w:jc w:val="center"/>
        <w:rPr>
          <w:b/>
          <w:szCs w:val="28"/>
        </w:rPr>
      </w:pPr>
    </w:p>
    <w:p w:rsidR="006C490F" w:rsidRPr="0045642B" w:rsidRDefault="006C490F" w:rsidP="0045642B">
      <w:pPr>
        <w:pStyle w:val="Heading1"/>
        <w:ind w:left="567" w:right="49"/>
        <w:jc w:val="center"/>
        <w:rPr>
          <w:rFonts w:ascii="Times New Roman" w:hAnsi="Times New Roman" w:cs="Times New Roman"/>
          <w:sz w:val="28"/>
          <w:szCs w:val="28"/>
        </w:rPr>
      </w:pPr>
      <w:r w:rsidRPr="0045642B">
        <w:rPr>
          <w:rFonts w:ascii="Times New Roman" w:hAnsi="Times New Roman" w:cs="Times New Roman"/>
          <w:sz w:val="28"/>
          <w:szCs w:val="28"/>
        </w:rPr>
        <w:t>Р Е Ш Е Н И Е</w:t>
      </w:r>
    </w:p>
    <w:p w:rsidR="006C490F" w:rsidRDefault="006C490F" w:rsidP="0045642B">
      <w:pPr>
        <w:ind w:left="567" w:right="49"/>
      </w:pPr>
    </w:p>
    <w:p w:rsidR="006C490F" w:rsidRDefault="006C490F" w:rsidP="0045642B">
      <w:pPr>
        <w:pStyle w:val="Caption"/>
        <w:ind w:left="567" w:right="49"/>
      </w:pPr>
      <w:r>
        <w:t xml:space="preserve">от  22 июня  </w:t>
      </w:r>
      <w:smartTag w:uri="urn:schemas-microsoft-com:office:smarttags" w:element="metricconverter">
        <w:smartTagPr>
          <w:attr w:name="ProductID" w:val="2012 г"/>
        </w:smartTagPr>
        <w:r>
          <w:t>2012 г</w:t>
        </w:r>
      </w:smartTag>
      <w:r>
        <w:t xml:space="preserve">.                                                                      № 233                                          </w:t>
      </w:r>
    </w:p>
    <w:p w:rsidR="006C490F" w:rsidRPr="00815AFE" w:rsidRDefault="006C490F" w:rsidP="00815AFE">
      <w:pPr>
        <w:pStyle w:val="BodyTextIndent"/>
        <w:ind w:left="567" w:right="-8"/>
        <w:contextualSpacing/>
        <w:jc w:val="center"/>
        <w:rPr>
          <w:szCs w:val="20"/>
        </w:rPr>
      </w:pPr>
    </w:p>
    <w:p w:rsidR="006C490F" w:rsidRPr="00A0698B" w:rsidRDefault="006C490F" w:rsidP="00231664">
      <w:pPr>
        <w:spacing w:line="240" w:lineRule="auto"/>
        <w:ind w:left="540" w:right="4575"/>
        <w:contextualSpacing/>
        <w:jc w:val="both"/>
        <w:rPr>
          <w:rFonts w:ascii="Times New Roman" w:hAnsi="Times New Roman"/>
          <w:sz w:val="24"/>
          <w:szCs w:val="24"/>
        </w:rPr>
      </w:pPr>
      <w:r w:rsidRPr="00A0698B">
        <w:rPr>
          <w:rFonts w:ascii="Times New Roman" w:hAnsi="Times New Roman"/>
          <w:sz w:val="24"/>
          <w:szCs w:val="24"/>
        </w:rPr>
        <w:t>О порядке назначения и выплаты пенсии за выслугу  лет муниципальным служащим и доплаты к пенсии лицам, замещавшим выборные муниципальные должности в органах местного самоуправления муниципального образования</w:t>
      </w:r>
      <w:r>
        <w:rPr>
          <w:rFonts w:ascii="Times New Roman" w:hAnsi="Times New Roman"/>
          <w:sz w:val="24"/>
          <w:szCs w:val="24"/>
        </w:rPr>
        <w:t xml:space="preserve"> </w:t>
      </w:r>
      <w:r w:rsidRPr="00A0698B">
        <w:rPr>
          <w:rFonts w:ascii="Times New Roman" w:hAnsi="Times New Roman"/>
          <w:sz w:val="24"/>
          <w:szCs w:val="24"/>
        </w:rPr>
        <w:t>Гатчинский муниципальный район Ленинградской области</w:t>
      </w:r>
    </w:p>
    <w:p w:rsidR="006C490F" w:rsidRDefault="006C490F" w:rsidP="00A0698B">
      <w:pPr>
        <w:spacing w:line="240" w:lineRule="auto"/>
        <w:ind w:left="540"/>
        <w:contextualSpacing/>
        <w:jc w:val="both"/>
        <w:rPr>
          <w:rFonts w:ascii="Times New Roman" w:hAnsi="Times New Roman"/>
          <w:sz w:val="24"/>
        </w:rPr>
      </w:pPr>
    </w:p>
    <w:p w:rsidR="006C490F" w:rsidRDefault="006C490F" w:rsidP="00A0698B">
      <w:pPr>
        <w:spacing w:line="240" w:lineRule="auto"/>
        <w:ind w:left="540"/>
        <w:contextualSpacing/>
        <w:jc w:val="both"/>
        <w:rPr>
          <w:rFonts w:ascii="Times New Roman" w:hAnsi="Times New Roman"/>
          <w:sz w:val="24"/>
        </w:rPr>
      </w:pPr>
    </w:p>
    <w:p w:rsidR="006C490F" w:rsidRPr="00815AFE" w:rsidRDefault="006C490F" w:rsidP="00A0698B">
      <w:pPr>
        <w:spacing w:line="240" w:lineRule="auto"/>
        <w:ind w:left="540"/>
        <w:contextualSpacing/>
        <w:jc w:val="both"/>
        <w:rPr>
          <w:rFonts w:ascii="Times New Roman" w:hAnsi="Times New Roman"/>
          <w:sz w:val="24"/>
        </w:rPr>
      </w:pPr>
    </w:p>
    <w:p w:rsidR="006C490F" w:rsidRPr="00B84FA2" w:rsidRDefault="006C490F" w:rsidP="001B2562">
      <w:pPr>
        <w:spacing w:line="240" w:lineRule="auto"/>
        <w:ind w:left="540" w:firstLine="540"/>
        <w:contextualSpacing/>
        <w:jc w:val="both"/>
        <w:rPr>
          <w:rFonts w:ascii="Times New Roman" w:hAnsi="Times New Roman"/>
          <w:sz w:val="28"/>
          <w:szCs w:val="28"/>
        </w:rPr>
      </w:pPr>
      <w:r w:rsidRPr="00B84FA2">
        <w:rPr>
          <w:rFonts w:ascii="Times New Roman" w:hAnsi="Times New Roman"/>
          <w:sz w:val="28"/>
          <w:szCs w:val="28"/>
        </w:rPr>
        <w:t>В целях реализации прав муниципальных служащих органов местного самоуправления муниципального образования Гатчинский муниципальный район Ленинградской области на пенсионное обеспечение за выслугу лет</w:t>
      </w:r>
      <w:r>
        <w:rPr>
          <w:rFonts w:ascii="Times New Roman" w:hAnsi="Times New Roman"/>
          <w:sz w:val="28"/>
          <w:szCs w:val="28"/>
        </w:rPr>
        <w:t>,</w:t>
      </w:r>
      <w:r w:rsidRPr="00B84FA2">
        <w:rPr>
          <w:rFonts w:ascii="Times New Roman" w:hAnsi="Times New Roman"/>
          <w:sz w:val="28"/>
          <w:szCs w:val="28"/>
        </w:rPr>
        <w:t xml:space="preserve"> в соответствии с Федеральными законами «Об общих принципах организации местного самоуправления в Российской Федерации» № 131-</w:t>
      </w:r>
      <w:r>
        <w:rPr>
          <w:rFonts w:ascii="Times New Roman" w:hAnsi="Times New Roman"/>
          <w:sz w:val="28"/>
          <w:szCs w:val="28"/>
        </w:rPr>
        <w:t>Ф</w:t>
      </w:r>
      <w:r w:rsidRPr="00B84FA2">
        <w:rPr>
          <w:rFonts w:ascii="Times New Roman" w:hAnsi="Times New Roman"/>
          <w:sz w:val="28"/>
          <w:szCs w:val="28"/>
        </w:rPr>
        <w:t>З от 06.10.2003 года; «О государственном пенсионном обеспечении в Российской Федерации» от 15 декабря 2001 года № 166-ФЗ (с изменениями), «О трудовых пенсиях в Российской Федерации» № 173</w:t>
      </w:r>
      <w:r>
        <w:rPr>
          <w:rFonts w:ascii="Times New Roman" w:hAnsi="Times New Roman"/>
          <w:sz w:val="28"/>
          <w:szCs w:val="28"/>
        </w:rPr>
        <w:t>-</w:t>
      </w:r>
      <w:r w:rsidRPr="00B84FA2">
        <w:rPr>
          <w:rFonts w:ascii="Times New Roman" w:hAnsi="Times New Roman"/>
          <w:sz w:val="28"/>
          <w:szCs w:val="28"/>
        </w:rPr>
        <w:t>ФЗ от 17</w:t>
      </w:r>
      <w:r>
        <w:rPr>
          <w:rFonts w:ascii="Times New Roman" w:hAnsi="Times New Roman"/>
          <w:sz w:val="28"/>
          <w:szCs w:val="28"/>
        </w:rPr>
        <w:t xml:space="preserve"> декабря </w:t>
      </w:r>
      <w:r w:rsidRPr="00B84FA2">
        <w:rPr>
          <w:rFonts w:ascii="Times New Roman" w:hAnsi="Times New Roman"/>
          <w:sz w:val="28"/>
          <w:szCs w:val="28"/>
        </w:rPr>
        <w:t>2001 года; «О муниципальной службе в Российской Федерации» от 02</w:t>
      </w:r>
      <w:r>
        <w:rPr>
          <w:rFonts w:ascii="Times New Roman" w:hAnsi="Times New Roman"/>
          <w:sz w:val="28"/>
          <w:szCs w:val="28"/>
        </w:rPr>
        <w:t xml:space="preserve"> марта </w:t>
      </w:r>
      <w:r w:rsidRPr="00B84FA2">
        <w:rPr>
          <w:rFonts w:ascii="Times New Roman" w:hAnsi="Times New Roman"/>
          <w:sz w:val="28"/>
          <w:szCs w:val="28"/>
        </w:rPr>
        <w:t>20</w:t>
      </w:r>
      <w:r>
        <w:rPr>
          <w:rFonts w:ascii="Times New Roman" w:hAnsi="Times New Roman"/>
          <w:sz w:val="28"/>
          <w:szCs w:val="28"/>
        </w:rPr>
        <w:t>07 года № 25-ФЗ (с изменениями);</w:t>
      </w:r>
      <w:r w:rsidRPr="00B84FA2">
        <w:rPr>
          <w:rFonts w:ascii="Times New Roman" w:hAnsi="Times New Roman"/>
          <w:sz w:val="28"/>
          <w:szCs w:val="28"/>
        </w:rPr>
        <w:t xml:space="preserve"> областными законами «О правовом регулировании муниципальной службы в Ленинградской области» от 11 марта 2008 года № 14-оз; Об исчислении стажа государственной гражданской службы Ленинградской области» № 26-оз от 08</w:t>
      </w:r>
      <w:r>
        <w:rPr>
          <w:rFonts w:ascii="Times New Roman" w:hAnsi="Times New Roman"/>
          <w:sz w:val="28"/>
          <w:szCs w:val="28"/>
        </w:rPr>
        <w:t xml:space="preserve"> июня 2010 года, </w:t>
      </w:r>
      <w:r w:rsidRPr="00B84FA2">
        <w:rPr>
          <w:rFonts w:ascii="Times New Roman" w:hAnsi="Times New Roman"/>
          <w:sz w:val="28"/>
          <w:szCs w:val="28"/>
        </w:rPr>
        <w:t>с учетом положений областных законов «О пенсии за выслугу лет, назначаемой лицам, замещавшим государственные должности государственной службы Ленинградской области и должности государственной   гражданской службы Ленинградской области» № 34-оз от 05</w:t>
      </w:r>
      <w:r>
        <w:rPr>
          <w:rFonts w:ascii="Times New Roman" w:hAnsi="Times New Roman"/>
          <w:sz w:val="28"/>
          <w:szCs w:val="28"/>
        </w:rPr>
        <w:t xml:space="preserve"> июля 2010 года</w:t>
      </w:r>
      <w:r w:rsidRPr="00B84FA2">
        <w:rPr>
          <w:rFonts w:ascii="Times New Roman" w:hAnsi="Times New Roman"/>
          <w:sz w:val="28"/>
          <w:szCs w:val="28"/>
        </w:rPr>
        <w:t>; «О доплате к трудовой пенсии лицам, замещавшим государственные должности Ленинградской области категории «А» и высшие должности в органах государственной власти и управления Союза ССР и РСФСР на территории Ленинградской области» от 25 ноября 200</w:t>
      </w:r>
      <w:r>
        <w:rPr>
          <w:rFonts w:ascii="Times New Roman" w:hAnsi="Times New Roman"/>
          <w:sz w:val="28"/>
          <w:szCs w:val="28"/>
        </w:rPr>
        <w:t>2 года № 52-оз (с изменениями),</w:t>
      </w:r>
      <w:r w:rsidRPr="00B84FA2">
        <w:rPr>
          <w:rFonts w:ascii="Times New Roman" w:hAnsi="Times New Roman"/>
          <w:sz w:val="28"/>
          <w:szCs w:val="28"/>
        </w:rPr>
        <w:t xml:space="preserve"> руководствуясь Уставом Гатчинского муниципального района</w:t>
      </w:r>
    </w:p>
    <w:p w:rsidR="006C490F" w:rsidRPr="00B84FA2" w:rsidRDefault="006C490F" w:rsidP="001B2562">
      <w:pPr>
        <w:spacing w:line="240" w:lineRule="auto"/>
        <w:ind w:left="540" w:firstLine="540"/>
        <w:contextualSpacing/>
        <w:jc w:val="both"/>
        <w:rPr>
          <w:rFonts w:ascii="Times New Roman" w:hAnsi="Times New Roman"/>
          <w:sz w:val="28"/>
          <w:szCs w:val="28"/>
        </w:rPr>
      </w:pPr>
    </w:p>
    <w:p w:rsidR="006C490F" w:rsidRPr="00B84FA2" w:rsidRDefault="006C490F" w:rsidP="001B2562">
      <w:pPr>
        <w:spacing w:line="240" w:lineRule="auto"/>
        <w:ind w:left="540" w:firstLine="540"/>
        <w:contextualSpacing/>
        <w:jc w:val="center"/>
        <w:rPr>
          <w:rFonts w:ascii="Times New Roman" w:hAnsi="Times New Roman"/>
          <w:b/>
          <w:sz w:val="28"/>
          <w:szCs w:val="28"/>
        </w:rPr>
      </w:pPr>
      <w:r w:rsidRPr="00B84FA2">
        <w:rPr>
          <w:rFonts w:ascii="Times New Roman" w:hAnsi="Times New Roman"/>
          <w:b/>
          <w:sz w:val="28"/>
          <w:szCs w:val="28"/>
        </w:rPr>
        <w:t>Совет депутатов Гатчинского муниципального района</w:t>
      </w:r>
    </w:p>
    <w:p w:rsidR="006C490F" w:rsidRDefault="006C490F" w:rsidP="001B2562">
      <w:pPr>
        <w:spacing w:line="240" w:lineRule="auto"/>
        <w:ind w:left="540" w:firstLine="540"/>
        <w:contextualSpacing/>
        <w:jc w:val="center"/>
        <w:rPr>
          <w:rFonts w:ascii="Times New Roman" w:hAnsi="Times New Roman"/>
          <w:b/>
          <w:sz w:val="28"/>
          <w:szCs w:val="28"/>
        </w:rPr>
      </w:pPr>
      <w:r w:rsidRPr="00B84FA2">
        <w:rPr>
          <w:rFonts w:ascii="Times New Roman" w:hAnsi="Times New Roman"/>
          <w:b/>
          <w:sz w:val="28"/>
          <w:szCs w:val="28"/>
        </w:rPr>
        <w:t>Р Е Ш И Л:</w:t>
      </w:r>
    </w:p>
    <w:p w:rsidR="006C490F" w:rsidRPr="00B84FA2" w:rsidRDefault="006C490F" w:rsidP="001B2562">
      <w:pPr>
        <w:spacing w:line="240" w:lineRule="auto"/>
        <w:ind w:left="540" w:firstLine="540"/>
        <w:contextualSpacing/>
        <w:jc w:val="center"/>
        <w:rPr>
          <w:rFonts w:ascii="Times New Roman" w:hAnsi="Times New Roman"/>
          <w:b/>
          <w:sz w:val="28"/>
          <w:szCs w:val="28"/>
        </w:rPr>
      </w:pPr>
    </w:p>
    <w:p w:rsidR="006C490F" w:rsidRPr="00B84FA2" w:rsidRDefault="006C490F" w:rsidP="001B2562">
      <w:pPr>
        <w:spacing w:line="240" w:lineRule="auto"/>
        <w:ind w:left="540" w:firstLine="540"/>
        <w:contextualSpacing/>
        <w:jc w:val="both"/>
        <w:rPr>
          <w:rFonts w:ascii="Times New Roman" w:hAnsi="Times New Roman"/>
          <w:sz w:val="28"/>
          <w:szCs w:val="28"/>
        </w:rPr>
      </w:pPr>
      <w:r w:rsidRPr="00B84FA2">
        <w:rPr>
          <w:rFonts w:ascii="Times New Roman" w:hAnsi="Times New Roman"/>
          <w:sz w:val="28"/>
          <w:szCs w:val="28"/>
        </w:rPr>
        <w:t>1. Утвердить Положение о порядке назначения и выплаты пенсии за выслугу лет муниципальным служащим и доплаты к пенсии лицам, замещавшим выборные муниципальные должности в муниципальном образовании Гатчинский муниципальный район Ленинградской области  (приложение № 1).</w:t>
      </w:r>
    </w:p>
    <w:p w:rsidR="006C490F" w:rsidRPr="00B84FA2" w:rsidRDefault="006C490F" w:rsidP="001B2562">
      <w:pPr>
        <w:spacing w:line="240" w:lineRule="auto"/>
        <w:ind w:left="540" w:firstLine="540"/>
        <w:contextualSpacing/>
        <w:jc w:val="both"/>
        <w:rPr>
          <w:rFonts w:ascii="Times New Roman" w:hAnsi="Times New Roman"/>
          <w:sz w:val="28"/>
          <w:szCs w:val="28"/>
        </w:rPr>
      </w:pPr>
      <w:r>
        <w:rPr>
          <w:rFonts w:ascii="Times New Roman" w:hAnsi="Times New Roman"/>
          <w:sz w:val="28"/>
          <w:szCs w:val="28"/>
        </w:rPr>
        <w:t>2</w:t>
      </w:r>
      <w:r w:rsidRPr="00B84FA2">
        <w:rPr>
          <w:rFonts w:ascii="Times New Roman" w:hAnsi="Times New Roman"/>
          <w:sz w:val="28"/>
          <w:szCs w:val="28"/>
        </w:rPr>
        <w:t>. Комитету финансов Гатчинского муниципального района:</w:t>
      </w:r>
    </w:p>
    <w:p w:rsidR="006C490F" w:rsidRPr="00B84FA2" w:rsidRDefault="006C490F" w:rsidP="001B2562">
      <w:pPr>
        <w:spacing w:line="240" w:lineRule="auto"/>
        <w:ind w:left="540" w:firstLine="540"/>
        <w:contextualSpacing/>
        <w:jc w:val="both"/>
        <w:rPr>
          <w:rFonts w:ascii="Times New Roman" w:hAnsi="Times New Roman"/>
          <w:sz w:val="28"/>
          <w:szCs w:val="28"/>
        </w:rPr>
      </w:pPr>
      <w:r>
        <w:rPr>
          <w:rFonts w:ascii="Times New Roman" w:hAnsi="Times New Roman"/>
          <w:sz w:val="28"/>
          <w:szCs w:val="28"/>
        </w:rPr>
        <w:t>2</w:t>
      </w:r>
      <w:r w:rsidRPr="00B84FA2">
        <w:rPr>
          <w:rFonts w:ascii="Times New Roman" w:hAnsi="Times New Roman"/>
          <w:sz w:val="28"/>
          <w:szCs w:val="28"/>
        </w:rPr>
        <w:t>.1. Обеспечить ежемесячное (до 15 числа текущего месяца) финансирование расходов по выплате пенсии за выслугу лет муниципальным служащим и доплаты к пенсии лицам, замещавшим выборные муниципальные должности, в органах местного самоуправления  муниципального образования Гатчинский муниципальный район Ленинградской области – на основании заявки Комитета социальной защиты населения Гатчинского муниципального района.</w:t>
      </w:r>
    </w:p>
    <w:p w:rsidR="006C490F" w:rsidRPr="00B84FA2" w:rsidRDefault="006C490F" w:rsidP="001B2562">
      <w:pPr>
        <w:spacing w:line="240" w:lineRule="auto"/>
        <w:ind w:left="540" w:firstLine="540"/>
        <w:contextualSpacing/>
        <w:jc w:val="both"/>
        <w:rPr>
          <w:rFonts w:ascii="Times New Roman" w:hAnsi="Times New Roman"/>
          <w:sz w:val="28"/>
          <w:szCs w:val="28"/>
        </w:rPr>
      </w:pPr>
      <w:r>
        <w:rPr>
          <w:rFonts w:ascii="Times New Roman" w:hAnsi="Times New Roman"/>
          <w:sz w:val="28"/>
          <w:szCs w:val="28"/>
        </w:rPr>
        <w:t>2</w:t>
      </w:r>
      <w:r w:rsidRPr="00B84FA2">
        <w:rPr>
          <w:rFonts w:ascii="Times New Roman" w:hAnsi="Times New Roman"/>
          <w:sz w:val="28"/>
          <w:szCs w:val="28"/>
        </w:rPr>
        <w:t>.2. Предусматривать при разработке проекта бюджета Гатчинского муниципального района на очередной финансовый год средства на выплату пенсии за выслугу лет и доплаты к пенсии.</w:t>
      </w:r>
    </w:p>
    <w:p w:rsidR="006C490F" w:rsidRPr="00B84FA2" w:rsidRDefault="006C490F" w:rsidP="001B2562">
      <w:pPr>
        <w:spacing w:line="240" w:lineRule="auto"/>
        <w:ind w:left="540" w:firstLine="540"/>
        <w:contextualSpacing/>
        <w:jc w:val="both"/>
        <w:rPr>
          <w:rFonts w:ascii="Times New Roman" w:hAnsi="Times New Roman"/>
          <w:sz w:val="28"/>
          <w:szCs w:val="28"/>
        </w:rPr>
      </w:pPr>
      <w:r>
        <w:rPr>
          <w:rFonts w:ascii="Times New Roman" w:hAnsi="Times New Roman"/>
          <w:sz w:val="28"/>
          <w:szCs w:val="28"/>
        </w:rPr>
        <w:t>3</w:t>
      </w:r>
      <w:r w:rsidRPr="00B84FA2">
        <w:rPr>
          <w:rFonts w:ascii="Times New Roman" w:hAnsi="Times New Roman"/>
          <w:sz w:val="28"/>
          <w:szCs w:val="28"/>
        </w:rPr>
        <w:t>. Комитету социальной защиты населения Гатчинского муниципального района обеспечить организацию работы по выплате пенсии за выслугу лет муниципальным служащим и доплаты к пенсии лицам, замещавшим выборные муниципальные должности, в органах местного самоуправления муниципального образования Гатчинский муниципальный район Ленинградской области.</w:t>
      </w:r>
    </w:p>
    <w:p w:rsidR="006C490F" w:rsidRDefault="006C490F" w:rsidP="001B2562">
      <w:pPr>
        <w:spacing w:line="240" w:lineRule="auto"/>
        <w:ind w:left="540" w:firstLine="540"/>
        <w:contextualSpacing/>
        <w:jc w:val="both"/>
        <w:rPr>
          <w:rFonts w:ascii="Times New Roman" w:hAnsi="Times New Roman"/>
          <w:sz w:val="28"/>
          <w:szCs w:val="28"/>
        </w:rPr>
      </w:pPr>
      <w:r>
        <w:rPr>
          <w:rFonts w:ascii="Times New Roman" w:hAnsi="Times New Roman"/>
          <w:sz w:val="28"/>
          <w:szCs w:val="28"/>
        </w:rPr>
        <w:t>4</w:t>
      </w:r>
      <w:r w:rsidRPr="00B84FA2">
        <w:rPr>
          <w:rFonts w:ascii="Times New Roman" w:hAnsi="Times New Roman"/>
          <w:sz w:val="28"/>
          <w:szCs w:val="28"/>
        </w:rPr>
        <w:t xml:space="preserve">. </w:t>
      </w:r>
      <w:r>
        <w:rPr>
          <w:rFonts w:ascii="Times New Roman" w:hAnsi="Times New Roman"/>
          <w:sz w:val="28"/>
          <w:szCs w:val="28"/>
        </w:rPr>
        <w:t xml:space="preserve">Пенсия за выслугу лет, либо доплата к пенсии, исчисленные в соответствии с решением Совета депутатов Гатчинского муниципального района Ленинградской области «О порядке назначения и выплаты пенсии за выслугу лет муниципальным служащим и доплаты к пенсии лицам, замещавшим выборные муниципальные должности в органах местного самоуправления муниципального образования Гатчинский муниципальный район Ленинградской области» № 35 от 24.04.2009 года, подлежит перерасчету в соответствии с требованиями настоящего положения </w:t>
      </w:r>
      <w:r w:rsidRPr="00B84FA2">
        <w:rPr>
          <w:rFonts w:ascii="Times New Roman" w:hAnsi="Times New Roman"/>
          <w:sz w:val="28"/>
          <w:szCs w:val="28"/>
        </w:rPr>
        <w:t xml:space="preserve">без подачи ими заявления о назначении этой </w:t>
      </w:r>
      <w:r>
        <w:rPr>
          <w:rFonts w:ascii="Times New Roman" w:hAnsi="Times New Roman"/>
          <w:sz w:val="28"/>
          <w:szCs w:val="28"/>
        </w:rPr>
        <w:t xml:space="preserve">выплаты </w:t>
      </w:r>
      <w:r w:rsidRPr="00B84FA2">
        <w:rPr>
          <w:rFonts w:ascii="Times New Roman" w:hAnsi="Times New Roman"/>
          <w:sz w:val="28"/>
          <w:szCs w:val="28"/>
        </w:rPr>
        <w:t>и представления документов, подтверждающих право на указанную доплату.</w:t>
      </w:r>
    </w:p>
    <w:p w:rsidR="006C490F" w:rsidRPr="00034F45" w:rsidRDefault="006C490F" w:rsidP="001B2562">
      <w:pPr>
        <w:spacing w:line="240" w:lineRule="auto"/>
        <w:ind w:left="540" w:firstLine="540"/>
        <w:contextualSpacing/>
        <w:jc w:val="both"/>
        <w:rPr>
          <w:rFonts w:ascii="Times New Roman" w:hAnsi="Times New Roman"/>
          <w:sz w:val="28"/>
          <w:szCs w:val="28"/>
        </w:rPr>
      </w:pPr>
      <w:r>
        <w:rPr>
          <w:rFonts w:ascii="Times New Roman" w:hAnsi="Times New Roman"/>
          <w:sz w:val="28"/>
          <w:szCs w:val="28"/>
        </w:rPr>
        <w:t xml:space="preserve">5. Для лиц, </w:t>
      </w:r>
      <w:r w:rsidRPr="00034F45">
        <w:rPr>
          <w:rFonts w:ascii="Times New Roman" w:hAnsi="Times New Roman"/>
          <w:sz w:val="28"/>
          <w:szCs w:val="28"/>
        </w:rPr>
        <w:t xml:space="preserve">имеющих стаж муниципальной службы в органах местного самоуправления Гатчинского муниципального района не менее 10 лет, из которых стаж муниципальной службы в </w:t>
      </w:r>
      <w:r>
        <w:rPr>
          <w:rFonts w:ascii="Times New Roman" w:hAnsi="Times New Roman"/>
          <w:sz w:val="28"/>
          <w:szCs w:val="28"/>
        </w:rPr>
        <w:t>орг</w:t>
      </w:r>
      <w:r w:rsidRPr="00867BA5">
        <w:rPr>
          <w:rFonts w:ascii="Times New Roman" w:hAnsi="Times New Roman"/>
          <w:sz w:val="28"/>
          <w:szCs w:val="28"/>
        </w:rPr>
        <w:t xml:space="preserve">анах местного самоуправления </w:t>
      </w:r>
      <w:r w:rsidRPr="00034F45">
        <w:rPr>
          <w:rFonts w:ascii="Times New Roman" w:hAnsi="Times New Roman"/>
          <w:sz w:val="28"/>
          <w:szCs w:val="28"/>
        </w:rPr>
        <w:t>Гатчинского муниципального района</w:t>
      </w:r>
      <w:r>
        <w:rPr>
          <w:rFonts w:ascii="Times New Roman" w:hAnsi="Times New Roman"/>
          <w:sz w:val="28"/>
          <w:szCs w:val="28"/>
        </w:rPr>
        <w:t xml:space="preserve"> </w:t>
      </w:r>
      <w:r w:rsidRPr="00034F45">
        <w:rPr>
          <w:rFonts w:ascii="Times New Roman" w:hAnsi="Times New Roman"/>
          <w:sz w:val="28"/>
          <w:szCs w:val="28"/>
        </w:rPr>
        <w:t>менее предусмотренного  под</w:t>
      </w:r>
      <w:r>
        <w:rPr>
          <w:rFonts w:ascii="Times New Roman" w:hAnsi="Times New Roman"/>
          <w:sz w:val="28"/>
          <w:szCs w:val="28"/>
        </w:rPr>
        <w:t>пунктом в) пункта 2.2 Положения, назначенная пенсия за выслугу лет, либо доплата к пенсии сохраняется в размере, выплачиваемом на день вступления в силу настоящего положения и подлежит увеличению (индексации) одновременно с увеличением (индексацией) пенсии за выслугу лет, либо доплатой к пенсии, назначенных в соответствии с настоящим положением.</w:t>
      </w:r>
    </w:p>
    <w:p w:rsidR="006C490F" w:rsidRPr="00B84FA2" w:rsidRDefault="006C490F" w:rsidP="001B2562">
      <w:pPr>
        <w:spacing w:line="240" w:lineRule="auto"/>
        <w:ind w:left="540" w:firstLine="540"/>
        <w:contextualSpacing/>
        <w:jc w:val="both"/>
        <w:rPr>
          <w:rFonts w:ascii="Times New Roman" w:hAnsi="Times New Roman"/>
          <w:sz w:val="28"/>
          <w:szCs w:val="28"/>
        </w:rPr>
      </w:pPr>
      <w:r>
        <w:rPr>
          <w:rFonts w:ascii="Times New Roman" w:hAnsi="Times New Roman"/>
          <w:sz w:val="28"/>
          <w:szCs w:val="28"/>
        </w:rPr>
        <w:t>6</w:t>
      </w:r>
      <w:r w:rsidRPr="00B84FA2">
        <w:rPr>
          <w:rFonts w:ascii="Times New Roman" w:hAnsi="Times New Roman"/>
          <w:sz w:val="28"/>
          <w:szCs w:val="28"/>
        </w:rPr>
        <w:t>. Если при перерасчете размер  ранее назначенной, по нормам Положения «О порядке назначения и выплаты пенсии за выслугу лет муниципальным служащим и доплаты к пенсии лицам, замещавшим выборные муниципальные должности в муниципальном образовании Гатчинский  муниципальный район Ленинградской области», утвержденного Постановлением Главы муниципального образования «Гатчинский район»  № 3311 от 01.12.2004 года</w:t>
      </w:r>
      <w:r>
        <w:rPr>
          <w:rFonts w:ascii="Times New Roman" w:hAnsi="Times New Roman"/>
          <w:sz w:val="28"/>
          <w:szCs w:val="28"/>
        </w:rPr>
        <w:t xml:space="preserve">, либо положения «О порядке назначения и выплаты пенсии за выслугу лет муниципальным служащим и доплаты к пенсии лицам, замещавшим выборные муниципальные должности в органах местного самоуправления муниципального образования Гатчинский муниципальный район Ленинградской области», утвержденного решением Совета депутатов Гатчинского муниципального района Ленинградской области № 35 от 24.04.2009 года </w:t>
      </w:r>
      <w:r w:rsidRPr="00B84FA2">
        <w:rPr>
          <w:rFonts w:ascii="Times New Roman" w:hAnsi="Times New Roman"/>
          <w:sz w:val="28"/>
          <w:szCs w:val="28"/>
        </w:rPr>
        <w:t>пенсии за выслугу лет муниципальным служащим и доплаты к пенсии лицам, замещавшим выборные муниципальные должности  превышает размер пенсии (доплаты), назначенной в соответствии с настоящим решением, то пенсия (доплата) выплачивается в прежнем  размере.</w:t>
      </w:r>
    </w:p>
    <w:p w:rsidR="006C490F" w:rsidRPr="00B84FA2" w:rsidRDefault="006C490F" w:rsidP="001B2562">
      <w:pPr>
        <w:spacing w:line="240" w:lineRule="auto"/>
        <w:ind w:left="540" w:firstLine="540"/>
        <w:contextualSpacing/>
        <w:jc w:val="both"/>
        <w:rPr>
          <w:rFonts w:ascii="Times New Roman" w:hAnsi="Times New Roman"/>
          <w:sz w:val="28"/>
          <w:szCs w:val="28"/>
        </w:rPr>
      </w:pPr>
      <w:r>
        <w:rPr>
          <w:rFonts w:ascii="Times New Roman" w:hAnsi="Times New Roman"/>
          <w:sz w:val="28"/>
          <w:szCs w:val="28"/>
        </w:rPr>
        <w:t>7</w:t>
      </w:r>
      <w:r w:rsidRPr="00B84FA2">
        <w:rPr>
          <w:rFonts w:ascii="Times New Roman" w:hAnsi="Times New Roman"/>
          <w:sz w:val="28"/>
          <w:szCs w:val="28"/>
        </w:rPr>
        <w:t>. Установить, что лицам, не состоявшим на муниципальной службе, но ранее замещавшим не менее пяти лет в органах государственной власти и управления Союза ССР и РСФСР на территории Гатчинского района выборные должности:</w:t>
      </w:r>
    </w:p>
    <w:p w:rsidR="006C490F" w:rsidRPr="00B84FA2" w:rsidRDefault="006C490F" w:rsidP="001B2562">
      <w:pPr>
        <w:spacing w:line="240" w:lineRule="auto"/>
        <w:ind w:left="540" w:firstLine="540"/>
        <w:contextualSpacing/>
        <w:jc w:val="both"/>
        <w:rPr>
          <w:rFonts w:ascii="Times New Roman" w:hAnsi="Times New Roman"/>
          <w:sz w:val="28"/>
          <w:szCs w:val="28"/>
        </w:rPr>
      </w:pPr>
      <w:r w:rsidRPr="00B84FA2">
        <w:rPr>
          <w:rFonts w:ascii="Times New Roman" w:hAnsi="Times New Roman"/>
          <w:sz w:val="28"/>
          <w:szCs w:val="28"/>
        </w:rPr>
        <w:t>- председатель Гатчинского районного Совета народных депутатов;</w:t>
      </w:r>
    </w:p>
    <w:p w:rsidR="006C490F" w:rsidRPr="00B84FA2" w:rsidRDefault="006C490F" w:rsidP="001B2562">
      <w:pPr>
        <w:spacing w:line="240" w:lineRule="auto"/>
        <w:ind w:left="540" w:firstLine="540"/>
        <w:contextualSpacing/>
        <w:jc w:val="both"/>
        <w:rPr>
          <w:rFonts w:ascii="Times New Roman" w:hAnsi="Times New Roman"/>
          <w:sz w:val="28"/>
          <w:szCs w:val="28"/>
        </w:rPr>
      </w:pPr>
      <w:r w:rsidRPr="00B84FA2">
        <w:rPr>
          <w:rFonts w:ascii="Times New Roman" w:hAnsi="Times New Roman"/>
          <w:sz w:val="28"/>
          <w:szCs w:val="28"/>
        </w:rPr>
        <w:t>- первый заместитель председателя исполкома Гатчинского районного Совета народных депутатов;</w:t>
      </w:r>
    </w:p>
    <w:p w:rsidR="006C490F" w:rsidRPr="00B84FA2" w:rsidRDefault="006C490F" w:rsidP="001B2562">
      <w:pPr>
        <w:spacing w:line="240" w:lineRule="auto"/>
        <w:ind w:left="540" w:firstLine="540"/>
        <w:contextualSpacing/>
        <w:jc w:val="both"/>
        <w:rPr>
          <w:rFonts w:ascii="Times New Roman" w:hAnsi="Times New Roman"/>
          <w:sz w:val="28"/>
          <w:szCs w:val="28"/>
        </w:rPr>
      </w:pPr>
      <w:r w:rsidRPr="00B84FA2">
        <w:rPr>
          <w:rFonts w:ascii="Times New Roman" w:hAnsi="Times New Roman"/>
          <w:sz w:val="28"/>
          <w:szCs w:val="28"/>
        </w:rPr>
        <w:t>- заместитель председателя исполкома Гатчинского районного Совета народных депутатов;</w:t>
      </w:r>
    </w:p>
    <w:p w:rsidR="006C490F" w:rsidRPr="00B84FA2" w:rsidRDefault="006C490F" w:rsidP="001B2562">
      <w:pPr>
        <w:spacing w:line="240" w:lineRule="auto"/>
        <w:ind w:left="540" w:firstLine="540"/>
        <w:contextualSpacing/>
        <w:jc w:val="both"/>
        <w:rPr>
          <w:rFonts w:ascii="Times New Roman" w:hAnsi="Times New Roman"/>
          <w:sz w:val="28"/>
          <w:szCs w:val="28"/>
        </w:rPr>
      </w:pPr>
      <w:r w:rsidRPr="00B84FA2">
        <w:rPr>
          <w:rFonts w:ascii="Times New Roman" w:hAnsi="Times New Roman"/>
          <w:sz w:val="28"/>
          <w:szCs w:val="28"/>
        </w:rPr>
        <w:t>- секретарь исполкома Гатчинского районного Совета народных депутатов;</w:t>
      </w:r>
    </w:p>
    <w:p w:rsidR="006C490F" w:rsidRPr="00B84FA2" w:rsidRDefault="006C490F" w:rsidP="001B2562">
      <w:pPr>
        <w:spacing w:line="240" w:lineRule="auto"/>
        <w:ind w:left="540" w:firstLine="540"/>
        <w:contextualSpacing/>
        <w:jc w:val="both"/>
        <w:rPr>
          <w:rFonts w:ascii="Times New Roman" w:hAnsi="Times New Roman"/>
          <w:sz w:val="28"/>
          <w:szCs w:val="28"/>
        </w:rPr>
      </w:pPr>
      <w:r w:rsidRPr="00B84FA2">
        <w:rPr>
          <w:rFonts w:ascii="Times New Roman" w:hAnsi="Times New Roman"/>
          <w:sz w:val="28"/>
          <w:szCs w:val="28"/>
        </w:rPr>
        <w:t>- председатели и секретари исполкомов  сельских и поселковых Советов народных депутатов Гатчинского района ежемесячная доплата к назначенной трудовой пенсии устанавливается  в  размере базовой части государственной пенсии.</w:t>
      </w:r>
    </w:p>
    <w:p w:rsidR="006C490F" w:rsidRPr="00B84FA2" w:rsidRDefault="006C490F" w:rsidP="001B2562">
      <w:pPr>
        <w:spacing w:line="240" w:lineRule="auto"/>
        <w:ind w:left="540" w:firstLine="540"/>
        <w:contextualSpacing/>
        <w:jc w:val="both"/>
        <w:rPr>
          <w:rFonts w:ascii="Times New Roman" w:hAnsi="Times New Roman"/>
          <w:sz w:val="28"/>
          <w:szCs w:val="28"/>
        </w:rPr>
      </w:pPr>
      <w:r>
        <w:rPr>
          <w:rFonts w:ascii="Times New Roman" w:hAnsi="Times New Roman"/>
          <w:sz w:val="28"/>
          <w:szCs w:val="28"/>
        </w:rPr>
        <w:t>8</w:t>
      </w:r>
      <w:r w:rsidRPr="00B84FA2">
        <w:rPr>
          <w:rFonts w:ascii="Times New Roman" w:hAnsi="Times New Roman"/>
          <w:sz w:val="28"/>
          <w:szCs w:val="28"/>
        </w:rPr>
        <w:t>. Решение Совета депутатов Гатчинского муниципального района</w:t>
      </w:r>
      <w:r>
        <w:rPr>
          <w:rFonts w:ascii="Times New Roman" w:hAnsi="Times New Roman"/>
          <w:sz w:val="28"/>
          <w:szCs w:val="28"/>
        </w:rPr>
        <w:t xml:space="preserve"> Ленинградской области </w:t>
      </w:r>
      <w:r w:rsidRPr="00B84FA2">
        <w:rPr>
          <w:rFonts w:ascii="Times New Roman" w:hAnsi="Times New Roman"/>
          <w:sz w:val="28"/>
          <w:szCs w:val="28"/>
        </w:rPr>
        <w:t>«О</w:t>
      </w:r>
      <w:r>
        <w:rPr>
          <w:rFonts w:ascii="Times New Roman" w:hAnsi="Times New Roman"/>
          <w:sz w:val="28"/>
          <w:szCs w:val="28"/>
        </w:rPr>
        <w:t xml:space="preserve"> порядке назначения и выплаты пенсии за выслугу лет муниципальным служащим и доплаты к пенсии лицам, замещавшим выборные муниципальные должности в органах местного самоуправления муниципального образования Гатчинский муниципальный район Ленинградской области» </w:t>
      </w:r>
      <w:r w:rsidRPr="00B84FA2">
        <w:rPr>
          <w:rFonts w:ascii="Times New Roman" w:hAnsi="Times New Roman"/>
          <w:sz w:val="28"/>
          <w:szCs w:val="28"/>
        </w:rPr>
        <w:t xml:space="preserve">№ </w:t>
      </w:r>
      <w:r>
        <w:rPr>
          <w:rFonts w:ascii="Times New Roman" w:hAnsi="Times New Roman"/>
          <w:sz w:val="28"/>
          <w:szCs w:val="28"/>
        </w:rPr>
        <w:t>35</w:t>
      </w:r>
      <w:r w:rsidRPr="00B84FA2">
        <w:rPr>
          <w:rFonts w:ascii="Times New Roman" w:hAnsi="Times New Roman"/>
          <w:sz w:val="28"/>
          <w:szCs w:val="28"/>
        </w:rPr>
        <w:t xml:space="preserve"> от </w:t>
      </w:r>
      <w:r>
        <w:rPr>
          <w:rFonts w:ascii="Times New Roman" w:hAnsi="Times New Roman"/>
          <w:sz w:val="28"/>
          <w:szCs w:val="28"/>
        </w:rPr>
        <w:t>24</w:t>
      </w:r>
      <w:r w:rsidRPr="00B84FA2">
        <w:rPr>
          <w:rFonts w:ascii="Times New Roman" w:hAnsi="Times New Roman"/>
          <w:sz w:val="28"/>
          <w:szCs w:val="28"/>
        </w:rPr>
        <w:t>.0</w:t>
      </w:r>
      <w:r>
        <w:rPr>
          <w:rFonts w:ascii="Times New Roman" w:hAnsi="Times New Roman"/>
          <w:sz w:val="28"/>
          <w:szCs w:val="28"/>
        </w:rPr>
        <w:t>4</w:t>
      </w:r>
      <w:r w:rsidRPr="00B84FA2">
        <w:rPr>
          <w:rFonts w:ascii="Times New Roman" w:hAnsi="Times New Roman"/>
          <w:sz w:val="28"/>
          <w:szCs w:val="28"/>
        </w:rPr>
        <w:t>.200</w:t>
      </w:r>
      <w:r>
        <w:rPr>
          <w:rFonts w:ascii="Times New Roman" w:hAnsi="Times New Roman"/>
          <w:sz w:val="28"/>
          <w:szCs w:val="28"/>
        </w:rPr>
        <w:t>9</w:t>
      </w:r>
      <w:r w:rsidRPr="00B84FA2">
        <w:rPr>
          <w:rFonts w:ascii="Times New Roman" w:hAnsi="Times New Roman"/>
          <w:sz w:val="28"/>
          <w:szCs w:val="28"/>
        </w:rPr>
        <w:t>г. признать утратившим силу.</w:t>
      </w:r>
    </w:p>
    <w:p w:rsidR="006C490F" w:rsidRPr="00DA0EBA" w:rsidRDefault="006C490F" w:rsidP="001B2562">
      <w:pPr>
        <w:tabs>
          <w:tab w:val="num" w:pos="0"/>
        </w:tabs>
        <w:spacing w:line="240" w:lineRule="auto"/>
        <w:ind w:left="540" w:firstLine="540"/>
        <w:contextualSpacing/>
        <w:jc w:val="both"/>
        <w:rPr>
          <w:rFonts w:ascii="Times New Roman" w:hAnsi="Times New Roman"/>
          <w:sz w:val="28"/>
          <w:szCs w:val="28"/>
        </w:rPr>
      </w:pPr>
      <w:r>
        <w:rPr>
          <w:rFonts w:ascii="Times New Roman" w:hAnsi="Times New Roman"/>
          <w:sz w:val="28"/>
          <w:szCs w:val="28"/>
        </w:rPr>
        <w:t xml:space="preserve">  9</w:t>
      </w:r>
      <w:r w:rsidRPr="00DA0EBA">
        <w:rPr>
          <w:rFonts w:ascii="Times New Roman" w:hAnsi="Times New Roman"/>
          <w:sz w:val="28"/>
          <w:szCs w:val="28"/>
        </w:rPr>
        <w:t>. Контроль за исполнением настоящего решения возложить на постоянную комиссию по вопросам  местного  самоуправления Совета депутатов Гатчинского муниципального района Ленинградской области.</w:t>
      </w:r>
    </w:p>
    <w:p w:rsidR="006C490F" w:rsidRPr="00B84FA2" w:rsidRDefault="006C490F" w:rsidP="001B2562">
      <w:pPr>
        <w:spacing w:line="240" w:lineRule="auto"/>
        <w:ind w:left="540" w:firstLine="540"/>
        <w:contextualSpacing/>
        <w:jc w:val="both"/>
        <w:rPr>
          <w:rFonts w:ascii="Times New Roman" w:hAnsi="Times New Roman"/>
          <w:sz w:val="28"/>
          <w:szCs w:val="28"/>
        </w:rPr>
      </w:pPr>
      <w:r w:rsidRPr="00B84FA2">
        <w:rPr>
          <w:rFonts w:ascii="Times New Roman" w:hAnsi="Times New Roman"/>
          <w:sz w:val="28"/>
          <w:szCs w:val="28"/>
        </w:rPr>
        <w:t>1</w:t>
      </w:r>
      <w:r>
        <w:rPr>
          <w:rFonts w:ascii="Times New Roman" w:hAnsi="Times New Roman"/>
          <w:sz w:val="28"/>
          <w:szCs w:val="28"/>
        </w:rPr>
        <w:t>0</w:t>
      </w:r>
      <w:r w:rsidRPr="00B84FA2">
        <w:rPr>
          <w:rFonts w:ascii="Times New Roman" w:hAnsi="Times New Roman"/>
          <w:sz w:val="28"/>
          <w:szCs w:val="28"/>
        </w:rPr>
        <w:t xml:space="preserve">. Настоящее решение  вступает </w:t>
      </w:r>
      <w:r>
        <w:rPr>
          <w:rFonts w:ascii="Times New Roman" w:hAnsi="Times New Roman"/>
          <w:sz w:val="28"/>
          <w:szCs w:val="28"/>
        </w:rPr>
        <w:t>в силу с момента  опубликования, но не ранее 01 января 2013 года.</w:t>
      </w:r>
    </w:p>
    <w:p w:rsidR="006C490F" w:rsidRDefault="006C490F" w:rsidP="00A0698B">
      <w:pPr>
        <w:spacing w:line="240" w:lineRule="auto"/>
        <w:ind w:left="540" w:firstLine="540"/>
        <w:contextualSpacing/>
        <w:jc w:val="both"/>
        <w:rPr>
          <w:rFonts w:ascii="Times New Roman" w:hAnsi="Times New Roman"/>
          <w:sz w:val="28"/>
          <w:szCs w:val="28"/>
        </w:rPr>
      </w:pPr>
    </w:p>
    <w:p w:rsidR="006C490F" w:rsidRPr="00B84FA2" w:rsidRDefault="006C490F" w:rsidP="00A0698B">
      <w:pPr>
        <w:spacing w:line="240" w:lineRule="auto"/>
        <w:ind w:left="540" w:firstLine="540"/>
        <w:contextualSpacing/>
        <w:jc w:val="both"/>
        <w:rPr>
          <w:rFonts w:ascii="Times New Roman" w:hAnsi="Times New Roman"/>
          <w:sz w:val="28"/>
          <w:szCs w:val="28"/>
        </w:rPr>
      </w:pPr>
    </w:p>
    <w:p w:rsidR="006C490F" w:rsidRPr="00B84FA2" w:rsidRDefault="006C490F" w:rsidP="00A0698B">
      <w:pPr>
        <w:spacing w:line="240" w:lineRule="auto"/>
        <w:ind w:left="540"/>
        <w:contextualSpacing/>
        <w:jc w:val="both"/>
        <w:rPr>
          <w:rFonts w:ascii="Times New Roman" w:hAnsi="Times New Roman"/>
          <w:sz w:val="28"/>
          <w:szCs w:val="28"/>
        </w:rPr>
      </w:pPr>
      <w:r w:rsidRPr="00B84FA2">
        <w:rPr>
          <w:rFonts w:ascii="Times New Roman" w:hAnsi="Times New Roman"/>
          <w:sz w:val="28"/>
          <w:szCs w:val="28"/>
        </w:rPr>
        <w:t xml:space="preserve">Глава </w:t>
      </w:r>
    </w:p>
    <w:p w:rsidR="006C490F" w:rsidRDefault="006C490F" w:rsidP="00A0698B">
      <w:pPr>
        <w:spacing w:line="240" w:lineRule="auto"/>
        <w:ind w:left="540"/>
        <w:contextualSpacing/>
        <w:rPr>
          <w:rFonts w:ascii="Times New Roman" w:hAnsi="Times New Roman"/>
          <w:sz w:val="24"/>
        </w:rPr>
      </w:pPr>
      <w:r>
        <w:rPr>
          <w:rFonts w:ascii="Times New Roman" w:hAnsi="Times New Roman"/>
          <w:sz w:val="28"/>
          <w:szCs w:val="28"/>
        </w:rPr>
        <w:t>Гатчинского муниципального района</w:t>
      </w:r>
      <w:r w:rsidRPr="00B84FA2">
        <w:rPr>
          <w:rFonts w:ascii="Times New Roman" w:hAnsi="Times New Roman"/>
          <w:sz w:val="28"/>
          <w:szCs w:val="28"/>
        </w:rPr>
        <w:t xml:space="preserve">                                             </w:t>
      </w:r>
      <w:r>
        <w:rPr>
          <w:rFonts w:ascii="Times New Roman" w:hAnsi="Times New Roman"/>
          <w:sz w:val="28"/>
          <w:szCs w:val="28"/>
        </w:rPr>
        <w:t xml:space="preserve">   А.И. Ильин </w:t>
      </w:r>
    </w:p>
    <w:tbl>
      <w:tblPr>
        <w:tblW w:w="4680" w:type="dxa"/>
        <w:tblInd w:w="49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80"/>
      </w:tblGrid>
      <w:tr w:rsidR="006C490F" w:rsidRPr="00251E90" w:rsidTr="00A0698B">
        <w:tc>
          <w:tcPr>
            <w:tcW w:w="4680" w:type="dxa"/>
            <w:tcBorders>
              <w:top w:val="nil"/>
              <w:left w:val="nil"/>
              <w:bottom w:val="nil"/>
              <w:right w:val="nil"/>
            </w:tcBorders>
          </w:tcPr>
          <w:p w:rsidR="006C490F" w:rsidRPr="00231664" w:rsidRDefault="006C490F" w:rsidP="00A0698B">
            <w:pPr>
              <w:spacing w:after="0" w:line="240" w:lineRule="auto"/>
              <w:contextualSpacing/>
              <w:jc w:val="center"/>
              <w:rPr>
                <w:rFonts w:ascii="Times New Roman" w:hAnsi="Times New Roman"/>
                <w:b/>
                <w:sz w:val="24"/>
                <w:szCs w:val="24"/>
              </w:rPr>
            </w:pPr>
            <w:r w:rsidRPr="00231664">
              <w:rPr>
                <w:rFonts w:ascii="Times New Roman" w:hAnsi="Times New Roman"/>
                <w:b/>
                <w:sz w:val="24"/>
                <w:szCs w:val="24"/>
              </w:rPr>
              <w:t>Приложение № 1</w:t>
            </w:r>
          </w:p>
          <w:p w:rsidR="006C490F" w:rsidRPr="00A0698B" w:rsidRDefault="006C490F" w:rsidP="00A0698B">
            <w:pPr>
              <w:spacing w:after="0" w:line="240" w:lineRule="auto"/>
              <w:contextualSpacing/>
              <w:jc w:val="center"/>
              <w:rPr>
                <w:rFonts w:ascii="Times New Roman" w:hAnsi="Times New Roman"/>
                <w:sz w:val="24"/>
                <w:szCs w:val="24"/>
              </w:rPr>
            </w:pPr>
            <w:r w:rsidRPr="00A0698B">
              <w:rPr>
                <w:rFonts w:ascii="Times New Roman" w:hAnsi="Times New Roman"/>
                <w:sz w:val="24"/>
                <w:szCs w:val="24"/>
              </w:rPr>
              <w:t>к решению Совета депутатов</w:t>
            </w:r>
          </w:p>
          <w:p w:rsidR="006C490F" w:rsidRPr="00A0698B" w:rsidRDefault="006C490F" w:rsidP="00A0698B">
            <w:pPr>
              <w:spacing w:after="0" w:line="240" w:lineRule="auto"/>
              <w:contextualSpacing/>
              <w:jc w:val="center"/>
              <w:rPr>
                <w:rFonts w:ascii="Times New Roman" w:hAnsi="Times New Roman"/>
                <w:sz w:val="24"/>
                <w:szCs w:val="24"/>
              </w:rPr>
            </w:pPr>
            <w:r w:rsidRPr="00A0698B">
              <w:rPr>
                <w:rFonts w:ascii="Times New Roman" w:hAnsi="Times New Roman"/>
                <w:sz w:val="24"/>
                <w:szCs w:val="24"/>
              </w:rPr>
              <w:t>Гатчинского муниципального района</w:t>
            </w:r>
          </w:p>
          <w:p w:rsidR="006C490F" w:rsidRPr="00251E90" w:rsidRDefault="006C490F" w:rsidP="00A0698B">
            <w:pPr>
              <w:spacing w:after="0" w:line="240" w:lineRule="auto"/>
              <w:contextualSpacing/>
              <w:jc w:val="center"/>
              <w:rPr>
                <w:rFonts w:ascii="Times New Roman" w:hAnsi="Times New Roman"/>
                <w:sz w:val="24"/>
              </w:rPr>
            </w:pPr>
            <w:r w:rsidRPr="00A0698B">
              <w:rPr>
                <w:rFonts w:ascii="Times New Roman" w:hAnsi="Times New Roman"/>
                <w:sz w:val="24"/>
                <w:szCs w:val="24"/>
              </w:rPr>
              <w:t xml:space="preserve">№ </w:t>
            </w:r>
            <w:r>
              <w:rPr>
                <w:rFonts w:ascii="Times New Roman" w:hAnsi="Times New Roman"/>
                <w:sz w:val="24"/>
                <w:szCs w:val="24"/>
              </w:rPr>
              <w:t xml:space="preserve">233   </w:t>
            </w:r>
            <w:r w:rsidRPr="00A0698B">
              <w:rPr>
                <w:rFonts w:ascii="Times New Roman" w:hAnsi="Times New Roman"/>
                <w:sz w:val="24"/>
                <w:szCs w:val="24"/>
              </w:rPr>
              <w:t xml:space="preserve">от </w:t>
            </w:r>
            <w:r>
              <w:rPr>
                <w:rFonts w:ascii="Times New Roman" w:hAnsi="Times New Roman"/>
                <w:sz w:val="24"/>
                <w:szCs w:val="24"/>
              </w:rPr>
              <w:t xml:space="preserve">22 июня </w:t>
            </w:r>
            <w:smartTag w:uri="urn:schemas-microsoft-com:office:smarttags" w:element="metricconverter">
              <w:smartTagPr>
                <w:attr w:name="ProductID" w:val="2012 г"/>
              </w:smartTagPr>
              <w:r>
                <w:rPr>
                  <w:rFonts w:ascii="Times New Roman" w:hAnsi="Times New Roman"/>
                  <w:sz w:val="24"/>
                  <w:szCs w:val="24"/>
                </w:rPr>
                <w:t>2012 г</w:t>
              </w:r>
            </w:smartTag>
            <w:r>
              <w:rPr>
                <w:rFonts w:ascii="Times New Roman" w:hAnsi="Times New Roman"/>
                <w:sz w:val="24"/>
                <w:szCs w:val="24"/>
              </w:rPr>
              <w:t>.</w:t>
            </w:r>
          </w:p>
        </w:tc>
      </w:tr>
    </w:tbl>
    <w:p w:rsidR="006C490F" w:rsidRDefault="006C490F" w:rsidP="00815AFE">
      <w:pPr>
        <w:spacing w:line="240" w:lineRule="auto"/>
        <w:contextualSpacing/>
        <w:rPr>
          <w:rFonts w:ascii="Times New Roman" w:hAnsi="Times New Roman"/>
          <w:sz w:val="24"/>
        </w:rPr>
      </w:pPr>
    </w:p>
    <w:p w:rsidR="006C490F" w:rsidRDefault="006C490F" w:rsidP="00815AFE">
      <w:pPr>
        <w:spacing w:line="240" w:lineRule="auto"/>
        <w:contextualSpacing/>
        <w:rPr>
          <w:rFonts w:ascii="Times New Roman" w:hAnsi="Times New Roman"/>
          <w:sz w:val="24"/>
        </w:rPr>
      </w:pPr>
    </w:p>
    <w:p w:rsidR="006C490F" w:rsidRDefault="006C490F" w:rsidP="00B84FA2">
      <w:pPr>
        <w:spacing w:line="240" w:lineRule="auto"/>
        <w:contextualSpacing/>
        <w:jc w:val="center"/>
        <w:rPr>
          <w:rFonts w:ascii="Times New Roman" w:hAnsi="Times New Roman"/>
          <w:b/>
          <w:sz w:val="28"/>
          <w:szCs w:val="28"/>
        </w:rPr>
      </w:pPr>
    </w:p>
    <w:p w:rsidR="006C490F" w:rsidRPr="00B84FA2" w:rsidRDefault="006C490F" w:rsidP="00B84FA2">
      <w:pPr>
        <w:spacing w:line="240" w:lineRule="auto"/>
        <w:contextualSpacing/>
        <w:jc w:val="center"/>
        <w:rPr>
          <w:rFonts w:ascii="Times New Roman" w:hAnsi="Times New Roman"/>
          <w:b/>
          <w:sz w:val="28"/>
          <w:szCs w:val="28"/>
        </w:rPr>
      </w:pPr>
      <w:r w:rsidRPr="00B84FA2">
        <w:rPr>
          <w:rFonts w:ascii="Times New Roman" w:hAnsi="Times New Roman"/>
          <w:b/>
          <w:sz w:val="28"/>
          <w:szCs w:val="28"/>
        </w:rPr>
        <w:t>ПОЛОЖЕНИЕ</w:t>
      </w:r>
    </w:p>
    <w:p w:rsidR="006C490F" w:rsidRDefault="006C490F" w:rsidP="00B84FA2">
      <w:pPr>
        <w:spacing w:line="240" w:lineRule="auto"/>
        <w:contextualSpacing/>
        <w:jc w:val="center"/>
        <w:rPr>
          <w:rFonts w:ascii="Times New Roman" w:hAnsi="Times New Roman"/>
          <w:b/>
          <w:sz w:val="28"/>
          <w:szCs w:val="28"/>
        </w:rPr>
      </w:pPr>
      <w:r w:rsidRPr="00B84FA2">
        <w:rPr>
          <w:rFonts w:ascii="Times New Roman" w:hAnsi="Times New Roman"/>
          <w:b/>
          <w:sz w:val="28"/>
          <w:szCs w:val="28"/>
        </w:rPr>
        <w:t xml:space="preserve">О порядке назначения и выплаты пенсии за выслугу лет </w:t>
      </w:r>
    </w:p>
    <w:p w:rsidR="006C490F" w:rsidRDefault="006C490F" w:rsidP="00B84FA2">
      <w:pPr>
        <w:spacing w:line="240" w:lineRule="auto"/>
        <w:contextualSpacing/>
        <w:jc w:val="center"/>
        <w:rPr>
          <w:rFonts w:ascii="Times New Roman" w:hAnsi="Times New Roman"/>
          <w:b/>
          <w:sz w:val="28"/>
          <w:szCs w:val="28"/>
        </w:rPr>
      </w:pPr>
      <w:r w:rsidRPr="00B84FA2">
        <w:rPr>
          <w:rFonts w:ascii="Times New Roman" w:hAnsi="Times New Roman"/>
          <w:b/>
          <w:sz w:val="28"/>
          <w:szCs w:val="28"/>
        </w:rPr>
        <w:t xml:space="preserve">муниципальным служащим и доплаты к пенсии лицам, </w:t>
      </w:r>
    </w:p>
    <w:p w:rsidR="006C490F" w:rsidRDefault="006C490F" w:rsidP="00B84FA2">
      <w:pPr>
        <w:spacing w:line="240" w:lineRule="auto"/>
        <w:contextualSpacing/>
        <w:jc w:val="center"/>
        <w:rPr>
          <w:rFonts w:ascii="Times New Roman" w:hAnsi="Times New Roman"/>
          <w:b/>
          <w:sz w:val="28"/>
          <w:szCs w:val="28"/>
        </w:rPr>
      </w:pPr>
      <w:r w:rsidRPr="00B84FA2">
        <w:rPr>
          <w:rFonts w:ascii="Times New Roman" w:hAnsi="Times New Roman"/>
          <w:b/>
          <w:sz w:val="28"/>
          <w:szCs w:val="28"/>
        </w:rPr>
        <w:t xml:space="preserve">замещавшим выборные муниципальные должности </w:t>
      </w:r>
    </w:p>
    <w:p w:rsidR="006C490F" w:rsidRDefault="006C490F" w:rsidP="00790DC8">
      <w:pPr>
        <w:spacing w:line="240" w:lineRule="auto"/>
        <w:contextualSpacing/>
        <w:jc w:val="center"/>
        <w:rPr>
          <w:rFonts w:ascii="Times New Roman" w:hAnsi="Times New Roman"/>
          <w:b/>
          <w:sz w:val="28"/>
          <w:szCs w:val="28"/>
        </w:rPr>
      </w:pPr>
      <w:r w:rsidRPr="00B84FA2">
        <w:rPr>
          <w:rFonts w:ascii="Times New Roman" w:hAnsi="Times New Roman"/>
          <w:b/>
          <w:sz w:val="28"/>
          <w:szCs w:val="28"/>
        </w:rPr>
        <w:t xml:space="preserve">в органах местного самоуправления муниципального образования «Гатчинский муниципальный район» </w:t>
      </w:r>
    </w:p>
    <w:p w:rsidR="006C490F" w:rsidRPr="00B84FA2" w:rsidRDefault="006C490F" w:rsidP="00B84FA2">
      <w:pPr>
        <w:spacing w:line="240" w:lineRule="auto"/>
        <w:contextualSpacing/>
        <w:jc w:val="center"/>
        <w:rPr>
          <w:rFonts w:ascii="Times New Roman" w:hAnsi="Times New Roman"/>
          <w:b/>
          <w:sz w:val="28"/>
          <w:szCs w:val="28"/>
        </w:rPr>
      </w:pPr>
      <w:r w:rsidRPr="00B84FA2">
        <w:rPr>
          <w:rFonts w:ascii="Times New Roman" w:hAnsi="Times New Roman"/>
          <w:b/>
          <w:sz w:val="28"/>
          <w:szCs w:val="28"/>
        </w:rPr>
        <w:t>Ленинградской области</w:t>
      </w:r>
    </w:p>
    <w:p w:rsidR="006C490F" w:rsidRDefault="006C490F" w:rsidP="00C27050">
      <w:pPr>
        <w:spacing w:line="240" w:lineRule="auto"/>
        <w:contextualSpacing/>
        <w:jc w:val="center"/>
        <w:rPr>
          <w:rFonts w:ascii="Times New Roman" w:hAnsi="Times New Roman"/>
          <w:b/>
          <w:sz w:val="24"/>
          <w:szCs w:val="24"/>
        </w:rPr>
      </w:pPr>
    </w:p>
    <w:p w:rsidR="006C490F" w:rsidRDefault="006C490F" w:rsidP="00C27050">
      <w:pPr>
        <w:spacing w:line="240" w:lineRule="auto"/>
        <w:contextualSpacing/>
        <w:jc w:val="center"/>
        <w:rPr>
          <w:rFonts w:ascii="Times New Roman" w:hAnsi="Times New Roman"/>
          <w:b/>
          <w:sz w:val="24"/>
          <w:szCs w:val="24"/>
        </w:rPr>
      </w:pPr>
    </w:p>
    <w:p w:rsidR="006C490F" w:rsidRPr="00A0698B" w:rsidRDefault="006C490F" w:rsidP="00C27050">
      <w:pPr>
        <w:spacing w:line="240" w:lineRule="auto"/>
        <w:contextualSpacing/>
        <w:jc w:val="center"/>
        <w:rPr>
          <w:rFonts w:ascii="Times New Roman" w:hAnsi="Times New Roman"/>
          <w:b/>
          <w:sz w:val="28"/>
          <w:szCs w:val="28"/>
        </w:rPr>
      </w:pPr>
      <w:r w:rsidRPr="00A0698B">
        <w:rPr>
          <w:rFonts w:ascii="Times New Roman" w:hAnsi="Times New Roman"/>
          <w:b/>
          <w:sz w:val="28"/>
          <w:szCs w:val="28"/>
        </w:rPr>
        <w:t xml:space="preserve">Раздел </w:t>
      </w:r>
      <w:r w:rsidRPr="00A0698B">
        <w:rPr>
          <w:rFonts w:ascii="Times New Roman" w:hAnsi="Times New Roman"/>
          <w:b/>
          <w:sz w:val="28"/>
          <w:szCs w:val="28"/>
          <w:lang w:val="en-US"/>
        </w:rPr>
        <w:t>I</w:t>
      </w:r>
      <w:r w:rsidRPr="00A0698B">
        <w:rPr>
          <w:rFonts w:ascii="Times New Roman" w:hAnsi="Times New Roman"/>
          <w:b/>
          <w:sz w:val="28"/>
          <w:szCs w:val="28"/>
        </w:rPr>
        <w:t>. Общие положения</w:t>
      </w:r>
    </w:p>
    <w:p w:rsidR="006C490F" w:rsidRPr="00A0698B" w:rsidRDefault="006C490F" w:rsidP="00C27050">
      <w:pPr>
        <w:spacing w:line="240" w:lineRule="auto"/>
        <w:contextualSpacing/>
        <w:jc w:val="center"/>
        <w:rPr>
          <w:rFonts w:ascii="Times New Roman" w:hAnsi="Times New Roman"/>
          <w:b/>
          <w:sz w:val="28"/>
          <w:szCs w:val="28"/>
        </w:rPr>
      </w:pPr>
    </w:p>
    <w:p w:rsidR="006C490F" w:rsidRPr="001B2562" w:rsidRDefault="006C490F" w:rsidP="001B256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1.1 Настоящее положение разработано в соответствии со статьей 2 Федерального закона «Об общих принципах организации местного самоуправления в Российской Федерации» № 131-ФЗ от 06.10.2003 года; со статьей 7 Федерального закона «О государственном пенсионном  обеспечении в Российской Федерации» № 166-ФЗ от 15.12.2001г.; федеральным законом «О трудовых пенсиях в Российской Федерации» № 173-ФЗ от 17.12.2001 года; со статьями 23 и 24 главы 6 Федерального закона «О муниципальной службе в Российской Федерации» № 25-ФЗ от 02.03.2008г.; областными законами «О правовом регулировании муниципальной службы в Ленинградской области» № 14-оз от 11.03.2008г.; «Об исчислении стажа государственной гражданской службы Ленинградской области и муниципальной службы в Ленинградской области» № 26-оз от 08.06.2010г.; Уставом Гатчинского муниципального района Ленинградской области, с учетом положений областных законов «О пенсии за выслугу лет, назначаемой лицам, замещавшим государственные должности государственной службы Ленинградской области и должности государственной гражданской службы Ленинградской области» № 34-оз от 05.07.2010 года; «О доплате к трудовой пенсии лицам, замещавшим государственные должности Ленинградской области категории «А» и высшие должности в органах государственной власти и управления Союза ССР и РСФСР на территории Ленинградской области» № 52-оз от 25.11.2005г.; «О внесении изменений в областной закон «О доплате к трудовой пенсии лицам, замещавшим государственные должности Ленинградской области категории «А», государственные должности Ленинградской области и высшие должности в органах государственной власти и управления Союза ССР и РСФСР на территории Ленинградской области» № 33-оз от 05.07.2010 года  и определяет порядок назначения, выплаты и перерасчета пенсии за выслугу лет муниципальным служащим и ежемесячной доплаты к назначенной трудовой пенсии лицам, замещавшим выборные муниципальные должности в органах местного самоуправления Гатчинского муниципального района Ленинградской области.</w:t>
      </w:r>
    </w:p>
    <w:p w:rsidR="006C490F" w:rsidRPr="001B2562" w:rsidRDefault="006C490F" w:rsidP="001B256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 xml:space="preserve">1.2 В </w:t>
      </w:r>
      <w:r>
        <w:rPr>
          <w:rFonts w:ascii="Times New Roman" w:hAnsi="Times New Roman"/>
          <w:sz w:val="28"/>
          <w:szCs w:val="28"/>
        </w:rPr>
        <w:t xml:space="preserve"> </w:t>
      </w:r>
      <w:r w:rsidRPr="001B2562">
        <w:rPr>
          <w:rFonts w:ascii="Times New Roman" w:hAnsi="Times New Roman"/>
          <w:sz w:val="28"/>
          <w:szCs w:val="28"/>
        </w:rPr>
        <w:t>настояще</w:t>
      </w:r>
      <w:r>
        <w:rPr>
          <w:rFonts w:ascii="Times New Roman" w:hAnsi="Times New Roman"/>
          <w:sz w:val="28"/>
          <w:szCs w:val="28"/>
        </w:rPr>
        <w:t>м положении</w:t>
      </w:r>
      <w:r w:rsidRPr="001B2562">
        <w:rPr>
          <w:rFonts w:ascii="Times New Roman" w:hAnsi="Times New Roman"/>
          <w:sz w:val="28"/>
          <w:szCs w:val="28"/>
        </w:rPr>
        <w:t xml:space="preserve"> используются следующие основные понятия:</w:t>
      </w:r>
    </w:p>
    <w:p w:rsidR="006C490F" w:rsidRPr="001B2562" w:rsidRDefault="006C490F" w:rsidP="001B2562">
      <w:pPr>
        <w:spacing w:line="240" w:lineRule="auto"/>
        <w:ind w:left="360" w:firstLine="708"/>
        <w:contextualSpacing/>
        <w:jc w:val="both"/>
        <w:rPr>
          <w:rFonts w:ascii="Times New Roman" w:hAnsi="Times New Roman"/>
          <w:sz w:val="28"/>
          <w:szCs w:val="28"/>
        </w:rPr>
      </w:pPr>
      <w:r w:rsidRPr="001B2562">
        <w:rPr>
          <w:rFonts w:ascii="Times New Roman" w:hAnsi="Times New Roman"/>
          <w:b/>
          <w:sz w:val="28"/>
          <w:szCs w:val="28"/>
        </w:rPr>
        <w:t>Пенсия за выслугу лет</w:t>
      </w:r>
      <w:r w:rsidRPr="001B2562">
        <w:rPr>
          <w:rFonts w:ascii="Times New Roman" w:hAnsi="Times New Roman"/>
          <w:sz w:val="28"/>
          <w:szCs w:val="28"/>
        </w:rPr>
        <w:t xml:space="preserve"> – ежемесячная денежная выплата, право на получение которой определяется в соответствии с условиями и основаниями, установленными настоящим положением, и которая предоставляется лицам, замещавшим должности муниципальной службы в органах местного самоуправления Гатчинского муниципального района, в целях компенсации им заработка (дохода), утраченного в связи с прекращением муниципальной службы при достижении установленной законом выслуги лет при выходе на трудовую пенсию по старости (инвалидности);</w:t>
      </w:r>
    </w:p>
    <w:p w:rsidR="006C490F" w:rsidRPr="001B2562" w:rsidRDefault="006C490F" w:rsidP="001B2562">
      <w:pPr>
        <w:spacing w:line="240" w:lineRule="auto"/>
        <w:ind w:left="360" w:firstLine="708"/>
        <w:contextualSpacing/>
        <w:jc w:val="both"/>
        <w:rPr>
          <w:rFonts w:ascii="Times New Roman" w:hAnsi="Times New Roman"/>
          <w:sz w:val="28"/>
          <w:szCs w:val="28"/>
        </w:rPr>
      </w:pPr>
      <w:r w:rsidRPr="001B2562">
        <w:rPr>
          <w:rFonts w:ascii="Times New Roman" w:hAnsi="Times New Roman"/>
          <w:b/>
          <w:sz w:val="28"/>
          <w:szCs w:val="28"/>
        </w:rPr>
        <w:t>Доплата к пенсии</w:t>
      </w:r>
      <w:r w:rsidRPr="001B2562">
        <w:rPr>
          <w:rFonts w:ascii="Times New Roman" w:hAnsi="Times New Roman"/>
          <w:sz w:val="28"/>
          <w:szCs w:val="28"/>
        </w:rPr>
        <w:t xml:space="preserve"> – ежемесячная денежная выплата, назначаемая и выплачиваемая выборным должностным лицам, замещавшим муниципальные должности на постоянной основе в органах местного самоуправления Гатчинского муниципального района, при выходе их трудовую пенсию по старости (инвалидности);</w:t>
      </w:r>
    </w:p>
    <w:p w:rsidR="006C490F" w:rsidRPr="001B2562" w:rsidRDefault="006C490F" w:rsidP="001B2562">
      <w:pPr>
        <w:spacing w:line="240" w:lineRule="auto"/>
        <w:ind w:left="360" w:firstLine="708"/>
        <w:contextualSpacing/>
        <w:jc w:val="both"/>
        <w:rPr>
          <w:rFonts w:ascii="Times New Roman" w:hAnsi="Times New Roman"/>
          <w:sz w:val="28"/>
          <w:szCs w:val="28"/>
        </w:rPr>
      </w:pPr>
      <w:r w:rsidRPr="001B2562">
        <w:rPr>
          <w:rFonts w:ascii="Times New Roman" w:hAnsi="Times New Roman"/>
          <w:b/>
          <w:sz w:val="28"/>
          <w:szCs w:val="28"/>
        </w:rPr>
        <w:t>Среднемесячный заработок</w:t>
      </w:r>
      <w:r w:rsidRPr="001B2562">
        <w:rPr>
          <w:rFonts w:ascii="Times New Roman" w:hAnsi="Times New Roman"/>
          <w:sz w:val="28"/>
          <w:szCs w:val="28"/>
        </w:rPr>
        <w:t xml:space="preserve"> – состав денежного содержания, который учитывается для исчисления размера пенсии за выслугу лет лица, обратившегося за назначением этой пенсии, выраженный в денежных единицах Российской Федерации;</w:t>
      </w:r>
    </w:p>
    <w:p w:rsidR="006C490F" w:rsidRPr="001B2562" w:rsidRDefault="006C490F" w:rsidP="001B2562">
      <w:pPr>
        <w:spacing w:line="240" w:lineRule="auto"/>
        <w:ind w:left="360" w:firstLine="708"/>
        <w:contextualSpacing/>
        <w:jc w:val="both"/>
        <w:rPr>
          <w:rFonts w:ascii="Times New Roman" w:hAnsi="Times New Roman"/>
          <w:sz w:val="28"/>
          <w:szCs w:val="28"/>
        </w:rPr>
      </w:pPr>
      <w:r w:rsidRPr="001B2562">
        <w:rPr>
          <w:rFonts w:ascii="Times New Roman" w:hAnsi="Times New Roman"/>
          <w:b/>
          <w:sz w:val="28"/>
          <w:szCs w:val="28"/>
        </w:rPr>
        <w:t>Стаж муниципальной службы</w:t>
      </w:r>
      <w:r w:rsidRPr="001B2562">
        <w:rPr>
          <w:rFonts w:ascii="Times New Roman" w:hAnsi="Times New Roman"/>
          <w:sz w:val="28"/>
          <w:szCs w:val="28"/>
        </w:rPr>
        <w:t xml:space="preserve"> – это трудовой стаж, представляющий собой суммарную (общую) продолжительность периодов работы (службы) на должностях (в том числе на государственных должностях, муниципальных должностях, воинских должностях, должностях правоохранительной службы) в государственных органах, в органах местного самоуправления, аппаратах избирательных комиссий муниципальных образований, действующих на постоянной основе и являющихся юридическими лицами, а также иных периодов трудовой деятельности, учитываемых в соответствии с областным законодательством при определении права муниципальных служащих для установления ежемесячной надбавки к должностному окладу за выслугу лет, определения продолжительности ежегодного дополнительного оплачиваемого отпуска за выслугу лет и размера поощрений за безупречную и эффективную муниципальную службу, а также назначения пенсии за выслугу лет муниципальных служащих и размера этой пенсии. </w:t>
      </w:r>
    </w:p>
    <w:p w:rsidR="006C490F" w:rsidRPr="001B2562" w:rsidRDefault="006C490F" w:rsidP="001B2562">
      <w:pPr>
        <w:spacing w:line="240" w:lineRule="auto"/>
        <w:ind w:left="360" w:firstLine="708"/>
        <w:contextualSpacing/>
        <w:jc w:val="both"/>
        <w:rPr>
          <w:rFonts w:ascii="Times New Roman" w:hAnsi="Times New Roman"/>
          <w:sz w:val="28"/>
          <w:szCs w:val="28"/>
        </w:rPr>
      </w:pPr>
    </w:p>
    <w:p w:rsidR="006C490F" w:rsidRPr="001B2562" w:rsidRDefault="006C490F" w:rsidP="001B2562">
      <w:pPr>
        <w:spacing w:line="240" w:lineRule="auto"/>
        <w:ind w:left="360" w:firstLine="708"/>
        <w:contextualSpacing/>
        <w:jc w:val="center"/>
        <w:rPr>
          <w:rFonts w:ascii="Times New Roman" w:hAnsi="Times New Roman"/>
          <w:b/>
          <w:sz w:val="28"/>
          <w:szCs w:val="28"/>
        </w:rPr>
      </w:pPr>
      <w:r w:rsidRPr="001B2562">
        <w:rPr>
          <w:rFonts w:ascii="Times New Roman" w:hAnsi="Times New Roman"/>
          <w:b/>
          <w:sz w:val="28"/>
          <w:szCs w:val="28"/>
        </w:rPr>
        <w:t xml:space="preserve">Раздел  </w:t>
      </w:r>
      <w:r w:rsidRPr="001B2562">
        <w:rPr>
          <w:rFonts w:ascii="Times New Roman" w:hAnsi="Times New Roman"/>
          <w:b/>
          <w:sz w:val="28"/>
          <w:szCs w:val="28"/>
          <w:lang w:val="en-US"/>
        </w:rPr>
        <w:t>II</w:t>
      </w:r>
      <w:r w:rsidRPr="001B2562">
        <w:rPr>
          <w:rFonts w:ascii="Times New Roman" w:hAnsi="Times New Roman"/>
          <w:b/>
          <w:sz w:val="28"/>
          <w:szCs w:val="28"/>
        </w:rPr>
        <w:t>. Условия назначения доплаты к пенсии и</w:t>
      </w:r>
    </w:p>
    <w:p w:rsidR="006C490F" w:rsidRPr="001B2562" w:rsidRDefault="006C490F" w:rsidP="001B2562">
      <w:pPr>
        <w:spacing w:line="240" w:lineRule="auto"/>
        <w:ind w:left="360" w:firstLine="708"/>
        <w:contextualSpacing/>
        <w:jc w:val="center"/>
        <w:rPr>
          <w:rFonts w:ascii="Times New Roman" w:hAnsi="Times New Roman"/>
          <w:b/>
          <w:sz w:val="28"/>
          <w:szCs w:val="28"/>
        </w:rPr>
      </w:pPr>
      <w:r w:rsidRPr="001B2562">
        <w:rPr>
          <w:rFonts w:ascii="Times New Roman" w:hAnsi="Times New Roman"/>
          <w:b/>
          <w:sz w:val="28"/>
          <w:szCs w:val="28"/>
        </w:rPr>
        <w:t xml:space="preserve"> назначения пенсии за выслугу лет.</w:t>
      </w:r>
    </w:p>
    <w:p w:rsidR="006C490F" w:rsidRPr="001B2562" w:rsidRDefault="006C490F" w:rsidP="001B2562">
      <w:pPr>
        <w:spacing w:line="240" w:lineRule="auto"/>
        <w:ind w:left="360" w:firstLine="708"/>
        <w:contextualSpacing/>
        <w:jc w:val="center"/>
        <w:rPr>
          <w:rFonts w:ascii="Times New Roman" w:hAnsi="Times New Roman"/>
          <w:b/>
          <w:sz w:val="28"/>
          <w:szCs w:val="28"/>
        </w:rPr>
      </w:pPr>
    </w:p>
    <w:p w:rsidR="006C490F" w:rsidRPr="001B2562" w:rsidRDefault="006C490F" w:rsidP="001B256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2.1 Право на установление ежемесячной доплаты к назначенной трудовой  пенсии по старости (инвалидности) (далее - доплата к пенсии) имеют:</w:t>
      </w:r>
    </w:p>
    <w:p w:rsidR="006C490F" w:rsidRPr="001B2562" w:rsidRDefault="006C490F" w:rsidP="001B256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Глава муниципального образования, замещающий выборную должность в органе местного самоуправления Га</w:t>
      </w:r>
      <w:r>
        <w:rPr>
          <w:rFonts w:ascii="Times New Roman" w:hAnsi="Times New Roman"/>
          <w:sz w:val="28"/>
          <w:szCs w:val="28"/>
        </w:rPr>
        <w:t>тчинского муниципального района на постоянной основе не менее двенадцати месяцев</w:t>
      </w:r>
      <w:r w:rsidRPr="001B2562">
        <w:rPr>
          <w:rFonts w:ascii="Times New Roman" w:hAnsi="Times New Roman"/>
          <w:sz w:val="28"/>
          <w:szCs w:val="28"/>
        </w:rPr>
        <w:t xml:space="preserve"> и освобожденный от замещаемой должности в связи с прекращением полномочий (в том числе досрочно), за исключением случаев прекращения полномочий, связанных с отрешением от должности или вступившим в законную силу обвинительным приговором суда.  </w:t>
      </w:r>
    </w:p>
    <w:p w:rsidR="006C490F" w:rsidRPr="001B2562" w:rsidRDefault="006C490F" w:rsidP="001B256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При исчислении стажа, дающего право на доплату к пенсии периоды замещения указанной должности суммируются.</w:t>
      </w:r>
    </w:p>
    <w:p w:rsidR="006C490F" w:rsidRPr="001B2562" w:rsidRDefault="006C490F" w:rsidP="001B256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2.2 Право на пенсию за выслугу лет, устанавливаемую к трудовой пенсии, имеют муниципальные служащие при соблюдении следующих условий:</w:t>
      </w:r>
    </w:p>
    <w:p w:rsidR="006C490F" w:rsidRPr="001B2562" w:rsidRDefault="006C490F" w:rsidP="001B256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а) увольнение с должностей муниципальной службы органов местного самоуправления Гатчинского муниципального района по основаниям пункта 3.1 настоящего положения;</w:t>
      </w:r>
    </w:p>
    <w:p w:rsidR="006C490F" w:rsidRPr="001B2562" w:rsidRDefault="006C490F" w:rsidP="001B256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б) наличие стажа муниципальной службы не менее 12 лет 6 месяцев у мужчин и 10 лет у женщин;</w:t>
      </w:r>
    </w:p>
    <w:p w:rsidR="006C490F" w:rsidRPr="001B2562" w:rsidRDefault="006C490F" w:rsidP="001B256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в) наличие стажа муниципальной службы в органах местного самоуправления Гатчинского муниципального района, городских и сельских поселений Гатчинского муниципального района не менее 10 лет, из которых стаж муниципальной службы в органах местного самоуправления Гатчинского муниципального района должен составлять не менее 5 лет;</w:t>
      </w:r>
    </w:p>
    <w:p w:rsidR="006C490F" w:rsidRPr="001B2562" w:rsidRDefault="006C490F" w:rsidP="001B256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г) замещение должности муниципальной службы органов местного самоуправления Гатчинского муниципального района не менее 12 полных месяцев непосредственно перед увольнением.</w:t>
      </w:r>
    </w:p>
    <w:p w:rsidR="006C490F" w:rsidRPr="001B2562" w:rsidRDefault="006C490F" w:rsidP="001B256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2.3 В стаж муниципальной службы, дающий право на пенсию за выслугу лет, включаются периоды службы (работы) (в том числе на выборных должностях) в государственных органах, на должностях в органах местного самоуправления, а так же иные периоды трудовой деятельности в порядке, установленном областным  законодательством.</w:t>
      </w:r>
    </w:p>
    <w:p w:rsidR="006C490F" w:rsidRPr="001B2562" w:rsidRDefault="006C490F" w:rsidP="001B256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2.4  Лицам, проживающим на территории Российской Федерации и имеющим стаж муниципальной службы, предусмотренный подпунктом б) пункта 2.2 настоящего раздела, пенсия за выслугу лет устанавливается к трудовой пенсии по старости (инвалидности), назначенной в соответствии с Федеральным законом «О трудовых пенсиях в Российской Федерации», либо к пенсии, назначенной в соответствии с законом Российской Федерации «О занятости населения в Российской Федерации», либо к государственной (трудовой) пенсии, назначенной по состоянию на 31 декабря 2001 года в соответствии с Законом Российской Федерации «О государственных пенсиях в Российской Федерации».</w:t>
      </w:r>
    </w:p>
    <w:p w:rsidR="006C490F" w:rsidRPr="001B2562" w:rsidRDefault="006C490F" w:rsidP="001B256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 xml:space="preserve">2.5 Пенсия за выслугу лет </w:t>
      </w:r>
      <w:r>
        <w:rPr>
          <w:rFonts w:ascii="Times New Roman" w:hAnsi="Times New Roman"/>
          <w:sz w:val="28"/>
          <w:szCs w:val="28"/>
        </w:rPr>
        <w:t>и доплата к пенсии устанавливаю</w:t>
      </w:r>
      <w:r w:rsidRPr="001B2562">
        <w:rPr>
          <w:rFonts w:ascii="Times New Roman" w:hAnsi="Times New Roman"/>
          <w:sz w:val="28"/>
          <w:szCs w:val="28"/>
        </w:rPr>
        <w:t>тся и выплачиваются  со дня подачи заявления,  но не ранее чем со дня назначения трудовой пенсии и увольнения с выборной муниципальной должности или муниципальной службы Гатчинского муниципального района.</w:t>
      </w:r>
    </w:p>
    <w:p w:rsidR="006C490F" w:rsidRPr="001B2562" w:rsidRDefault="006C490F" w:rsidP="001B256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2.6 Пенсия за выслугу лет и доплата к пенсии устанавливается на период выплаты назначенной трудовой пенсии, назначенной в соответствии с Федеральным законом «О трудовых пенсиях в Российской Федерации» № 173- ФЗ от 17 декабря 201 года:</w:t>
      </w:r>
    </w:p>
    <w:p w:rsidR="006C490F" w:rsidRPr="001B2562" w:rsidRDefault="006C490F" w:rsidP="001B256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 по старости;</w:t>
      </w:r>
    </w:p>
    <w:p w:rsidR="006C490F" w:rsidRPr="001B2562" w:rsidRDefault="006C490F" w:rsidP="001B256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 по инвалидности.</w:t>
      </w:r>
    </w:p>
    <w:p w:rsidR="006C490F" w:rsidRPr="001B2562" w:rsidRDefault="006C490F" w:rsidP="001B256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2.7 Если после увольнения с выборной муниципальной должности или муниципальной должности муниципальной службы за муниципальным служащим или лицом, замещавшим выборную муниципальную должность, в соответствии с действующим законодательством сохраняется заработная плата (компенсационные выплаты), пенсия за выслугу лет и доплата к пенсии выплачиваются только после окончания срока этих выплат.</w:t>
      </w:r>
    </w:p>
    <w:p w:rsidR="006C490F" w:rsidRPr="001B2562" w:rsidRDefault="006C490F" w:rsidP="001B256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2.8 Пенсия за выслугу лет и доплата к пенсии  не устанавливается лицам, имеющим право на ее назначение в соответствии с настоящим положением, если им назначена иная пенсия за выслугу лет или доплата к пенсии, либо назначено ежемесячное пожизненное содержание в соответствии  законодательством Российской федерации, законодательством Ленинградской области, иного  субъекта Российской Федерации, либо в соответствии с нормативными правовыми актами органа местного самоуправления, или им установлено дополнительное пожизненное ежемесячное материальное обеспечение в соответствии с законодательством Российской Федерации или законодательством иного (за исключением Ленинградской области) субъекта Российской Федерации за прохождение государственной (муниципальной) службы, замещение высшей должности или замещение государственной должности Российской Федерации либо государственной должности субъекта Российской Федерации (выборной муниципальной должности), выборной муниципальной должности, должности муниципальной службы.</w:t>
      </w:r>
    </w:p>
    <w:p w:rsidR="006C490F" w:rsidRPr="001B2562" w:rsidRDefault="006C490F" w:rsidP="001B256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Пенсия за выслугу лет и доплата к пенсии в соответствии с настоящим положением могут быть установлены только после прекращения всех перечисленных в настоящем пункте выплат.</w:t>
      </w:r>
    </w:p>
    <w:p w:rsidR="006C490F" w:rsidRPr="001B2562" w:rsidRDefault="006C490F" w:rsidP="001B256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2.9 Доплата к пенсии или пенсия за выслугу лет не выплачивается в период нахождения на муниципальной (государственной) должности, дающей право на доплату к пенсии или пенсию за выслугу лет.</w:t>
      </w:r>
    </w:p>
    <w:p w:rsidR="006C490F" w:rsidRPr="001B2562" w:rsidRDefault="006C490F" w:rsidP="001B256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2.10 Пенсия за выслугу лет не устанавливается муниципальным служащим, должностные полномочия которых были прекращены досрочно в связи с совершением ими противоправных действия и вступлением в законную силу обвинительного приговора суда или несоблюдением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6C490F" w:rsidRPr="001B2562" w:rsidRDefault="006C490F" w:rsidP="001B2562">
      <w:pPr>
        <w:spacing w:line="240" w:lineRule="auto"/>
        <w:ind w:left="360" w:firstLine="708"/>
        <w:contextualSpacing/>
        <w:jc w:val="both"/>
        <w:rPr>
          <w:rFonts w:ascii="Times New Roman" w:hAnsi="Times New Roman"/>
          <w:sz w:val="28"/>
          <w:szCs w:val="28"/>
        </w:rPr>
      </w:pPr>
    </w:p>
    <w:p w:rsidR="006C490F" w:rsidRPr="001B2562" w:rsidRDefault="006C490F" w:rsidP="001B2562">
      <w:pPr>
        <w:spacing w:line="240" w:lineRule="auto"/>
        <w:ind w:left="360" w:firstLine="708"/>
        <w:contextualSpacing/>
        <w:jc w:val="center"/>
        <w:rPr>
          <w:rFonts w:ascii="Times New Roman" w:hAnsi="Times New Roman"/>
          <w:b/>
          <w:sz w:val="28"/>
          <w:szCs w:val="28"/>
        </w:rPr>
      </w:pPr>
      <w:r w:rsidRPr="001B2562">
        <w:rPr>
          <w:rFonts w:ascii="Times New Roman" w:hAnsi="Times New Roman"/>
          <w:b/>
          <w:sz w:val="28"/>
          <w:szCs w:val="28"/>
        </w:rPr>
        <w:t xml:space="preserve">Раздел </w:t>
      </w:r>
      <w:r w:rsidRPr="001B2562">
        <w:rPr>
          <w:rFonts w:ascii="Times New Roman" w:hAnsi="Times New Roman"/>
          <w:b/>
          <w:sz w:val="28"/>
          <w:szCs w:val="28"/>
          <w:lang w:val="en-US"/>
        </w:rPr>
        <w:t>III</w:t>
      </w:r>
      <w:r w:rsidRPr="001B2562">
        <w:rPr>
          <w:rFonts w:ascii="Times New Roman" w:hAnsi="Times New Roman"/>
          <w:b/>
          <w:sz w:val="28"/>
          <w:szCs w:val="28"/>
        </w:rPr>
        <w:t>. Основания для назначения пенсии за выслугу лет</w:t>
      </w:r>
    </w:p>
    <w:p w:rsidR="006C490F" w:rsidRPr="001B2562" w:rsidRDefault="006C490F" w:rsidP="001B2562">
      <w:pPr>
        <w:spacing w:line="240" w:lineRule="auto"/>
        <w:ind w:left="360" w:firstLine="708"/>
        <w:contextualSpacing/>
        <w:jc w:val="center"/>
        <w:rPr>
          <w:rFonts w:ascii="Times New Roman" w:hAnsi="Times New Roman"/>
          <w:b/>
          <w:sz w:val="28"/>
          <w:szCs w:val="28"/>
        </w:rPr>
      </w:pPr>
    </w:p>
    <w:p w:rsidR="006C490F" w:rsidRPr="001B2562" w:rsidRDefault="006C490F" w:rsidP="00F54B0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 xml:space="preserve">3.1 Пенсия за выслугу лет назначается лицам, имеющим стаж муниципальной службы, предусмотренный подпунктами б) и в) раздела </w:t>
      </w:r>
      <w:r w:rsidRPr="001B2562">
        <w:rPr>
          <w:rFonts w:ascii="Times New Roman" w:hAnsi="Times New Roman"/>
          <w:sz w:val="28"/>
          <w:szCs w:val="28"/>
          <w:lang w:val="en-US"/>
        </w:rPr>
        <w:t>II</w:t>
      </w:r>
      <w:r w:rsidRPr="001B2562">
        <w:rPr>
          <w:rFonts w:ascii="Times New Roman" w:hAnsi="Times New Roman"/>
          <w:sz w:val="28"/>
          <w:szCs w:val="28"/>
        </w:rPr>
        <w:t xml:space="preserve">  настоящего положения, при увольнении с муниципальной службы по следующим основаниям:</w:t>
      </w:r>
    </w:p>
    <w:p w:rsidR="006C490F" w:rsidRPr="001B2562" w:rsidRDefault="006C490F" w:rsidP="00F54B0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а) ликвидация органа местного самоуправления Гатчинского муниципального района или сокращение его штата;</w:t>
      </w:r>
    </w:p>
    <w:p w:rsidR="006C490F" w:rsidRPr="001B2562" w:rsidRDefault="006C490F" w:rsidP="00F54B0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б) истечение срока трудового договора муниципального служащего Гатчинского муниципального района;</w:t>
      </w:r>
    </w:p>
    <w:p w:rsidR="006C490F" w:rsidRPr="001B2562" w:rsidRDefault="006C490F" w:rsidP="00F54B0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в) окончание срока полномочий, либо досрочное прекращение полномочий лицом, замещающим выборную муниципальную должность, предусмотренную Уставом и областными законами, за исключением случаев прекращения полномочий, связанных с виновными действиями;</w:t>
      </w:r>
    </w:p>
    <w:p w:rsidR="006C490F" w:rsidRPr="001B2562" w:rsidRDefault="006C490F" w:rsidP="00F54B0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г) достижение предельного возраста, установленного законодательством о муниципальной службе;</w:t>
      </w:r>
    </w:p>
    <w:p w:rsidR="006C490F" w:rsidRPr="001B2562" w:rsidRDefault="006C490F" w:rsidP="00F54B0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д)  обнаружившееся несоответствие замещаемой должности муниципальной службы вследствие состояния здоровья, препятствующего продолжению муниципальной службы;</w:t>
      </w:r>
    </w:p>
    <w:p w:rsidR="006C490F" w:rsidRPr="001B2562" w:rsidRDefault="006C490F" w:rsidP="00F54B0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е) расторжения трудового договора по инициативе работника в связи с выходом на трудовую пенсию;</w:t>
      </w:r>
    </w:p>
    <w:p w:rsidR="006C490F" w:rsidRPr="001B2562" w:rsidRDefault="006C490F" w:rsidP="00F54B0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ж) увольнение в отставку по соглашению стон в связи с несогласием с решениями, действиями или бездействием органа местного самоуправления, в котором муниципальный служащий работал, или вышестоящего для муниципального служащего руководителя;</w:t>
      </w:r>
    </w:p>
    <w:p w:rsidR="006C490F" w:rsidRPr="001B2562" w:rsidRDefault="006C490F" w:rsidP="00F54B0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ab/>
        <w:t>з) увольнение по переводу в иную организацию.</w:t>
      </w:r>
    </w:p>
    <w:p w:rsidR="006C490F" w:rsidRPr="001B2562" w:rsidRDefault="006C490F" w:rsidP="00F54B0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3.2 Лица, уволенные с муниципальных должностей муниципальной службы в муниципальном образовании «Гатчинский муниципальный район» Ленинградской области по основаниям, предусмотренным подпунктами «б» - «з» пункта 3.1 настоящего Положения, при наличии необходимого стажа муниципальной службы имеют право на пенсию за выслугу лет, если они замещали должности муниципальной службы  в муниципальном образовании «Гатчинский муниципальный район» Ленинградской области не менее 12 полных месяцев непосредственно перед увольнением.</w:t>
      </w:r>
    </w:p>
    <w:p w:rsidR="006C490F" w:rsidRPr="001B2562" w:rsidRDefault="006C490F" w:rsidP="00F54B0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Лица, замещавшие муниципальные должности муниципальной службы в муниципальном образовании «Гатчинский муниципальный район» Ленинградской области менее 12 полных месяцев, при наличии необходимого стажа муниципальной службы имеют право на пенсию за выслугу лет в случае увольнения по основанию, предусмотренном подпунктом «а» пункта 3.1 настоящего Положения.</w:t>
      </w:r>
    </w:p>
    <w:p w:rsidR="006C490F" w:rsidRPr="001B2562" w:rsidRDefault="006C490F" w:rsidP="00F54B0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Исчисление стажа муниципальной службы производится в соответствии с законодательством Ленинградской области.</w:t>
      </w:r>
    </w:p>
    <w:p w:rsidR="006C490F" w:rsidRPr="001B2562" w:rsidRDefault="006C490F" w:rsidP="001B2562">
      <w:pPr>
        <w:spacing w:line="240" w:lineRule="auto"/>
        <w:ind w:left="360"/>
        <w:contextualSpacing/>
        <w:jc w:val="both"/>
        <w:rPr>
          <w:rFonts w:ascii="Times New Roman" w:hAnsi="Times New Roman"/>
          <w:sz w:val="28"/>
          <w:szCs w:val="28"/>
        </w:rPr>
      </w:pPr>
    </w:p>
    <w:p w:rsidR="006C490F" w:rsidRPr="001B2562" w:rsidRDefault="006C490F" w:rsidP="001B2562">
      <w:pPr>
        <w:spacing w:line="240" w:lineRule="auto"/>
        <w:ind w:left="360"/>
        <w:contextualSpacing/>
        <w:jc w:val="center"/>
        <w:rPr>
          <w:rFonts w:ascii="Times New Roman" w:hAnsi="Times New Roman"/>
          <w:b/>
          <w:sz w:val="28"/>
          <w:szCs w:val="28"/>
        </w:rPr>
      </w:pPr>
      <w:r w:rsidRPr="001B2562">
        <w:rPr>
          <w:rFonts w:ascii="Times New Roman" w:hAnsi="Times New Roman"/>
          <w:b/>
          <w:sz w:val="28"/>
          <w:szCs w:val="28"/>
        </w:rPr>
        <w:t xml:space="preserve">Раздел </w:t>
      </w:r>
      <w:r w:rsidRPr="001B2562">
        <w:rPr>
          <w:rFonts w:ascii="Times New Roman" w:hAnsi="Times New Roman"/>
          <w:b/>
          <w:sz w:val="28"/>
          <w:szCs w:val="28"/>
          <w:lang w:val="en-US"/>
        </w:rPr>
        <w:t>IV</w:t>
      </w:r>
      <w:r w:rsidRPr="001B2562">
        <w:rPr>
          <w:rFonts w:ascii="Times New Roman" w:hAnsi="Times New Roman"/>
          <w:b/>
          <w:sz w:val="28"/>
          <w:szCs w:val="28"/>
        </w:rPr>
        <w:t>. Порядок исчисления и перерасчета пенсии за выслугу лет</w:t>
      </w:r>
    </w:p>
    <w:p w:rsidR="006C490F" w:rsidRPr="001B2562" w:rsidRDefault="006C490F" w:rsidP="001B2562">
      <w:pPr>
        <w:spacing w:line="240" w:lineRule="auto"/>
        <w:ind w:left="360"/>
        <w:contextualSpacing/>
        <w:jc w:val="center"/>
        <w:rPr>
          <w:rFonts w:ascii="Times New Roman" w:hAnsi="Times New Roman"/>
          <w:b/>
          <w:sz w:val="28"/>
          <w:szCs w:val="28"/>
        </w:rPr>
      </w:pPr>
      <w:r w:rsidRPr="001B2562">
        <w:rPr>
          <w:rFonts w:ascii="Times New Roman" w:hAnsi="Times New Roman"/>
          <w:b/>
          <w:sz w:val="28"/>
          <w:szCs w:val="28"/>
        </w:rPr>
        <w:t>и доплаты к пенсии</w:t>
      </w:r>
    </w:p>
    <w:p w:rsidR="006C490F" w:rsidRPr="001B2562" w:rsidRDefault="006C490F" w:rsidP="001B2562">
      <w:pPr>
        <w:spacing w:line="240" w:lineRule="auto"/>
        <w:ind w:left="360"/>
        <w:contextualSpacing/>
        <w:jc w:val="center"/>
        <w:rPr>
          <w:rFonts w:ascii="Times New Roman" w:hAnsi="Times New Roman"/>
          <w:sz w:val="28"/>
          <w:szCs w:val="28"/>
        </w:rPr>
      </w:pPr>
    </w:p>
    <w:p w:rsidR="006C490F" w:rsidRPr="001B2562" w:rsidRDefault="006C490F" w:rsidP="00F54B0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4.1 Размер доплаты к пенсии в процентном выражении устанавливается в зависимости от продолжительности замещения выборных муниципальных должностей: от одного года до трех лет – 55 процентов, свыше трех лет 75 процентов среднемесячного (месячного) денежного содержания.</w:t>
      </w:r>
    </w:p>
    <w:p w:rsidR="006C490F" w:rsidRPr="001B2562" w:rsidRDefault="006C490F" w:rsidP="00F54B0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4.2 Пенсия за выслугу лет при наличии стажа муниципальной службы, установленного в соответствии с пунктом 2.2 настоящего Положения, назначается в размере 45 процентов среднемесячного заработка муниципального служащего.</w:t>
      </w:r>
    </w:p>
    <w:p w:rsidR="006C490F" w:rsidRPr="001B2562" w:rsidRDefault="006C490F" w:rsidP="00F54B0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4.3  За каждый полный год стажа муниципальной службы сверх 12 лет 6 месяцев у мужчин и 10 лет у женщин пенсия за выслугу лет увеличивается на 3 процента среднемесячного заработка.</w:t>
      </w:r>
    </w:p>
    <w:p w:rsidR="006C490F" w:rsidRPr="001B2562" w:rsidRDefault="006C490F" w:rsidP="00F54B0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4.4 Размер пенсии за выслугу лет не может превышать 75 процентов среднемесячного заработка муниципального служащего, исходя из которого исчисляется размер пенсии за выслугу лет.</w:t>
      </w:r>
    </w:p>
    <w:p w:rsidR="006C490F" w:rsidRPr="001B2562" w:rsidRDefault="006C490F" w:rsidP="00F54B0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Для лиц, награжденных орденом Почета, орденом «За заслуги перед Отечеством» удостоенных звания «Лауреат Всероссийского конкурса «Лучший муниципальный служащий» во время трудовой деятельности в Гатчинском районе, доплата к пенсии или пенсия за выслугу лет устанавливается в размере, не более 85% среднемесячного заработка, принятого для исчисления пенсии за выслугу лет или доплаты к пенсии.</w:t>
      </w:r>
    </w:p>
    <w:p w:rsidR="006C490F" w:rsidRPr="001B2562" w:rsidRDefault="006C490F" w:rsidP="00F54B0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4.5 Пенсия за выслугу лет исчисляется по выбору лица, обратившегося за назначением такой пенсии, исходя из его среднемесячного заработка, либо на день увольнения с должности муниципальной службы, либо на день достижения возраста, дающего право на трудовую пенсию по старости, при условии, что увольнение с замещаемой должности  муниципальной службы и пенсионный возраст наступили после 16 августа 1995 года.</w:t>
      </w:r>
    </w:p>
    <w:p w:rsidR="006C490F" w:rsidRPr="001B2562" w:rsidRDefault="006C490F" w:rsidP="00F54B02">
      <w:pPr>
        <w:spacing w:line="240" w:lineRule="auto"/>
        <w:ind w:left="360" w:firstLine="708"/>
        <w:contextualSpacing/>
        <w:jc w:val="both"/>
        <w:rPr>
          <w:rFonts w:ascii="Times New Roman" w:hAnsi="Times New Roman"/>
          <w:sz w:val="28"/>
          <w:szCs w:val="28"/>
        </w:rPr>
      </w:pPr>
      <w:r w:rsidRPr="001B2562">
        <w:rPr>
          <w:rFonts w:ascii="Times New Roman" w:hAnsi="Times New Roman"/>
          <w:sz w:val="28"/>
          <w:szCs w:val="28"/>
        </w:rPr>
        <w:t xml:space="preserve">4.6 Размер пенсии за выслугу лет  и доплаты к пенсии исчисляется исходя из среднемесячного заработка лица, обратившегося на назначением такой пенсии, с учетом коэффициента  увеличения (индексации) размера месячного оклада денежного содержания по должности муниципальной службы, в соответствии с законодательством Ленинградской области, муниципальными правовыми актами органов местного самоуправления Гатчинского муниципального района. </w:t>
      </w:r>
    </w:p>
    <w:p w:rsidR="006C490F" w:rsidRPr="001B2562" w:rsidRDefault="006C490F" w:rsidP="001B2562">
      <w:pPr>
        <w:spacing w:line="240" w:lineRule="auto"/>
        <w:ind w:left="360"/>
        <w:contextualSpacing/>
        <w:jc w:val="both"/>
        <w:rPr>
          <w:rFonts w:ascii="Times New Roman" w:hAnsi="Times New Roman"/>
          <w:sz w:val="28"/>
          <w:szCs w:val="28"/>
        </w:rPr>
      </w:pPr>
    </w:p>
    <w:p w:rsidR="006C490F" w:rsidRPr="001B2562" w:rsidRDefault="006C490F" w:rsidP="001B2562">
      <w:pPr>
        <w:spacing w:line="240" w:lineRule="auto"/>
        <w:ind w:left="360"/>
        <w:contextualSpacing/>
        <w:jc w:val="center"/>
        <w:rPr>
          <w:rFonts w:ascii="Times New Roman" w:hAnsi="Times New Roman"/>
          <w:b/>
          <w:sz w:val="28"/>
          <w:szCs w:val="28"/>
        </w:rPr>
      </w:pPr>
      <w:r w:rsidRPr="001B2562">
        <w:rPr>
          <w:rFonts w:ascii="Times New Roman" w:hAnsi="Times New Roman"/>
          <w:b/>
          <w:sz w:val="28"/>
          <w:szCs w:val="28"/>
        </w:rPr>
        <w:t xml:space="preserve">Раздел </w:t>
      </w:r>
      <w:r w:rsidRPr="001B2562">
        <w:rPr>
          <w:rFonts w:ascii="Times New Roman" w:hAnsi="Times New Roman"/>
          <w:b/>
          <w:sz w:val="28"/>
          <w:szCs w:val="28"/>
          <w:lang w:val="en-US"/>
        </w:rPr>
        <w:t>V</w:t>
      </w:r>
      <w:r w:rsidRPr="001B2562">
        <w:rPr>
          <w:rFonts w:ascii="Times New Roman" w:hAnsi="Times New Roman"/>
          <w:b/>
          <w:sz w:val="28"/>
          <w:szCs w:val="28"/>
        </w:rPr>
        <w:t>. Состав денежного содержания,</w:t>
      </w:r>
    </w:p>
    <w:p w:rsidR="006C490F" w:rsidRPr="001B2562" w:rsidRDefault="006C490F" w:rsidP="001B2562">
      <w:pPr>
        <w:spacing w:line="240" w:lineRule="auto"/>
        <w:ind w:left="360"/>
        <w:contextualSpacing/>
        <w:jc w:val="center"/>
        <w:rPr>
          <w:rFonts w:ascii="Times New Roman" w:hAnsi="Times New Roman"/>
          <w:b/>
          <w:sz w:val="28"/>
          <w:szCs w:val="28"/>
        </w:rPr>
      </w:pPr>
      <w:r w:rsidRPr="001B2562">
        <w:rPr>
          <w:rFonts w:ascii="Times New Roman" w:hAnsi="Times New Roman"/>
          <w:b/>
          <w:sz w:val="28"/>
          <w:szCs w:val="28"/>
        </w:rPr>
        <w:t>учитываемого для определения  среднемесячного  заработка  при назначении, индексации и изменении размера пенсии за выслугу лет и доплаты к пенсии</w:t>
      </w:r>
    </w:p>
    <w:p w:rsidR="006C490F" w:rsidRPr="001B2562" w:rsidRDefault="006C490F" w:rsidP="001B2562">
      <w:pPr>
        <w:spacing w:line="240" w:lineRule="auto"/>
        <w:ind w:left="360"/>
        <w:contextualSpacing/>
        <w:jc w:val="center"/>
        <w:rPr>
          <w:rFonts w:ascii="Times New Roman" w:hAnsi="Times New Roman"/>
          <w:b/>
          <w:sz w:val="28"/>
          <w:szCs w:val="28"/>
        </w:rPr>
      </w:pPr>
    </w:p>
    <w:p w:rsidR="006C490F" w:rsidRPr="001B2562" w:rsidRDefault="006C490F" w:rsidP="00F54B02">
      <w:pPr>
        <w:spacing w:line="240" w:lineRule="auto"/>
        <w:ind w:left="360" w:firstLine="720"/>
        <w:contextualSpacing/>
        <w:jc w:val="both"/>
        <w:rPr>
          <w:rFonts w:ascii="Times New Roman" w:hAnsi="Times New Roman"/>
          <w:sz w:val="28"/>
          <w:szCs w:val="28"/>
        </w:rPr>
      </w:pPr>
      <w:r w:rsidRPr="001B2562">
        <w:rPr>
          <w:rFonts w:ascii="Times New Roman" w:hAnsi="Times New Roman"/>
          <w:sz w:val="28"/>
          <w:szCs w:val="28"/>
        </w:rPr>
        <w:t xml:space="preserve">5.1 В состав денежного содержания, учитываемого для определения среднемесячного заработка при назначении, индексации и изменении размера доплаты к пенсии и пенсии за выслугу лет лицам, уволенным с должностей муниципальной службы </w:t>
      </w:r>
      <w:r w:rsidRPr="001B2562">
        <w:rPr>
          <w:rFonts w:ascii="Times New Roman" w:hAnsi="Times New Roman"/>
          <w:sz w:val="28"/>
          <w:szCs w:val="28"/>
          <w:u w:val="single"/>
        </w:rPr>
        <w:t>до 01 января 2006 года</w:t>
      </w:r>
      <w:r w:rsidRPr="001B2562">
        <w:rPr>
          <w:rFonts w:ascii="Times New Roman" w:hAnsi="Times New Roman"/>
          <w:sz w:val="28"/>
          <w:szCs w:val="28"/>
        </w:rPr>
        <w:t>, включаются:</w:t>
      </w:r>
    </w:p>
    <w:p w:rsidR="006C490F" w:rsidRPr="001B2562" w:rsidRDefault="006C490F" w:rsidP="00F54B02">
      <w:pPr>
        <w:spacing w:line="240" w:lineRule="auto"/>
        <w:ind w:left="360" w:firstLine="720"/>
        <w:contextualSpacing/>
        <w:jc w:val="both"/>
        <w:rPr>
          <w:rFonts w:ascii="Times New Roman" w:hAnsi="Times New Roman"/>
          <w:sz w:val="28"/>
          <w:szCs w:val="28"/>
        </w:rPr>
      </w:pPr>
      <w:r w:rsidRPr="001B2562">
        <w:rPr>
          <w:rFonts w:ascii="Times New Roman" w:hAnsi="Times New Roman"/>
          <w:sz w:val="28"/>
          <w:szCs w:val="28"/>
        </w:rPr>
        <w:t>- месячный оклад;</w:t>
      </w:r>
    </w:p>
    <w:p w:rsidR="006C490F" w:rsidRPr="001B2562" w:rsidRDefault="006C490F" w:rsidP="00F54B02">
      <w:pPr>
        <w:spacing w:line="240" w:lineRule="auto"/>
        <w:ind w:left="360" w:firstLine="720"/>
        <w:contextualSpacing/>
        <w:jc w:val="both"/>
        <w:rPr>
          <w:rFonts w:ascii="Times New Roman" w:hAnsi="Times New Roman"/>
          <w:sz w:val="28"/>
          <w:szCs w:val="28"/>
        </w:rPr>
      </w:pPr>
      <w:r w:rsidRPr="001B2562">
        <w:rPr>
          <w:rFonts w:ascii="Times New Roman" w:hAnsi="Times New Roman"/>
          <w:sz w:val="28"/>
          <w:szCs w:val="28"/>
        </w:rPr>
        <w:t>- месячный оклад, в соответствии с присвоенным классным чином, который был установлен на момент увольнения;</w:t>
      </w:r>
    </w:p>
    <w:p w:rsidR="006C490F" w:rsidRPr="001B2562" w:rsidRDefault="006C490F" w:rsidP="00F54B02">
      <w:pPr>
        <w:spacing w:line="240" w:lineRule="auto"/>
        <w:ind w:left="360" w:firstLine="720"/>
        <w:contextualSpacing/>
        <w:jc w:val="both"/>
        <w:rPr>
          <w:rFonts w:ascii="Times New Roman" w:hAnsi="Times New Roman"/>
          <w:sz w:val="28"/>
          <w:szCs w:val="28"/>
        </w:rPr>
      </w:pPr>
      <w:r w:rsidRPr="001B2562">
        <w:rPr>
          <w:rFonts w:ascii="Times New Roman" w:hAnsi="Times New Roman"/>
          <w:sz w:val="28"/>
          <w:szCs w:val="28"/>
        </w:rPr>
        <w:t>- ежемесячная надбавка к должностному окладу за выслугу лет на муниципальной службе, рассчитанная в соответствии с нормативно-правовыми актами Ленинградской области в зависимости от стажа муниципальной службы лица, обратившегося за назначением пенсии за выслугу лет;</w:t>
      </w:r>
    </w:p>
    <w:p w:rsidR="006C490F" w:rsidRPr="001B2562" w:rsidRDefault="006C490F" w:rsidP="00F54B02">
      <w:pPr>
        <w:spacing w:line="240" w:lineRule="auto"/>
        <w:ind w:left="360" w:firstLine="720"/>
        <w:contextualSpacing/>
        <w:jc w:val="both"/>
        <w:rPr>
          <w:rFonts w:ascii="Times New Roman" w:hAnsi="Times New Roman"/>
          <w:sz w:val="28"/>
          <w:szCs w:val="28"/>
        </w:rPr>
      </w:pPr>
      <w:r w:rsidRPr="001B2562">
        <w:rPr>
          <w:rFonts w:ascii="Times New Roman" w:hAnsi="Times New Roman"/>
          <w:sz w:val="28"/>
          <w:szCs w:val="28"/>
        </w:rPr>
        <w:t>- ежемесячная надбавка к должностному окладу за особые условия муниципальной службы;</w:t>
      </w:r>
    </w:p>
    <w:p w:rsidR="006C490F" w:rsidRPr="001B2562" w:rsidRDefault="006C490F" w:rsidP="00F54B02">
      <w:pPr>
        <w:spacing w:line="240" w:lineRule="auto"/>
        <w:ind w:left="360" w:firstLine="720"/>
        <w:contextualSpacing/>
        <w:jc w:val="both"/>
        <w:rPr>
          <w:rFonts w:ascii="Times New Roman" w:hAnsi="Times New Roman"/>
          <w:sz w:val="28"/>
          <w:szCs w:val="28"/>
        </w:rPr>
      </w:pPr>
      <w:r w:rsidRPr="001B2562">
        <w:rPr>
          <w:rFonts w:ascii="Times New Roman" w:hAnsi="Times New Roman"/>
          <w:sz w:val="28"/>
          <w:szCs w:val="28"/>
        </w:rPr>
        <w:t>- премия за выполнение особо важных и сложных заданий.</w:t>
      </w:r>
    </w:p>
    <w:p w:rsidR="006C490F" w:rsidRPr="001B2562" w:rsidRDefault="006C490F" w:rsidP="00F54B02">
      <w:pPr>
        <w:spacing w:line="240" w:lineRule="auto"/>
        <w:ind w:left="360" w:firstLine="720"/>
        <w:contextualSpacing/>
        <w:jc w:val="both"/>
        <w:rPr>
          <w:rFonts w:ascii="Times New Roman" w:hAnsi="Times New Roman"/>
          <w:sz w:val="28"/>
          <w:szCs w:val="28"/>
        </w:rPr>
      </w:pPr>
      <w:r w:rsidRPr="001B2562">
        <w:rPr>
          <w:rFonts w:ascii="Times New Roman" w:hAnsi="Times New Roman"/>
          <w:sz w:val="28"/>
          <w:szCs w:val="28"/>
        </w:rPr>
        <w:t xml:space="preserve">5.2 В состав денежного содержания, учитываемого при назначении, индексации и изменении размера доплаты к пенсии и пенсии за выслугу лет лицам, уволенным с должностей муниципальной службы </w:t>
      </w:r>
      <w:r w:rsidRPr="001B2562">
        <w:rPr>
          <w:rFonts w:ascii="Times New Roman" w:hAnsi="Times New Roman"/>
          <w:sz w:val="28"/>
          <w:szCs w:val="28"/>
          <w:u w:val="single"/>
        </w:rPr>
        <w:t>после 01 января 2006 года</w:t>
      </w:r>
      <w:r w:rsidRPr="001B2562">
        <w:rPr>
          <w:rFonts w:ascii="Times New Roman" w:hAnsi="Times New Roman"/>
          <w:sz w:val="28"/>
          <w:szCs w:val="28"/>
        </w:rPr>
        <w:t>, включаются:</w:t>
      </w:r>
    </w:p>
    <w:p w:rsidR="006C490F" w:rsidRPr="001B2562" w:rsidRDefault="006C490F" w:rsidP="00F54B02">
      <w:pPr>
        <w:spacing w:line="240" w:lineRule="auto"/>
        <w:ind w:left="360" w:firstLine="720"/>
        <w:contextualSpacing/>
        <w:jc w:val="both"/>
        <w:rPr>
          <w:rFonts w:ascii="Times New Roman" w:hAnsi="Times New Roman"/>
          <w:sz w:val="28"/>
          <w:szCs w:val="28"/>
        </w:rPr>
      </w:pPr>
      <w:r w:rsidRPr="001B2562">
        <w:rPr>
          <w:rFonts w:ascii="Times New Roman" w:hAnsi="Times New Roman"/>
          <w:sz w:val="28"/>
          <w:szCs w:val="28"/>
        </w:rPr>
        <w:t>- должностной оклад (до 09.04.2008г. месячный оклад);</w:t>
      </w:r>
    </w:p>
    <w:p w:rsidR="006C490F" w:rsidRPr="001B2562" w:rsidRDefault="006C490F" w:rsidP="00F54B02">
      <w:pPr>
        <w:spacing w:line="240" w:lineRule="auto"/>
        <w:ind w:left="360" w:firstLine="720"/>
        <w:contextualSpacing/>
        <w:jc w:val="both"/>
        <w:rPr>
          <w:rFonts w:ascii="Times New Roman" w:hAnsi="Times New Roman"/>
          <w:sz w:val="28"/>
          <w:szCs w:val="28"/>
        </w:rPr>
      </w:pPr>
      <w:r w:rsidRPr="001B2562">
        <w:rPr>
          <w:rFonts w:ascii="Times New Roman" w:hAnsi="Times New Roman"/>
          <w:sz w:val="28"/>
          <w:szCs w:val="28"/>
        </w:rPr>
        <w:t xml:space="preserve">- ежемесячная надбавка к должностному окладу за классный чин; </w:t>
      </w:r>
    </w:p>
    <w:p w:rsidR="006C490F" w:rsidRPr="001B2562" w:rsidRDefault="006C490F" w:rsidP="00F54B02">
      <w:pPr>
        <w:spacing w:line="240" w:lineRule="auto"/>
        <w:ind w:left="360" w:firstLine="720"/>
        <w:contextualSpacing/>
        <w:jc w:val="both"/>
        <w:rPr>
          <w:rFonts w:ascii="Times New Roman" w:hAnsi="Times New Roman"/>
          <w:sz w:val="28"/>
          <w:szCs w:val="28"/>
        </w:rPr>
      </w:pPr>
      <w:r w:rsidRPr="001B2562">
        <w:rPr>
          <w:rFonts w:ascii="Times New Roman" w:hAnsi="Times New Roman"/>
          <w:sz w:val="28"/>
          <w:szCs w:val="28"/>
        </w:rPr>
        <w:t>- ежемесячная надбавка к должностному окладу за выслугу лет на муниципальной службе, рассчитанная в соответствии с нормативно-правовыми актами Ленинградской области в зависимости от стажа муниципальной службы лица, обратившегося за назначением пенсии за выслугу лет;</w:t>
      </w:r>
    </w:p>
    <w:p w:rsidR="006C490F" w:rsidRPr="001B2562" w:rsidRDefault="006C490F" w:rsidP="00F54B02">
      <w:pPr>
        <w:spacing w:line="240" w:lineRule="auto"/>
        <w:ind w:left="360" w:firstLine="720"/>
        <w:contextualSpacing/>
        <w:jc w:val="both"/>
        <w:rPr>
          <w:rFonts w:ascii="Times New Roman" w:hAnsi="Times New Roman"/>
          <w:sz w:val="28"/>
          <w:szCs w:val="28"/>
        </w:rPr>
      </w:pPr>
      <w:r w:rsidRPr="001B2562">
        <w:rPr>
          <w:rFonts w:ascii="Times New Roman" w:hAnsi="Times New Roman"/>
          <w:sz w:val="28"/>
          <w:szCs w:val="28"/>
        </w:rPr>
        <w:t>- ежемесячная надбавка к должностному окладу за особые условия муниципальной службы;</w:t>
      </w:r>
    </w:p>
    <w:p w:rsidR="006C490F" w:rsidRPr="001B2562" w:rsidRDefault="006C490F" w:rsidP="00F54B02">
      <w:pPr>
        <w:spacing w:line="240" w:lineRule="auto"/>
        <w:ind w:left="360" w:firstLine="720"/>
        <w:contextualSpacing/>
        <w:jc w:val="both"/>
        <w:rPr>
          <w:rFonts w:ascii="Times New Roman" w:hAnsi="Times New Roman"/>
          <w:sz w:val="28"/>
          <w:szCs w:val="28"/>
        </w:rPr>
      </w:pPr>
      <w:r w:rsidRPr="001B2562">
        <w:rPr>
          <w:rFonts w:ascii="Times New Roman" w:hAnsi="Times New Roman"/>
          <w:sz w:val="28"/>
          <w:szCs w:val="28"/>
        </w:rPr>
        <w:t>- ежемесячная надбавка к должностному окладу за работу со сведениями, составляющими государственную тайну;</w:t>
      </w:r>
    </w:p>
    <w:p w:rsidR="006C490F" w:rsidRPr="001B2562" w:rsidRDefault="006C490F" w:rsidP="00F54B02">
      <w:pPr>
        <w:spacing w:line="240" w:lineRule="auto"/>
        <w:ind w:left="360" w:firstLine="720"/>
        <w:contextualSpacing/>
        <w:jc w:val="both"/>
        <w:rPr>
          <w:rFonts w:ascii="Times New Roman" w:hAnsi="Times New Roman"/>
          <w:sz w:val="28"/>
          <w:szCs w:val="28"/>
        </w:rPr>
      </w:pPr>
      <w:r w:rsidRPr="001B2562">
        <w:rPr>
          <w:rFonts w:ascii="Times New Roman" w:hAnsi="Times New Roman"/>
          <w:sz w:val="28"/>
          <w:szCs w:val="28"/>
        </w:rPr>
        <w:t>- ежемесячное денежное поощрение.</w:t>
      </w:r>
    </w:p>
    <w:p w:rsidR="006C490F" w:rsidRPr="001B2562" w:rsidRDefault="006C490F" w:rsidP="00F54B02">
      <w:pPr>
        <w:spacing w:line="240" w:lineRule="auto"/>
        <w:ind w:left="360" w:firstLine="720"/>
        <w:contextualSpacing/>
        <w:jc w:val="both"/>
        <w:rPr>
          <w:rFonts w:ascii="Times New Roman" w:hAnsi="Times New Roman"/>
          <w:sz w:val="28"/>
          <w:szCs w:val="28"/>
        </w:rPr>
      </w:pPr>
      <w:r w:rsidRPr="001B2562">
        <w:rPr>
          <w:rFonts w:ascii="Times New Roman" w:hAnsi="Times New Roman"/>
          <w:sz w:val="28"/>
          <w:szCs w:val="28"/>
        </w:rPr>
        <w:t xml:space="preserve">5.3 Размер пенсии за выслугу лет исчисляется из среднемесячного заработка за последние 12 полных месяцев муниципальной службы, предшествовавших дню ее прекращения либо дню достижения возраста, дающего право на трудовую пенсию. </w:t>
      </w:r>
    </w:p>
    <w:p w:rsidR="006C490F" w:rsidRPr="001B2562" w:rsidRDefault="006C490F" w:rsidP="00F54B02">
      <w:pPr>
        <w:spacing w:line="240" w:lineRule="auto"/>
        <w:ind w:left="360" w:firstLine="720"/>
        <w:contextualSpacing/>
        <w:jc w:val="both"/>
        <w:rPr>
          <w:rFonts w:ascii="Times New Roman" w:hAnsi="Times New Roman"/>
          <w:sz w:val="28"/>
          <w:szCs w:val="28"/>
        </w:rPr>
      </w:pPr>
      <w:r w:rsidRPr="001B2562">
        <w:rPr>
          <w:rFonts w:ascii="Times New Roman" w:hAnsi="Times New Roman"/>
          <w:sz w:val="28"/>
          <w:szCs w:val="28"/>
        </w:rPr>
        <w:t>5.4 Размер пенсии за выслугу лет при увольнении до истечения 12 полных месяцев исчисляется исходя из среднемесячного заработка, определяемого путем деления общей суммы заработка, полученного за фактически отработанные полные месяцы, на число этих месяцев.</w:t>
      </w:r>
    </w:p>
    <w:p w:rsidR="006C490F" w:rsidRPr="001B2562" w:rsidRDefault="006C490F" w:rsidP="00F54B02">
      <w:pPr>
        <w:spacing w:line="240" w:lineRule="auto"/>
        <w:ind w:left="360" w:firstLine="720"/>
        <w:contextualSpacing/>
        <w:jc w:val="both"/>
        <w:rPr>
          <w:rFonts w:ascii="Times New Roman" w:hAnsi="Times New Roman"/>
          <w:sz w:val="28"/>
          <w:szCs w:val="28"/>
        </w:rPr>
      </w:pPr>
      <w:r w:rsidRPr="001B2562">
        <w:rPr>
          <w:rFonts w:ascii="Times New Roman" w:hAnsi="Times New Roman"/>
          <w:sz w:val="28"/>
          <w:szCs w:val="28"/>
        </w:rPr>
        <w:t xml:space="preserve">5.5 Размер среднемесячного заработка, исходя  из которого исчисляется пенсия за выслугу лет, не может превышать </w:t>
      </w:r>
      <w:r w:rsidRPr="001B2562">
        <w:rPr>
          <w:rFonts w:ascii="Times New Roman" w:hAnsi="Times New Roman"/>
          <w:color w:val="FF0000"/>
          <w:sz w:val="28"/>
          <w:szCs w:val="28"/>
        </w:rPr>
        <w:t>0,8</w:t>
      </w:r>
      <w:r w:rsidRPr="001B2562">
        <w:rPr>
          <w:rFonts w:ascii="Times New Roman" w:hAnsi="Times New Roman"/>
          <w:sz w:val="28"/>
          <w:szCs w:val="28"/>
        </w:rPr>
        <w:t xml:space="preserve"> состава денежного содержания, установленного пунктом 5.1 настоящего положения или </w:t>
      </w:r>
      <w:r w:rsidRPr="001B2562">
        <w:rPr>
          <w:rFonts w:ascii="Times New Roman" w:hAnsi="Times New Roman"/>
          <w:color w:val="FF0000"/>
          <w:sz w:val="28"/>
          <w:szCs w:val="28"/>
        </w:rPr>
        <w:t>0,6</w:t>
      </w:r>
      <w:r w:rsidRPr="001B2562">
        <w:rPr>
          <w:rFonts w:ascii="Times New Roman" w:hAnsi="Times New Roman"/>
          <w:sz w:val="28"/>
          <w:szCs w:val="28"/>
        </w:rPr>
        <w:t xml:space="preserve"> состава денежного содержания, установленного пунктом 5.2 настоящего положения.</w:t>
      </w:r>
    </w:p>
    <w:p w:rsidR="006C490F" w:rsidRPr="001B2562" w:rsidRDefault="006C490F" w:rsidP="00F54B02">
      <w:pPr>
        <w:spacing w:line="240" w:lineRule="auto"/>
        <w:ind w:left="360" w:firstLine="720"/>
        <w:contextualSpacing/>
        <w:jc w:val="both"/>
        <w:rPr>
          <w:rFonts w:ascii="Times New Roman" w:hAnsi="Times New Roman"/>
          <w:sz w:val="28"/>
          <w:szCs w:val="28"/>
        </w:rPr>
      </w:pPr>
      <w:r w:rsidRPr="001B2562">
        <w:rPr>
          <w:rFonts w:ascii="Times New Roman" w:hAnsi="Times New Roman"/>
          <w:sz w:val="28"/>
          <w:szCs w:val="28"/>
        </w:rPr>
        <w:t>5.6  Размер назначенной пенсии за выслугу лет и размер установленной доплаты к пенсии подлежат перерасчету (индексации) с соблюдением правил, предусмотренных настоящим Положением, при увеличении (индексации) назначенных пенсий за выслугу лет и размеров доплаты к пенсии в соответствии с нормативными правовыми актами Совета депутатов Гатчинского муниципального района о бюджете Гатчинского муниципального района на очередной год.</w:t>
      </w:r>
    </w:p>
    <w:p w:rsidR="006C490F" w:rsidRPr="001B2562" w:rsidRDefault="006C490F" w:rsidP="00F54B02">
      <w:pPr>
        <w:spacing w:line="240" w:lineRule="auto"/>
        <w:ind w:left="360" w:firstLine="720"/>
        <w:contextualSpacing/>
        <w:jc w:val="both"/>
        <w:rPr>
          <w:rFonts w:ascii="Times New Roman" w:hAnsi="Times New Roman"/>
          <w:sz w:val="28"/>
          <w:szCs w:val="28"/>
        </w:rPr>
      </w:pPr>
      <w:r w:rsidRPr="001B2562">
        <w:rPr>
          <w:rFonts w:ascii="Times New Roman" w:hAnsi="Times New Roman"/>
          <w:sz w:val="28"/>
          <w:szCs w:val="28"/>
        </w:rPr>
        <w:t>Средства, необходимые для выплаты пенсии за выслугу лет и доплаты к пенсии с учетом индексации, предусматриваются в решении Совета депутатов Гатчинского муниципального района о бюджете муниципального образования «Гатчинский муниципальный район» Ленинградской области на соответствующий финансовый год.</w:t>
      </w:r>
    </w:p>
    <w:p w:rsidR="006C490F" w:rsidRPr="001B2562" w:rsidRDefault="006C490F" w:rsidP="00F54B02">
      <w:pPr>
        <w:spacing w:line="240" w:lineRule="auto"/>
        <w:ind w:left="360" w:firstLine="720"/>
        <w:contextualSpacing/>
        <w:jc w:val="both"/>
        <w:rPr>
          <w:rFonts w:ascii="Times New Roman" w:hAnsi="Times New Roman"/>
          <w:sz w:val="28"/>
          <w:szCs w:val="28"/>
        </w:rPr>
      </w:pPr>
      <w:r w:rsidRPr="001B2562">
        <w:rPr>
          <w:rFonts w:ascii="Times New Roman" w:hAnsi="Times New Roman"/>
          <w:sz w:val="28"/>
          <w:szCs w:val="28"/>
        </w:rPr>
        <w:t>Перерасчет (индексацию) производит орган, осуществляющий выплату пенсии за выслугу лет и доплаты к пенсии, в соответствии с постановлением администрации Гатчинского муниципального района.</w:t>
      </w:r>
    </w:p>
    <w:p w:rsidR="006C490F" w:rsidRPr="001B2562" w:rsidRDefault="006C490F" w:rsidP="001B2562">
      <w:pPr>
        <w:spacing w:line="240" w:lineRule="auto"/>
        <w:ind w:left="360"/>
        <w:contextualSpacing/>
        <w:jc w:val="both"/>
        <w:rPr>
          <w:rFonts w:ascii="Times New Roman" w:hAnsi="Times New Roman"/>
          <w:sz w:val="28"/>
          <w:szCs w:val="28"/>
        </w:rPr>
      </w:pPr>
    </w:p>
    <w:p w:rsidR="006C490F" w:rsidRDefault="006C490F" w:rsidP="001B2562">
      <w:pPr>
        <w:spacing w:line="240" w:lineRule="auto"/>
        <w:ind w:left="360"/>
        <w:contextualSpacing/>
        <w:jc w:val="center"/>
        <w:rPr>
          <w:rFonts w:ascii="Times New Roman" w:hAnsi="Times New Roman"/>
          <w:b/>
          <w:sz w:val="28"/>
          <w:szCs w:val="28"/>
        </w:rPr>
      </w:pPr>
    </w:p>
    <w:p w:rsidR="006C490F" w:rsidRDefault="006C490F" w:rsidP="001B2562">
      <w:pPr>
        <w:spacing w:line="240" w:lineRule="auto"/>
        <w:ind w:left="360"/>
        <w:contextualSpacing/>
        <w:jc w:val="center"/>
        <w:rPr>
          <w:rFonts w:ascii="Times New Roman" w:hAnsi="Times New Roman"/>
          <w:b/>
          <w:sz w:val="28"/>
          <w:szCs w:val="28"/>
        </w:rPr>
      </w:pPr>
    </w:p>
    <w:p w:rsidR="006C490F" w:rsidRPr="001B2562" w:rsidRDefault="006C490F" w:rsidP="001B2562">
      <w:pPr>
        <w:spacing w:line="240" w:lineRule="auto"/>
        <w:ind w:left="360"/>
        <w:contextualSpacing/>
        <w:jc w:val="center"/>
        <w:rPr>
          <w:rFonts w:ascii="Times New Roman" w:hAnsi="Times New Roman"/>
          <w:b/>
          <w:sz w:val="28"/>
          <w:szCs w:val="28"/>
        </w:rPr>
      </w:pPr>
      <w:r w:rsidRPr="001B2562">
        <w:rPr>
          <w:rFonts w:ascii="Times New Roman" w:hAnsi="Times New Roman"/>
          <w:b/>
          <w:sz w:val="28"/>
          <w:szCs w:val="28"/>
        </w:rPr>
        <w:t xml:space="preserve">Раздел </w:t>
      </w:r>
      <w:r w:rsidRPr="001B2562">
        <w:rPr>
          <w:rFonts w:ascii="Times New Roman" w:hAnsi="Times New Roman"/>
          <w:b/>
          <w:sz w:val="28"/>
          <w:szCs w:val="28"/>
          <w:lang w:val="en-US"/>
        </w:rPr>
        <w:t>VI</w:t>
      </w:r>
      <w:r w:rsidRPr="001B2562">
        <w:rPr>
          <w:rFonts w:ascii="Times New Roman" w:hAnsi="Times New Roman"/>
          <w:b/>
          <w:sz w:val="28"/>
          <w:szCs w:val="28"/>
        </w:rPr>
        <w:t xml:space="preserve">. Порядок представления и оформления документов </w:t>
      </w:r>
    </w:p>
    <w:p w:rsidR="006C490F" w:rsidRPr="001B2562" w:rsidRDefault="006C490F" w:rsidP="001B2562">
      <w:pPr>
        <w:spacing w:line="240" w:lineRule="auto"/>
        <w:ind w:left="360"/>
        <w:contextualSpacing/>
        <w:jc w:val="center"/>
        <w:rPr>
          <w:rFonts w:ascii="Times New Roman" w:hAnsi="Times New Roman"/>
          <w:b/>
          <w:sz w:val="28"/>
          <w:szCs w:val="28"/>
        </w:rPr>
      </w:pPr>
      <w:r w:rsidRPr="001B2562">
        <w:rPr>
          <w:rFonts w:ascii="Times New Roman" w:hAnsi="Times New Roman"/>
          <w:b/>
          <w:sz w:val="28"/>
          <w:szCs w:val="28"/>
        </w:rPr>
        <w:t>для назначения пенсии за выслугу лет и доплаты к пенсии</w:t>
      </w:r>
    </w:p>
    <w:p w:rsidR="006C490F" w:rsidRPr="001B2562" w:rsidRDefault="006C490F" w:rsidP="001B2562">
      <w:pPr>
        <w:spacing w:line="240" w:lineRule="auto"/>
        <w:ind w:left="360"/>
        <w:contextualSpacing/>
        <w:jc w:val="center"/>
        <w:rPr>
          <w:rFonts w:ascii="Times New Roman" w:hAnsi="Times New Roman"/>
          <w:b/>
          <w:sz w:val="28"/>
          <w:szCs w:val="28"/>
        </w:rPr>
      </w:pPr>
    </w:p>
    <w:p w:rsidR="006C490F" w:rsidRPr="001B2562" w:rsidRDefault="006C490F" w:rsidP="00F11E86">
      <w:pPr>
        <w:pStyle w:val="BodyTextIndent"/>
        <w:ind w:left="360"/>
      </w:pPr>
      <w:r w:rsidRPr="001B2562">
        <w:tab/>
        <w:t>6.1 Вопрос о назначении пенсии за выслугу лет и доплаты к пенсии рассматривается на основании письменных заявлений установленного образца (приложения 1и 2 к настоящему Положению), которые подаются в комиссию по установлению стажа муниципальной службы, пенсии за выслугу лет и доплате к пенсии лицам, замещавшим выборные муниципальные должности (далее – комиссия).</w:t>
      </w:r>
    </w:p>
    <w:p w:rsidR="006C490F" w:rsidRPr="001B2562" w:rsidRDefault="006C490F" w:rsidP="00F11E86">
      <w:pPr>
        <w:pStyle w:val="BodyTextIndent"/>
        <w:ind w:left="360"/>
      </w:pPr>
      <w:r w:rsidRPr="001B2562">
        <w:t>Комиссия состоит из представителей администрации Гатчинского муниципального района, Контрольно-счетной  палаты Гатчинского муниципального района и аппарата Совета Депутатов Гатчинского муниципального района. Представители включаются в состав комиссии по представлению руководителей органов местного самоуправления Гатчинского муниципального района и по согласованию. Персональный состав комиссии и положение о комиссии утверждаются постановлением администрации Гатчинского муниципального района.</w:t>
      </w:r>
    </w:p>
    <w:p w:rsidR="006C490F" w:rsidRPr="001B2562" w:rsidRDefault="006C490F" w:rsidP="00F11E86">
      <w:pPr>
        <w:pStyle w:val="21"/>
        <w:ind w:left="360"/>
      </w:pPr>
      <w:r w:rsidRPr="001B2562">
        <w:t>6.2 К заявлению о назначении пенсии за выслугу лет и доплаты к пенсии прилагаются:</w:t>
      </w:r>
    </w:p>
    <w:p w:rsidR="006C490F" w:rsidRPr="001B2562" w:rsidRDefault="006C490F" w:rsidP="00F11E86">
      <w:pPr>
        <w:pStyle w:val="BodyTextIndent"/>
        <w:ind w:left="360"/>
      </w:pPr>
      <w:r w:rsidRPr="001B2562">
        <w:rPr>
          <w:lang w:val="en-US"/>
        </w:rPr>
        <w:t>a</w:t>
      </w:r>
      <w:r w:rsidRPr="001B2562">
        <w:t>) копия паспорта, заверенная нотариально (при отправлении почтой) или лицом, ответственным за кадровую работу  в органе местного самоуправления;</w:t>
      </w:r>
    </w:p>
    <w:p w:rsidR="006C490F" w:rsidRPr="001B2562" w:rsidRDefault="006C490F" w:rsidP="00F11E86">
      <w:pPr>
        <w:pStyle w:val="BodyTextIndent"/>
        <w:ind w:left="360"/>
      </w:pPr>
      <w:r w:rsidRPr="001B2562">
        <w:t>б) копия трудовой книжки, заверенная нотариально (при отправлении почтой) или лицом, ответственным за кадровую работу  в органе местного самоуправления;</w:t>
      </w:r>
    </w:p>
    <w:p w:rsidR="006C490F" w:rsidRPr="001B2562" w:rsidRDefault="006C490F" w:rsidP="00F11E86">
      <w:pPr>
        <w:pStyle w:val="BodyTextIndent"/>
        <w:ind w:left="360"/>
      </w:pPr>
      <w:r w:rsidRPr="001B2562">
        <w:t>в) справка соответствующего органа местного самоуправления Гатчинского муниципального района:</w:t>
      </w:r>
    </w:p>
    <w:p w:rsidR="006C490F" w:rsidRPr="001B2562" w:rsidRDefault="006C490F" w:rsidP="00F11E86">
      <w:pPr>
        <w:pStyle w:val="BodyTextIndent"/>
        <w:ind w:left="360"/>
      </w:pPr>
      <w:r w:rsidRPr="001B2562">
        <w:t>- о размере среднемесячного заработка лица, замещавшего муниципальную должность муниципальной службы до 1 января 2006 года, для исчисления пенсии за выслугу лет (учитывается состав денежного содержания до 1 января 2006 года) (приложение 3 к настоящему Положению);</w:t>
      </w:r>
    </w:p>
    <w:p w:rsidR="006C490F" w:rsidRPr="001B2562" w:rsidRDefault="006C490F" w:rsidP="00F11E86">
      <w:pPr>
        <w:pStyle w:val="BodyTextIndent"/>
        <w:ind w:left="360"/>
      </w:pPr>
      <w:r w:rsidRPr="001B2562">
        <w:t xml:space="preserve">- о размере среднемесячного заработка лица, замещавшего муниципальную должность муниципальной службы после 1 января 2006 года,  для исчисления пенсии за выслугу лет (учитывается состав денежного содержания после 1 января 2006 года) (приложение 3-1 к настоящему Положению); </w:t>
      </w:r>
    </w:p>
    <w:p w:rsidR="006C490F" w:rsidRPr="001B2562" w:rsidRDefault="006C490F" w:rsidP="00F11E86">
      <w:pPr>
        <w:pStyle w:val="BodyTextIndent"/>
        <w:ind w:left="360"/>
      </w:pPr>
      <w:r w:rsidRPr="001B2562">
        <w:t xml:space="preserve">- о размере среднемесячного денежного содержания лица, замещавшего выборную муниципальную должность до 1 января 2006 года, для исчисления  доплаты к пенсии (учитывается состав денежного содержания до 01 января 2006 года (приложение  4 к настоящему Положению); </w:t>
      </w:r>
    </w:p>
    <w:p w:rsidR="006C490F" w:rsidRPr="001B2562" w:rsidRDefault="006C490F" w:rsidP="00F11E86">
      <w:pPr>
        <w:pStyle w:val="BodyTextIndent"/>
        <w:ind w:left="360"/>
      </w:pPr>
      <w:r w:rsidRPr="001B2562">
        <w:t>- о размере среднемесячного денежного содержания лица, замещавшего выборную муниципальную должность после 1 января 2006 года, для исчисления доплаты к пенсии (учитывается состав денежного содержания после 1 января 2006 года)  (приложения 4-1 к настоящему Положению);</w:t>
      </w:r>
    </w:p>
    <w:p w:rsidR="006C490F" w:rsidRPr="001B2562" w:rsidRDefault="006C490F" w:rsidP="00F11E86">
      <w:pPr>
        <w:pStyle w:val="BodyTextIndent"/>
        <w:ind w:left="360"/>
      </w:pPr>
      <w:r w:rsidRPr="001B2562">
        <w:t>г) копия пенсионного удостоверения, заверенная нотариально (при отправлении почтой) или лицом, ответственным за кадровую работу  в органе местного самоуправления;</w:t>
      </w:r>
    </w:p>
    <w:p w:rsidR="006C490F" w:rsidRPr="001B2562" w:rsidRDefault="006C490F" w:rsidP="00F11E86">
      <w:pPr>
        <w:pStyle w:val="BodyTextIndent"/>
        <w:ind w:left="360"/>
      </w:pPr>
      <w:r w:rsidRPr="001B2562">
        <w:t>д) справка Управления Пенсионного фонда Российской Федерации, назначившего трудовую пенсию, о виде, дате назначения и размере трудовой пенсии в разбивке по составляющим (базовая, страховая части) с обязательным указанием наличия (отсутствия) дополнительных выплат;</w:t>
      </w:r>
    </w:p>
    <w:p w:rsidR="006C490F" w:rsidRPr="001B2562" w:rsidRDefault="006C490F" w:rsidP="00F11E86">
      <w:pPr>
        <w:pStyle w:val="BodyTextIndent"/>
        <w:ind w:left="360"/>
      </w:pPr>
      <w:r w:rsidRPr="001B2562">
        <w:t>е) копия титульного листа сберегательной книжки для зачисления начисляемых сумм на личный счет получателя в Сберегательном банке Российской Федерации.</w:t>
      </w:r>
    </w:p>
    <w:p w:rsidR="006C490F" w:rsidRPr="001B2562" w:rsidRDefault="006C490F" w:rsidP="00F11E86">
      <w:pPr>
        <w:pStyle w:val="BodyTextIndent"/>
        <w:ind w:left="360"/>
      </w:pPr>
      <w:r w:rsidRPr="001B2562">
        <w:t>О приеме пакета лицом, ответственным за кадровую работу заявителю выдается расписка.</w:t>
      </w:r>
    </w:p>
    <w:p w:rsidR="006C490F" w:rsidRPr="001B2562" w:rsidRDefault="006C490F" w:rsidP="00F11E86">
      <w:pPr>
        <w:pStyle w:val="BodyTextIndent"/>
        <w:ind w:left="360"/>
      </w:pPr>
      <w:r w:rsidRPr="001B2562">
        <w:t>Комиссия рассматривает заявление в установленном порядке:</w:t>
      </w:r>
    </w:p>
    <w:p w:rsidR="006C490F" w:rsidRPr="001B2562" w:rsidRDefault="006C490F" w:rsidP="00F11E86">
      <w:pPr>
        <w:pStyle w:val="BodyTextIndent"/>
        <w:ind w:left="360"/>
      </w:pPr>
      <w:r w:rsidRPr="001B2562">
        <w:t>а) проводит проверку представленных  документов, проверяет правильность установления соответствующего стажа;</w:t>
      </w:r>
    </w:p>
    <w:p w:rsidR="006C490F" w:rsidRPr="001B2562" w:rsidRDefault="006C490F" w:rsidP="00F11E86">
      <w:pPr>
        <w:pStyle w:val="BodyTextIndent"/>
        <w:ind w:left="360"/>
      </w:pPr>
      <w:r w:rsidRPr="001B2562">
        <w:t>б) в соответствии с действующим законодательством определяет право заявителя на назначение пенсии за выслугу лет и доплаты к пенсии;</w:t>
      </w:r>
    </w:p>
    <w:p w:rsidR="006C490F" w:rsidRPr="001B2562" w:rsidRDefault="006C490F" w:rsidP="00F11E86">
      <w:pPr>
        <w:pStyle w:val="BodyTextIndent"/>
        <w:ind w:left="360"/>
      </w:pPr>
      <w:r w:rsidRPr="001B2562">
        <w:t>в) определяет размер пенсии за выслугу лет в процентах от среднемесячного заработка или размер доплаты к пенсии в процентах от среднемесячного (месячного) денежного содержания, а также дату начала выплаты пенсии за выслугу лет или доплаты к пенсии;</w:t>
      </w:r>
    </w:p>
    <w:p w:rsidR="006C490F" w:rsidRPr="001B2562" w:rsidRDefault="006C490F" w:rsidP="00F11E86">
      <w:pPr>
        <w:pStyle w:val="BodyTextIndent"/>
        <w:ind w:left="360"/>
      </w:pPr>
      <w:r w:rsidRPr="001B2562">
        <w:t>г) готовит и представляет на подписание проект постановления администрации муниципального образования о назначении пенсии за выслугу лет или доплаты к пенсии на основании решения комиссии.</w:t>
      </w:r>
    </w:p>
    <w:p w:rsidR="006C490F" w:rsidRPr="001B2562" w:rsidRDefault="006C490F" w:rsidP="00F11E86">
      <w:pPr>
        <w:pStyle w:val="BodyTextIndent"/>
        <w:ind w:left="360"/>
      </w:pPr>
      <w:r w:rsidRPr="001B2562">
        <w:t>д) в случае несоответствия представленных документов требованиям для назначения пенсии за выслугу лет или доплаты к пенсии, осуществляется возврат представленных материалов заявителю на доработку.</w:t>
      </w:r>
    </w:p>
    <w:p w:rsidR="006C490F" w:rsidRPr="001B2562" w:rsidRDefault="006C490F" w:rsidP="00F11E86">
      <w:pPr>
        <w:pStyle w:val="BodyTextIndent"/>
        <w:ind w:left="360"/>
      </w:pPr>
      <w:r w:rsidRPr="001B2562">
        <w:t>6.3 В случае отказа в установлении пенсии за выслугу лет и доплаты к пенсии комиссия, в которую обращался заявитель, не позднее 10 дней после принятия соответствующего решения извещает об этом заявителя в письменной форме с указанием причины отказа.</w:t>
      </w:r>
    </w:p>
    <w:p w:rsidR="006C490F" w:rsidRPr="001B2562" w:rsidRDefault="006C490F" w:rsidP="00F11E86">
      <w:pPr>
        <w:pStyle w:val="BodyTextIndent"/>
        <w:ind w:left="360"/>
      </w:pPr>
      <w:r w:rsidRPr="001B2562">
        <w:t>6.4 Постановление администрации Гатчинского муниципального района о назначении пенсии за выслугу лет или доплаты к пенсии и прилагаемый пакет документов в 10-дневный срок направляются в Комитет социальной защиты населения Гатчинского муниципального района.</w:t>
      </w:r>
    </w:p>
    <w:p w:rsidR="006C490F" w:rsidRPr="001B2562" w:rsidRDefault="006C490F" w:rsidP="00F11E86">
      <w:pPr>
        <w:pStyle w:val="BodyTextIndent"/>
        <w:ind w:left="360"/>
      </w:pPr>
      <w:r w:rsidRPr="001B2562">
        <w:t>6.5  Комитет социальной защиты населения Гатчинского муниципального района на основании  постановления администрации муниципального образования:</w:t>
      </w:r>
    </w:p>
    <w:p w:rsidR="006C490F" w:rsidRPr="001B2562" w:rsidRDefault="006C490F" w:rsidP="00F11E86">
      <w:pPr>
        <w:pStyle w:val="BodyTextIndent"/>
        <w:ind w:left="360"/>
      </w:pPr>
      <w:r w:rsidRPr="001B2562">
        <w:t>а) организует начисление и выплату пенсии за выслугу лет и доплаты к пенсии;</w:t>
      </w:r>
    </w:p>
    <w:p w:rsidR="006C490F" w:rsidRPr="001B2562" w:rsidRDefault="006C490F" w:rsidP="00F11E86">
      <w:pPr>
        <w:pStyle w:val="BodyTextIndent"/>
        <w:ind w:left="360"/>
      </w:pPr>
      <w:r w:rsidRPr="001B2562">
        <w:t>б) организует учет, хранение и ведение пенсионных дел, на основании которых производится выплата пенсии за выслугу лет и доплаты к пенсии;</w:t>
      </w:r>
    </w:p>
    <w:p w:rsidR="006C490F" w:rsidRPr="001B2562" w:rsidRDefault="006C490F" w:rsidP="00F11E86">
      <w:pPr>
        <w:pStyle w:val="BodyTextIndent"/>
        <w:ind w:left="360"/>
      </w:pPr>
      <w:r w:rsidRPr="001B2562">
        <w:t>в) осуществляет ведение бухгалтерского учета расходов на выплату пенсии за выслугу лет и доплаты к пенсии и представление в установленном порядке бухгалтерских и статистических отчетов;</w:t>
      </w:r>
    </w:p>
    <w:p w:rsidR="006C490F" w:rsidRPr="001B2562" w:rsidRDefault="006C490F" w:rsidP="00F11E86">
      <w:pPr>
        <w:pStyle w:val="BodyTextIndent"/>
        <w:ind w:left="360"/>
      </w:pPr>
      <w:r w:rsidRPr="001B2562">
        <w:t>г) в 10-дневный срок оформляет решение об определении размера пенсии за выслугу лет и размера доплаты к пенсии в денежном выражении. Копия решения направляется в комиссию по установлению стажа муниципальной службы и доплате к пенсиям при главе администрации муниципального образования.</w:t>
      </w:r>
    </w:p>
    <w:p w:rsidR="006C490F" w:rsidRPr="001B2562" w:rsidRDefault="006C490F" w:rsidP="00F11E86">
      <w:pPr>
        <w:pStyle w:val="BodyTextIndent"/>
        <w:ind w:left="360"/>
      </w:pPr>
      <w:r w:rsidRPr="001B2562">
        <w:t xml:space="preserve">Порядок оформления документов и ведения пенсионных дел, на основании которых производится выплата пенсии за выслугу лет и доплаты к пенсии, а также делопроизводство по этим вопросам определяются Комитетом социальной защиты населения Гатчинского муниципального района. </w:t>
      </w:r>
    </w:p>
    <w:p w:rsidR="006C490F" w:rsidRDefault="006C490F" w:rsidP="00F11E86">
      <w:pPr>
        <w:pStyle w:val="BodyTextIndent"/>
        <w:ind w:left="360"/>
        <w:rPr>
          <w:b/>
        </w:rPr>
      </w:pPr>
    </w:p>
    <w:p w:rsidR="006C490F" w:rsidRPr="001B2562" w:rsidRDefault="006C490F" w:rsidP="00F11E86">
      <w:pPr>
        <w:pStyle w:val="BodyTextIndent"/>
        <w:ind w:left="360"/>
        <w:rPr>
          <w:b/>
        </w:rPr>
      </w:pPr>
      <w:r w:rsidRPr="001B2562">
        <w:rPr>
          <w:b/>
        </w:rPr>
        <w:t xml:space="preserve">Раздел </w:t>
      </w:r>
      <w:r w:rsidRPr="001B2562">
        <w:rPr>
          <w:b/>
          <w:lang w:val="en-US"/>
        </w:rPr>
        <w:t>VII</w:t>
      </w:r>
      <w:r w:rsidRPr="001B2562">
        <w:rPr>
          <w:b/>
        </w:rPr>
        <w:t>. Приостановление, прекращение  и возобновление выплаты</w:t>
      </w:r>
    </w:p>
    <w:p w:rsidR="006C490F" w:rsidRDefault="006C490F" w:rsidP="00F11E86">
      <w:pPr>
        <w:pStyle w:val="BodyTextIndent"/>
        <w:ind w:left="360"/>
        <w:rPr>
          <w:b/>
        </w:rPr>
      </w:pPr>
      <w:r w:rsidRPr="001B2562">
        <w:rPr>
          <w:b/>
        </w:rPr>
        <w:t>пенсии за выслугу лет и доплаты к пенсии</w:t>
      </w:r>
    </w:p>
    <w:p w:rsidR="006C490F" w:rsidRPr="001B2562" w:rsidRDefault="006C490F" w:rsidP="00F11E86">
      <w:pPr>
        <w:pStyle w:val="BodyTextIndent"/>
        <w:ind w:left="360"/>
        <w:rPr>
          <w:b/>
        </w:rPr>
      </w:pPr>
    </w:p>
    <w:p w:rsidR="006C490F" w:rsidRPr="001B2562" w:rsidRDefault="006C490F" w:rsidP="00F11E86">
      <w:pPr>
        <w:pStyle w:val="BodyTextIndent"/>
        <w:ind w:left="360"/>
      </w:pPr>
      <w:r w:rsidRPr="001B2562">
        <w:t>7.1 Начисление и выплата пенсии за выслугу лет и доплаты к пенсии приостанавливаются или прекращаются на основании постановления администрации муниципального образования.</w:t>
      </w:r>
    </w:p>
    <w:p w:rsidR="006C490F" w:rsidRPr="001B2562" w:rsidRDefault="006C490F" w:rsidP="00F11E86">
      <w:pPr>
        <w:pStyle w:val="BodyTextIndent"/>
        <w:ind w:left="360"/>
      </w:pPr>
      <w:r w:rsidRPr="001B2562">
        <w:t>7.2 Начисление и выплата пенсии за выслугу лет и доплаты к пенсии приостанавливаются в случаях:</w:t>
      </w:r>
    </w:p>
    <w:p w:rsidR="006C490F" w:rsidRPr="001B2562" w:rsidRDefault="006C490F" w:rsidP="00F11E86">
      <w:pPr>
        <w:pStyle w:val="BodyTextIndent"/>
        <w:ind w:left="360"/>
      </w:pPr>
      <w:r w:rsidRPr="001B2562">
        <w:t>а) замещения государственной должности Российской Федерации, государственной должности субъекта Российской Федерации, должности государственной гражданской службы Российской Федерации, должности государственной гражданской службы субъекта Российской Федерации, муниципальной должности или должности муниципальной службы, а также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осуществляется назначение и выплата пенсии за выслугу лет ( доплаты к пенсии) в порядке и на условиях, которые установлены для федеральных государственных (гражданских) служащих</w:t>
      </w:r>
      <w:r>
        <w:t xml:space="preserve"> </w:t>
      </w:r>
      <w:r w:rsidRPr="001B2562">
        <w:t xml:space="preserve">(лиц, замещавших государственные должности Российской Федерации) – на весь период замещения указанных должностей, а также работы в указанных органах соответствующих должностях, начиная со дня, в котором наступили указанные обстоятельства;  </w:t>
      </w:r>
    </w:p>
    <w:p w:rsidR="006C490F" w:rsidRPr="001B2562" w:rsidRDefault="006C490F" w:rsidP="00F11E86">
      <w:pPr>
        <w:pStyle w:val="BodyTextIndent"/>
        <w:ind w:left="360"/>
      </w:pPr>
      <w:r w:rsidRPr="001B2562">
        <w:t>б) окончания срока, на который установлена трудовая пенсия, - со дня в котором окончился указанный срок.</w:t>
      </w:r>
    </w:p>
    <w:p w:rsidR="006C490F" w:rsidRPr="001B2562" w:rsidRDefault="006C490F" w:rsidP="00F11E86">
      <w:pPr>
        <w:pStyle w:val="BodyTextIndent"/>
        <w:ind w:left="360"/>
      </w:pPr>
      <w:r w:rsidRPr="001B2562">
        <w:t>Назначение пенсии за выслугу лет и доплаты к пенсии приостанавливается со дня, в который наступили перечисленные в настоящем пункте обстоятельства.</w:t>
      </w:r>
    </w:p>
    <w:p w:rsidR="006C490F" w:rsidRPr="001B2562" w:rsidRDefault="006C490F" w:rsidP="00F11E86">
      <w:pPr>
        <w:pStyle w:val="BodyTextIndent"/>
        <w:ind w:left="360"/>
      </w:pPr>
      <w:r w:rsidRPr="001B2562">
        <w:t xml:space="preserve">7.3 Начисление и выплата пенсии за выслугу лет и доплаты к пенсии по заявлению получателя возобновляются на основании постановления администрации муниципального образования в случае устранения причин, по которым они были приостановлены. </w:t>
      </w:r>
    </w:p>
    <w:p w:rsidR="006C490F" w:rsidRPr="001B2562" w:rsidRDefault="006C490F" w:rsidP="00F11E86">
      <w:pPr>
        <w:pStyle w:val="BodyTextIndent"/>
        <w:ind w:left="360"/>
      </w:pPr>
      <w:r w:rsidRPr="001B2562">
        <w:t>7.4 Приостановленная по основаниям, предусмотренным пунктом 7.2 настоящего положения выплата пенсии за выслугу лет, доплата к пенсии возобновляются со дня подачи заявления в порядке, установленном для ее назначения:</w:t>
      </w:r>
    </w:p>
    <w:p w:rsidR="006C490F" w:rsidRPr="001B2562" w:rsidRDefault="006C490F" w:rsidP="00F11E86">
      <w:pPr>
        <w:pStyle w:val="BodyTextIndent"/>
        <w:ind w:left="360"/>
      </w:pPr>
      <w:r w:rsidRPr="001B2562">
        <w:t>- в новом размере (с учетом дополнительного стажа государственной (гражда</w:t>
      </w:r>
      <w:r>
        <w:t>нской) или муниципальной службы</w:t>
      </w:r>
      <w:r w:rsidRPr="001B2562">
        <w:t>, а в случае  замещения должностей гражданской службы Ленинградской области применительно к новому назначению</w:t>
      </w:r>
      <w:r>
        <w:t>,</w:t>
      </w:r>
      <w:r w:rsidRPr="001B2562">
        <w:t xml:space="preserve"> может учитываться среднемесячный заработок по этим должностям) – при наличии стажа, предусмотренного пунктом 2.2 настоящего положения;</w:t>
      </w:r>
    </w:p>
    <w:p w:rsidR="006C490F" w:rsidRPr="001B2562" w:rsidRDefault="006C490F" w:rsidP="00F11E86">
      <w:pPr>
        <w:pStyle w:val="BodyTextIndent"/>
        <w:ind w:left="360"/>
      </w:pPr>
      <w:r w:rsidRPr="001B2562">
        <w:t>- в прежнем установленном размере (без учета дополнительного стажа государственной (гражданской) службы или муниципальной службы) – при отсутствии стажа, предусмотренного пунктом 2.2 настоящего положения.</w:t>
      </w:r>
    </w:p>
    <w:p w:rsidR="006C490F" w:rsidRPr="001B2562" w:rsidRDefault="006C490F" w:rsidP="00F11E86">
      <w:pPr>
        <w:pStyle w:val="BodyTextIndent"/>
        <w:ind w:left="360"/>
      </w:pPr>
      <w:r w:rsidRPr="001B2562">
        <w:t>7.5 Назначение и выплата пенсии за выслугу лет и доплаты к пенсии прекращаются в случаях:</w:t>
      </w:r>
    </w:p>
    <w:p w:rsidR="006C490F" w:rsidRPr="001B2562" w:rsidRDefault="006C490F" w:rsidP="00F11E86">
      <w:pPr>
        <w:pStyle w:val="BodyTextIndent"/>
        <w:ind w:left="360"/>
      </w:pPr>
      <w:r w:rsidRPr="001B2562">
        <w:t>а) назначения пенсии иного вида, чем указано в п. 2.5 настоящего Положения;</w:t>
      </w:r>
    </w:p>
    <w:p w:rsidR="006C490F" w:rsidRPr="001B2562" w:rsidRDefault="006C490F" w:rsidP="00F11E86">
      <w:pPr>
        <w:pStyle w:val="BodyTextIndent"/>
        <w:ind w:left="360"/>
      </w:pPr>
      <w:r w:rsidRPr="001B2562">
        <w:t>б) назначения пенсии за выслугу лет или доплаты к пенсии за прохождение муниципальной (государственной) службы или замещение высшей должности в органах государственной власти и управления или государственной должности Российской Федерации, субъекта Российской Федерации (выборной муниципальной должности) либо назначения ежемесячного пожизненного содержания или установления дополнительного пожизненного ежемесячного обеспечения в соответствии с законодательством Российской Федерации, Ленинградской области, иного субъекта Российской Федерации или нормативными правовыми актами органа местного самоуправления;</w:t>
      </w:r>
    </w:p>
    <w:p w:rsidR="006C490F" w:rsidRPr="001B2562" w:rsidRDefault="006C490F" w:rsidP="001B2562">
      <w:pPr>
        <w:pStyle w:val="ListParagraph"/>
        <w:spacing w:line="240" w:lineRule="auto"/>
        <w:ind w:left="360" w:firstLine="567"/>
        <w:jc w:val="both"/>
        <w:rPr>
          <w:rFonts w:ascii="Times New Roman" w:hAnsi="Times New Roman"/>
          <w:sz w:val="28"/>
          <w:szCs w:val="28"/>
        </w:rPr>
      </w:pPr>
      <w:r w:rsidRPr="001B2562">
        <w:rPr>
          <w:rFonts w:ascii="Times New Roman" w:hAnsi="Times New Roman"/>
          <w:sz w:val="28"/>
          <w:szCs w:val="28"/>
        </w:rPr>
        <w:t>в) выезда на постоянное место жительства за пределы Российской Федерации.</w:t>
      </w:r>
    </w:p>
    <w:p w:rsidR="006C490F" w:rsidRPr="001B2562" w:rsidRDefault="006C490F" w:rsidP="001B2562">
      <w:pPr>
        <w:pStyle w:val="ListParagraph"/>
        <w:spacing w:line="240" w:lineRule="auto"/>
        <w:ind w:left="360" w:firstLine="567"/>
        <w:jc w:val="both"/>
        <w:rPr>
          <w:rFonts w:ascii="Times New Roman" w:hAnsi="Times New Roman"/>
          <w:sz w:val="28"/>
          <w:szCs w:val="28"/>
        </w:rPr>
      </w:pPr>
      <w:r w:rsidRPr="001B2562">
        <w:rPr>
          <w:rFonts w:ascii="Times New Roman" w:hAnsi="Times New Roman"/>
          <w:sz w:val="28"/>
          <w:szCs w:val="28"/>
        </w:rPr>
        <w:tab/>
        <w:t>Начисление пенсии за выслугу лет и доплаты к пенсии прекращается со дня, в который наступили перечисленные в настоящем пункте обстоятельства.</w:t>
      </w:r>
    </w:p>
    <w:p w:rsidR="006C490F" w:rsidRPr="001B2562" w:rsidRDefault="006C490F" w:rsidP="001B2562">
      <w:pPr>
        <w:pStyle w:val="ListParagraph"/>
        <w:numPr>
          <w:ilvl w:val="1"/>
          <w:numId w:val="6"/>
        </w:numPr>
        <w:spacing w:line="240" w:lineRule="auto"/>
        <w:ind w:left="360" w:firstLine="851"/>
        <w:jc w:val="both"/>
        <w:rPr>
          <w:rFonts w:ascii="Times New Roman" w:hAnsi="Times New Roman"/>
          <w:sz w:val="28"/>
          <w:szCs w:val="28"/>
        </w:rPr>
      </w:pPr>
      <w:r w:rsidRPr="001B2562">
        <w:rPr>
          <w:rFonts w:ascii="Times New Roman" w:hAnsi="Times New Roman"/>
          <w:sz w:val="28"/>
          <w:szCs w:val="28"/>
        </w:rPr>
        <w:t>Получатель доплаты к трудовой пенсии или пенсии за выслугу лет обязан в пятидневный срок сообщить органу местного самоуправления Гатчинского муниципального района, осуществляющему выплату этой пенсии, о возникновении обстоятельств, указанных в пункте 6.5 настоящего положения.</w:t>
      </w:r>
    </w:p>
    <w:p w:rsidR="006C490F" w:rsidRPr="001B2562" w:rsidRDefault="006C490F" w:rsidP="001B2562">
      <w:pPr>
        <w:pStyle w:val="ListParagraph"/>
        <w:numPr>
          <w:ilvl w:val="1"/>
          <w:numId w:val="6"/>
        </w:numPr>
        <w:spacing w:line="240" w:lineRule="auto"/>
        <w:ind w:left="360" w:firstLine="567"/>
        <w:jc w:val="both"/>
        <w:rPr>
          <w:rFonts w:ascii="Times New Roman" w:hAnsi="Times New Roman"/>
          <w:sz w:val="28"/>
          <w:szCs w:val="28"/>
        </w:rPr>
      </w:pPr>
      <w:r w:rsidRPr="001B2562">
        <w:rPr>
          <w:rFonts w:ascii="Times New Roman" w:hAnsi="Times New Roman"/>
          <w:sz w:val="28"/>
          <w:szCs w:val="28"/>
        </w:rPr>
        <w:t xml:space="preserve">В случае смерти лица, получившего пенсию за выслугу лет или доплату к пенсии, выплата пенсии </w:t>
      </w:r>
      <w:r>
        <w:rPr>
          <w:rFonts w:ascii="Times New Roman" w:hAnsi="Times New Roman"/>
          <w:sz w:val="28"/>
          <w:szCs w:val="28"/>
        </w:rPr>
        <w:t>за выслугу лет или доплата</w:t>
      </w:r>
      <w:r w:rsidRPr="001B2562">
        <w:rPr>
          <w:rFonts w:ascii="Times New Roman" w:hAnsi="Times New Roman"/>
          <w:sz w:val="28"/>
          <w:szCs w:val="28"/>
        </w:rPr>
        <w:t xml:space="preserve"> к пенсии прекращается с 1-го числа месяца, следующего за месяцем, в котором наступила смерть получателя (на основании свидетельства о смерти либо на основании сведений об умерших, ежемесячно предоставляемых Комитетом ЗАГС Гатчинского муниципального района), решением председателя Комитета социальной защиты населения Гатчинского муниципального района.</w:t>
      </w:r>
    </w:p>
    <w:p w:rsidR="006C490F" w:rsidRPr="001B2562" w:rsidRDefault="006C490F" w:rsidP="001B2562">
      <w:pPr>
        <w:pStyle w:val="ListParagraph"/>
        <w:spacing w:line="240" w:lineRule="auto"/>
        <w:ind w:left="360" w:firstLine="567"/>
        <w:jc w:val="both"/>
        <w:rPr>
          <w:rFonts w:ascii="Times New Roman" w:hAnsi="Times New Roman"/>
          <w:sz w:val="28"/>
          <w:szCs w:val="28"/>
        </w:rPr>
      </w:pPr>
      <w:r w:rsidRPr="001B2562">
        <w:rPr>
          <w:rFonts w:ascii="Times New Roman" w:hAnsi="Times New Roman"/>
          <w:sz w:val="28"/>
          <w:szCs w:val="28"/>
        </w:rPr>
        <w:t>Суммы пенсии за выслугу лет  или доплаты к пенсии, не выплаченные на день смерти получателя, выплачиваются его наследникам в установленном законодательством  порядке.</w:t>
      </w:r>
    </w:p>
    <w:p w:rsidR="006C490F" w:rsidRPr="001B2562" w:rsidRDefault="006C490F" w:rsidP="001B2562">
      <w:pPr>
        <w:pStyle w:val="ListParagraph"/>
        <w:spacing w:line="240" w:lineRule="auto"/>
        <w:ind w:left="360" w:firstLine="567"/>
        <w:jc w:val="both"/>
        <w:rPr>
          <w:rFonts w:ascii="Times New Roman" w:hAnsi="Times New Roman"/>
          <w:sz w:val="28"/>
          <w:szCs w:val="28"/>
        </w:rPr>
      </w:pPr>
    </w:p>
    <w:p w:rsidR="006C490F" w:rsidRPr="001B2562" w:rsidRDefault="006C490F" w:rsidP="001B2562">
      <w:pPr>
        <w:pStyle w:val="ListParagraph"/>
        <w:spacing w:line="240" w:lineRule="auto"/>
        <w:ind w:left="360" w:firstLine="567"/>
        <w:jc w:val="center"/>
        <w:rPr>
          <w:rFonts w:ascii="Times New Roman" w:hAnsi="Times New Roman"/>
          <w:b/>
          <w:sz w:val="28"/>
          <w:szCs w:val="28"/>
        </w:rPr>
      </w:pPr>
      <w:r w:rsidRPr="001B2562">
        <w:rPr>
          <w:rFonts w:ascii="Times New Roman" w:hAnsi="Times New Roman"/>
          <w:b/>
          <w:sz w:val="28"/>
          <w:szCs w:val="28"/>
        </w:rPr>
        <w:t xml:space="preserve">Раздел </w:t>
      </w:r>
      <w:r w:rsidRPr="001B2562">
        <w:rPr>
          <w:rFonts w:ascii="Times New Roman" w:hAnsi="Times New Roman"/>
          <w:b/>
          <w:sz w:val="28"/>
          <w:szCs w:val="28"/>
          <w:lang w:val="en-US"/>
        </w:rPr>
        <w:t>VIII</w:t>
      </w:r>
      <w:r w:rsidRPr="001B2562">
        <w:rPr>
          <w:rFonts w:ascii="Times New Roman" w:hAnsi="Times New Roman"/>
          <w:b/>
          <w:sz w:val="28"/>
          <w:szCs w:val="28"/>
        </w:rPr>
        <w:t>. Порядок финансирования, выплаты и перерасчета</w:t>
      </w:r>
    </w:p>
    <w:p w:rsidR="006C490F" w:rsidRPr="001B2562" w:rsidRDefault="006C490F" w:rsidP="001B2562">
      <w:pPr>
        <w:pStyle w:val="ListParagraph"/>
        <w:spacing w:line="240" w:lineRule="auto"/>
        <w:ind w:left="360" w:firstLine="567"/>
        <w:jc w:val="center"/>
        <w:rPr>
          <w:rFonts w:ascii="Times New Roman" w:hAnsi="Times New Roman"/>
          <w:b/>
          <w:sz w:val="28"/>
          <w:szCs w:val="28"/>
        </w:rPr>
      </w:pPr>
      <w:r w:rsidRPr="001B2562">
        <w:rPr>
          <w:rFonts w:ascii="Times New Roman" w:hAnsi="Times New Roman"/>
          <w:b/>
          <w:sz w:val="28"/>
          <w:szCs w:val="28"/>
        </w:rPr>
        <w:t>пенсии за выслугу лет и доплаты к пенсии</w:t>
      </w:r>
    </w:p>
    <w:p w:rsidR="006C490F" w:rsidRPr="001B2562" w:rsidRDefault="006C490F" w:rsidP="001B2562">
      <w:pPr>
        <w:pStyle w:val="ListParagraph"/>
        <w:spacing w:line="240" w:lineRule="auto"/>
        <w:ind w:left="360" w:firstLine="567"/>
        <w:jc w:val="center"/>
        <w:rPr>
          <w:rFonts w:ascii="Times New Roman" w:hAnsi="Times New Roman"/>
          <w:b/>
          <w:sz w:val="28"/>
          <w:szCs w:val="28"/>
        </w:rPr>
      </w:pPr>
    </w:p>
    <w:p w:rsidR="006C490F" w:rsidRPr="001B2562" w:rsidRDefault="006C490F" w:rsidP="001B2562">
      <w:pPr>
        <w:pStyle w:val="ListParagraph"/>
        <w:spacing w:line="240" w:lineRule="auto"/>
        <w:ind w:left="360" w:firstLine="567"/>
        <w:jc w:val="both"/>
        <w:rPr>
          <w:rFonts w:ascii="Times New Roman" w:hAnsi="Times New Roman"/>
          <w:sz w:val="28"/>
          <w:szCs w:val="28"/>
        </w:rPr>
      </w:pPr>
      <w:r w:rsidRPr="001B2562">
        <w:rPr>
          <w:rFonts w:ascii="Times New Roman" w:hAnsi="Times New Roman"/>
          <w:sz w:val="28"/>
          <w:szCs w:val="28"/>
        </w:rPr>
        <w:t>8.1 Комитет социальной защиты населения Гатчинского муниципального района до 10–го числа каждого месяца производит начисление и формирует  заявку на финансирование пенсии за выслугу лет и доплаты к пенсии за текущий месяц.</w:t>
      </w:r>
    </w:p>
    <w:p w:rsidR="006C490F" w:rsidRPr="001B2562" w:rsidRDefault="006C490F" w:rsidP="001B2562">
      <w:pPr>
        <w:pStyle w:val="ListParagraph"/>
        <w:spacing w:line="240" w:lineRule="auto"/>
        <w:ind w:left="360" w:firstLine="567"/>
        <w:jc w:val="both"/>
        <w:rPr>
          <w:rFonts w:ascii="Times New Roman" w:hAnsi="Times New Roman"/>
          <w:sz w:val="28"/>
          <w:szCs w:val="28"/>
        </w:rPr>
      </w:pPr>
      <w:r w:rsidRPr="001B2562">
        <w:rPr>
          <w:rFonts w:ascii="Times New Roman" w:hAnsi="Times New Roman"/>
          <w:sz w:val="28"/>
          <w:szCs w:val="28"/>
        </w:rPr>
        <w:t>Размер пенсии за выслугу лет и размер доплаты к пенсии определяется в рублях. При определении размера пенсии за выслугу лет и размера доплаты к пенсии суммы до 50 копеек включительно не учитываются, суммы более 50 копеек округляются до одного рубля.</w:t>
      </w:r>
    </w:p>
    <w:p w:rsidR="006C490F" w:rsidRPr="001B2562" w:rsidRDefault="006C490F" w:rsidP="001B2562">
      <w:pPr>
        <w:pStyle w:val="ListParagraph"/>
        <w:spacing w:line="240" w:lineRule="auto"/>
        <w:ind w:left="360" w:firstLine="567"/>
        <w:jc w:val="both"/>
        <w:rPr>
          <w:rFonts w:ascii="Times New Roman" w:hAnsi="Times New Roman"/>
          <w:sz w:val="28"/>
          <w:szCs w:val="28"/>
        </w:rPr>
      </w:pPr>
      <w:r w:rsidRPr="001B2562">
        <w:rPr>
          <w:rFonts w:ascii="Times New Roman" w:hAnsi="Times New Roman"/>
          <w:sz w:val="28"/>
          <w:szCs w:val="28"/>
        </w:rPr>
        <w:t>Работающим пенсионерам (за исключением возвратившихся на государственную или муниципальную должность) пенсия за выслугу лет и доплата к пенсии выплачиваются в полном объеме.</w:t>
      </w:r>
    </w:p>
    <w:p w:rsidR="006C490F" w:rsidRPr="001B2562" w:rsidRDefault="006C490F" w:rsidP="001B2562">
      <w:pPr>
        <w:pStyle w:val="ListParagraph"/>
        <w:spacing w:line="240" w:lineRule="auto"/>
        <w:ind w:left="360" w:firstLine="567"/>
        <w:jc w:val="both"/>
        <w:rPr>
          <w:rFonts w:ascii="Times New Roman" w:hAnsi="Times New Roman"/>
          <w:sz w:val="28"/>
          <w:szCs w:val="28"/>
        </w:rPr>
      </w:pPr>
      <w:r w:rsidRPr="001B2562">
        <w:rPr>
          <w:rFonts w:ascii="Times New Roman" w:hAnsi="Times New Roman"/>
          <w:sz w:val="28"/>
          <w:szCs w:val="28"/>
        </w:rPr>
        <w:t>8.2 Пенсия за выслугу лет и доплата к пенсии выплачивается из средств бюджета муниципального образования «Гатчинской муниципальный район» Ленинградской области.</w:t>
      </w:r>
    </w:p>
    <w:p w:rsidR="006C490F" w:rsidRPr="001B2562" w:rsidRDefault="006C490F" w:rsidP="001B2562">
      <w:pPr>
        <w:pStyle w:val="ListParagraph"/>
        <w:spacing w:line="240" w:lineRule="auto"/>
        <w:ind w:left="360" w:firstLine="567"/>
        <w:jc w:val="both"/>
        <w:rPr>
          <w:rFonts w:ascii="Times New Roman" w:hAnsi="Times New Roman"/>
          <w:sz w:val="28"/>
          <w:szCs w:val="28"/>
        </w:rPr>
      </w:pPr>
      <w:r w:rsidRPr="001B2562">
        <w:rPr>
          <w:rFonts w:ascii="Times New Roman" w:hAnsi="Times New Roman"/>
          <w:sz w:val="28"/>
          <w:szCs w:val="28"/>
        </w:rPr>
        <w:t>Финансирование расходов по выплате пенсий за выслугу лет и доплаты к пенсии производятся Комитетом финансов Гатчинского муниципального района ежемесячно до 15 числа текущего месяца на основании заявки Комитета социальной защиты населения Гатчинского муниципального района в пределах сумм, предусмотренных бюджетом муниципального образования «Гатчинский муниципальный район» Ленинградской области на соответствующий финансовый год.</w:t>
      </w:r>
    </w:p>
    <w:p w:rsidR="006C490F" w:rsidRPr="001B2562" w:rsidRDefault="006C490F" w:rsidP="001B2562">
      <w:pPr>
        <w:pStyle w:val="ListParagraph"/>
        <w:spacing w:line="240" w:lineRule="auto"/>
        <w:ind w:left="360" w:firstLine="567"/>
        <w:jc w:val="both"/>
        <w:rPr>
          <w:rFonts w:ascii="Times New Roman" w:hAnsi="Times New Roman"/>
          <w:sz w:val="28"/>
          <w:szCs w:val="28"/>
        </w:rPr>
      </w:pPr>
      <w:r w:rsidRPr="001B2562">
        <w:rPr>
          <w:rFonts w:ascii="Times New Roman" w:hAnsi="Times New Roman"/>
          <w:sz w:val="28"/>
          <w:szCs w:val="28"/>
        </w:rPr>
        <w:t>8.3 Выплата пенсии за выслугу лет и доплаты к пенсии производятся по мере поступления средств  на счет Комитета социальной защиты населения Гатчинского муниципального района путем перечисления денежных средств на лицевые счета в Сберегательном банке Российской федерации.</w:t>
      </w:r>
    </w:p>
    <w:p w:rsidR="006C490F" w:rsidRPr="001B2562" w:rsidRDefault="006C490F" w:rsidP="001B2562">
      <w:pPr>
        <w:pStyle w:val="ListParagraph"/>
        <w:spacing w:line="240" w:lineRule="auto"/>
        <w:ind w:left="360" w:firstLine="567"/>
        <w:jc w:val="both"/>
        <w:rPr>
          <w:rFonts w:ascii="Times New Roman" w:hAnsi="Times New Roman"/>
          <w:sz w:val="28"/>
          <w:szCs w:val="28"/>
        </w:rPr>
      </w:pPr>
      <w:r w:rsidRPr="001B2562">
        <w:rPr>
          <w:rFonts w:ascii="Times New Roman" w:hAnsi="Times New Roman"/>
          <w:sz w:val="28"/>
          <w:szCs w:val="28"/>
        </w:rPr>
        <w:t>Отчеты об использовании средств представляются Комитетом социальной защиты населения Гатчинского муниципального района в Комитет финансов Гатчинского муниципального района по форме и в сроки, устанавливаемые Комитетом финансов Гатчинского муниципального района.</w:t>
      </w:r>
    </w:p>
    <w:p w:rsidR="006C490F" w:rsidRPr="001B2562" w:rsidRDefault="006C490F" w:rsidP="001B2562">
      <w:pPr>
        <w:pStyle w:val="ListParagraph"/>
        <w:spacing w:line="240" w:lineRule="auto"/>
        <w:ind w:left="360" w:firstLine="567"/>
        <w:jc w:val="center"/>
        <w:rPr>
          <w:rFonts w:ascii="Times New Roman" w:hAnsi="Times New Roman"/>
          <w:b/>
          <w:sz w:val="28"/>
          <w:szCs w:val="28"/>
        </w:rPr>
      </w:pPr>
    </w:p>
    <w:p w:rsidR="006C490F" w:rsidRPr="001B2562" w:rsidRDefault="006C490F" w:rsidP="001B2562">
      <w:pPr>
        <w:pStyle w:val="ListParagraph"/>
        <w:spacing w:line="240" w:lineRule="auto"/>
        <w:ind w:left="360" w:firstLine="567"/>
        <w:jc w:val="center"/>
        <w:rPr>
          <w:rFonts w:ascii="Times New Roman" w:hAnsi="Times New Roman"/>
          <w:b/>
          <w:sz w:val="28"/>
          <w:szCs w:val="28"/>
        </w:rPr>
      </w:pPr>
      <w:r w:rsidRPr="001B2562">
        <w:rPr>
          <w:rFonts w:ascii="Times New Roman" w:hAnsi="Times New Roman"/>
          <w:b/>
          <w:sz w:val="28"/>
          <w:szCs w:val="28"/>
          <w:lang w:val="en-US"/>
        </w:rPr>
        <w:t>IX</w:t>
      </w:r>
      <w:r w:rsidRPr="001B2562">
        <w:rPr>
          <w:rFonts w:ascii="Times New Roman" w:hAnsi="Times New Roman"/>
          <w:b/>
          <w:sz w:val="28"/>
          <w:szCs w:val="28"/>
        </w:rPr>
        <w:t>. Обязанности лиц, получающих пенсию за выслугу лет</w:t>
      </w:r>
    </w:p>
    <w:p w:rsidR="006C490F" w:rsidRPr="001B2562" w:rsidRDefault="006C490F" w:rsidP="001B2562">
      <w:pPr>
        <w:pStyle w:val="ListParagraph"/>
        <w:spacing w:line="240" w:lineRule="auto"/>
        <w:ind w:left="360" w:firstLine="567"/>
        <w:jc w:val="center"/>
        <w:rPr>
          <w:rFonts w:ascii="Times New Roman" w:hAnsi="Times New Roman"/>
          <w:b/>
          <w:sz w:val="28"/>
          <w:szCs w:val="28"/>
        </w:rPr>
      </w:pPr>
      <w:r w:rsidRPr="001B2562">
        <w:rPr>
          <w:rFonts w:ascii="Times New Roman" w:hAnsi="Times New Roman"/>
          <w:b/>
          <w:sz w:val="28"/>
          <w:szCs w:val="28"/>
        </w:rPr>
        <w:t xml:space="preserve"> или доплату к пенсии</w:t>
      </w:r>
    </w:p>
    <w:p w:rsidR="006C490F" w:rsidRPr="001B2562" w:rsidRDefault="006C490F" w:rsidP="001B2562">
      <w:pPr>
        <w:pStyle w:val="ListParagraph"/>
        <w:spacing w:line="240" w:lineRule="auto"/>
        <w:ind w:left="360" w:firstLine="567"/>
        <w:jc w:val="center"/>
        <w:rPr>
          <w:rFonts w:ascii="Times New Roman" w:hAnsi="Times New Roman"/>
          <w:b/>
          <w:sz w:val="28"/>
          <w:szCs w:val="28"/>
        </w:rPr>
      </w:pPr>
    </w:p>
    <w:p w:rsidR="006C490F" w:rsidRPr="001B2562" w:rsidRDefault="006C490F" w:rsidP="001B2562">
      <w:pPr>
        <w:pStyle w:val="ListParagraph"/>
        <w:spacing w:line="240" w:lineRule="auto"/>
        <w:ind w:left="360" w:firstLine="567"/>
        <w:jc w:val="both"/>
        <w:rPr>
          <w:rFonts w:ascii="Times New Roman" w:hAnsi="Times New Roman"/>
          <w:sz w:val="28"/>
          <w:szCs w:val="28"/>
        </w:rPr>
      </w:pPr>
      <w:r w:rsidRPr="001B2562">
        <w:rPr>
          <w:rFonts w:ascii="Times New Roman" w:hAnsi="Times New Roman"/>
          <w:sz w:val="28"/>
          <w:szCs w:val="28"/>
        </w:rPr>
        <w:t>9.1 Лица, получающие пенсию за выслугу лет или доплату к пенсии, обязаны:</w:t>
      </w:r>
    </w:p>
    <w:p w:rsidR="006C490F" w:rsidRPr="001B2562" w:rsidRDefault="006C490F" w:rsidP="001B2562">
      <w:pPr>
        <w:pStyle w:val="ListParagraph"/>
        <w:spacing w:line="240" w:lineRule="auto"/>
        <w:ind w:left="360" w:firstLine="567"/>
        <w:jc w:val="both"/>
        <w:rPr>
          <w:rFonts w:ascii="Times New Roman" w:hAnsi="Times New Roman"/>
          <w:sz w:val="28"/>
          <w:szCs w:val="28"/>
        </w:rPr>
      </w:pPr>
      <w:r w:rsidRPr="001B2562">
        <w:rPr>
          <w:rFonts w:ascii="Times New Roman" w:hAnsi="Times New Roman"/>
          <w:sz w:val="28"/>
          <w:szCs w:val="28"/>
        </w:rPr>
        <w:t>а) в 5-дневный срок сообщить в Комитет социальной защиты населения Гатчинского муниципального района о возникновении обстоятельств, влекущих изменение, приостановление или прекращение выплаты, в частности:</w:t>
      </w:r>
    </w:p>
    <w:p w:rsidR="006C490F" w:rsidRPr="001B2562" w:rsidRDefault="006C490F" w:rsidP="001B2562">
      <w:pPr>
        <w:pStyle w:val="ListParagraph"/>
        <w:spacing w:line="240" w:lineRule="auto"/>
        <w:ind w:left="360" w:firstLine="567"/>
        <w:jc w:val="both"/>
        <w:rPr>
          <w:rFonts w:ascii="Times New Roman" w:hAnsi="Times New Roman"/>
          <w:sz w:val="28"/>
          <w:szCs w:val="28"/>
        </w:rPr>
      </w:pPr>
      <w:r w:rsidRPr="001B2562">
        <w:rPr>
          <w:rFonts w:ascii="Times New Roman" w:hAnsi="Times New Roman"/>
          <w:sz w:val="28"/>
          <w:szCs w:val="28"/>
        </w:rPr>
        <w:t>- возвращение на муниципальную или государственную службы;</w:t>
      </w:r>
    </w:p>
    <w:p w:rsidR="006C490F" w:rsidRPr="001B2562" w:rsidRDefault="006C490F" w:rsidP="001B2562">
      <w:pPr>
        <w:pStyle w:val="ListParagraph"/>
        <w:spacing w:line="240" w:lineRule="auto"/>
        <w:ind w:left="360" w:firstLine="567"/>
        <w:jc w:val="both"/>
        <w:rPr>
          <w:rFonts w:ascii="Times New Roman" w:hAnsi="Times New Roman"/>
          <w:sz w:val="28"/>
          <w:szCs w:val="28"/>
        </w:rPr>
      </w:pPr>
      <w:r w:rsidRPr="001B2562">
        <w:rPr>
          <w:rFonts w:ascii="Times New Roman" w:hAnsi="Times New Roman"/>
          <w:sz w:val="28"/>
          <w:szCs w:val="28"/>
        </w:rPr>
        <w:t>- переход на иной вид пенсии,</w:t>
      </w:r>
    </w:p>
    <w:p w:rsidR="006C490F" w:rsidRPr="001B2562" w:rsidRDefault="006C490F" w:rsidP="001B2562">
      <w:pPr>
        <w:pStyle w:val="ListParagraph"/>
        <w:spacing w:line="240" w:lineRule="auto"/>
        <w:ind w:left="360" w:firstLine="567"/>
        <w:jc w:val="both"/>
        <w:rPr>
          <w:rFonts w:ascii="Times New Roman" w:hAnsi="Times New Roman"/>
          <w:sz w:val="28"/>
          <w:szCs w:val="28"/>
        </w:rPr>
      </w:pPr>
      <w:r w:rsidRPr="001B2562">
        <w:rPr>
          <w:rFonts w:ascii="Times New Roman" w:hAnsi="Times New Roman"/>
          <w:sz w:val="28"/>
          <w:szCs w:val="28"/>
        </w:rPr>
        <w:t>- изменение места жительства.</w:t>
      </w:r>
    </w:p>
    <w:p w:rsidR="006C490F" w:rsidRPr="001B2562" w:rsidRDefault="006C490F" w:rsidP="001B2562">
      <w:pPr>
        <w:pStyle w:val="ListParagraph"/>
        <w:spacing w:line="240" w:lineRule="auto"/>
        <w:ind w:left="360" w:firstLine="567"/>
        <w:jc w:val="both"/>
        <w:rPr>
          <w:rFonts w:ascii="Times New Roman" w:hAnsi="Times New Roman"/>
          <w:sz w:val="28"/>
          <w:szCs w:val="28"/>
        </w:rPr>
      </w:pPr>
      <w:r w:rsidRPr="001B2562">
        <w:rPr>
          <w:rFonts w:ascii="Times New Roman" w:hAnsi="Times New Roman"/>
          <w:sz w:val="28"/>
          <w:szCs w:val="28"/>
        </w:rPr>
        <w:t>б) ежегодно с период с 01 октября по 31 декабря явиться на перерегистрацию в Комитет социальной защиты населения Гатчинского муниципального района и предоставить личное заявление о продлении на очередной год начисления пенсии за выслугу лет или доплаты к пенсии и предъявить документы, подтверждающие сохранение права на пенсию за выслугу лет или доплату к пенсии: паспорт, трудовую книжку, пенсионное удостоверение.</w:t>
      </w:r>
    </w:p>
    <w:p w:rsidR="006C490F" w:rsidRPr="001B2562" w:rsidRDefault="006C490F" w:rsidP="001B2562">
      <w:pPr>
        <w:pStyle w:val="ListParagraph"/>
        <w:spacing w:line="240" w:lineRule="auto"/>
        <w:ind w:left="360" w:firstLine="567"/>
        <w:jc w:val="both"/>
        <w:rPr>
          <w:rFonts w:ascii="Times New Roman" w:hAnsi="Times New Roman"/>
          <w:sz w:val="28"/>
          <w:szCs w:val="28"/>
        </w:rPr>
      </w:pPr>
      <w:r w:rsidRPr="001B2562">
        <w:rPr>
          <w:rFonts w:ascii="Times New Roman" w:hAnsi="Times New Roman"/>
          <w:sz w:val="28"/>
          <w:szCs w:val="28"/>
        </w:rPr>
        <w:t>9.2 Получателям, своевременно не прошедшим перерегистрацию выплата пенсии за выслугу лет, либо доплаты к пенсии приостанавливается и возобновляется после прохождения регистрации, но не более чем за 6 предыдущих месяцев, не считая месяца прохождения перерегистрации. При наличии уважительной причины, подтверждаемой документами, доплата к пенсии и пенсия за выслугу лет выплачивается за весь период.</w:t>
      </w:r>
    </w:p>
    <w:p w:rsidR="006C490F" w:rsidRDefault="006C490F" w:rsidP="001B2562">
      <w:pPr>
        <w:pStyle w:val="ListParagraph"/>
        <w:spacing w:line="240" w:lineRule="auto"/>
        <w:ind w:left="360" w:firstLine="567"/>
        <w:jc w:val="center"/>
        <w:rPr>
          <w:rFonts w:ascii="Times New Roman" w:hAnsi="Times New Roman"/>
          <w:b/>
          <w:sz w:val="28"/>
          <w:szCs w:val="28"/>
        </w:rPr>
      </w:pPr>
    </w:p>
    <w:p w:rsidR="006C490F" w:rsidRPr="001B2562" w:rsidRDefault="006C490F" w:rsidP="001B2562">
      <w:pPr>
        <w:pStyle w:val="ListParagraph"/>
        <w:spacing w:line="240" w:lineRule="auto"/>
        <w:ind w:left="360" w:firstLine="567"/>
        <w:jc w:val="center"/>
        <w:rPr>
          <w:rFonts w:ascii="Times New Roman" w:hAnsi="Times New Roman"/>
          <w:b/>
          <w:sz w:val="28"/>
          <w:szCs w:val="28"/>
        </w:rPr>
      </w:pPr>
      <w:r w:rsidRPr="001B2562">
        <w:rPr>
          <w:rFonts w:ascii="Times New Roman" w:hAnsi="Times New Roman"/>
          <w:b/>
          <w:sz w:val="28"/>
          <w:szCs w:val="28"/>
          <w:lang w:val="en-US"/>
        </w:rPr>
        <w:t>X</w:t>
      </w:r>
      <w:r w:rsidRPr="001B2562">
        <w:rPr>
          <w:rFonts w:ascii="Times New Roman" w:hAnsi="Times New Roman"/>
          <w:b/>
          <w:sz w:val="28"/>
          <w:szCs w:val="28"/>
        </w:rPr>
        <w:t>. Заключительные положения</w:t>
      </w:r>
    </w:p>
    <w:p w:rsidR="006C490F" w:rsidRPr="001B2562" w:rsidRDefault="006C490F" w:rsidP="001B2562">
      <w:pPr>
        <w:pStyle w:val="ListParagraph"/>
        <w:spacing w:line="240" w:lineRule="auto"/>
        <w:ind w:left="360" w:firstLine="567"/>
        <w:jc w:val="center"/>
        <w:rPr>
          <w:rFonts w:ascii="Times New Roman" w:hAnsi="Times New Roman"/>
          <w:b/>
          <w:sz w:val="28"/>
          <w:szCs w:val="28"/>
        </w:rPr>
      </w:pPr>
    </w:p>
    <w:p w:rsidR="006C490F" w:rsidRPr="001B2562" w:rsidRDefault="006C490F" w:rsidP="001B2562">
      <w:pPr>
        <w:pStyle w:val="ListParagraph"/>
        <w:spacing w:line="240" w:lineRule="auto"/>
        <w:ind w:left="360" w:firstLine="567"/>
        <w:jc w:val="both"/>
        <w:rPr>
          <w:rFonts w:ascii="Times New Roman" w:hAnsi="Times New Roman"/>
          <w:sz w:val="28"/>
          <w:szCs w:val="28"/>
        </w:rPr>
      </w:pPr>
      <w:r w:rsidRPr="001B2562">
        <w:rPr>
          <w:rFonts w:ascii="Times New Roman" w:hAnsi="Times New Roman"/>
          <w:sz w:val="28"/>
          <w:szCs w:val="28"/>
        </w:rPr>
        <w:t>10.1 В случае возникновения обстоятельств, требующих разбирательства и дополнительной информации, выплата пенсии за выслугу лет и доплаты к пенсии может приостанавливаться не более чем на три месяца до получения необходимой информации и возобновляться с даты приостановления на основании решения председателя Комитета социальной защиты населения.</w:t>
      </w:r>
    </w:p>
    <w:p w:rsidR="006C490F" w:rsidRPr="001B2562" w:rsidRDefault="006C490F" w:rsidP="001B2562">
      <w:pPr>
        <w:pStyle w:val="ListParagraph"/>
        <w:spacing w:line="240" w:lineRule="auto"/>
        <w:ind w:left="360" w:firstLine="567"/>
        <w:jc w:val="both"/>
        <w:rPr>
          <w:rFonts w:ascii="Times New Roman" w:hAnsi="Times New Roman"/>
          <w:sz w:val="28"/>
          <w:szCs w:val="28"/>
        </w:rPr>
      </w:pPr>
      <w:r w:rsidRPr="001B2562">
        <w:rPr>
          <w:rFonts w:ascii="Times New Roman" w:hAnsi="Times New Roman"/>
          <w:sz w:val="28"/>
          <w:szCs w:val="28"/>
        </w:rPr>
        <w:t>10.2 В случае переплаты денежных сумм получателю пенсии за выслугу лет или доплаты к пенсии:</w:t>
      </w:r>
    </w:p>
    <w:p w:rsidR="006C490F" w:rsidRPr="001B2562" w:rsidRDefault="006C490F" w:rsidP="001B2562">
      <w:pPr>
        <w:pStyle w:val="ListParagraph"/>
        <w:spacing w:line="240" w:lineRule="auto"/>
        <w:ind w:left="360" w:firstLine="567"/>
        <w:jc w:val="both"/>
        <w:rPr>
          <w:rFonts w:ascii="Times New Roman" w:hAnsi="Times New Roman"/>
          <w:sz w:val="28"/>
          <w:szCs w:val="28"/>
        </w:rPr>
      </w:pPr>
      <w:r w:rsidRPr="001B2562">
        <w:rPr>
          <w:rFonts w:ascii="Times New Roman" w:hAnsi="Times New Roman"/>
          <w:sz w:val="28"/>
          <w:szCs w:val="28"/>
        </w:rPr>
        <w:t>а) по организационным причинам – зачет переплаченных сумм производится при очередных выплатах (разовое удержание не должно превышать 25% от начисленного размера пенсии за выслугу лет или размера доплаты к пенсии);</w:t>
      </w:r>
    </w:p>
    <w:p w:rsidR="006C490F" w:rsidRPr="001B2562" w:rsidRDefault="006C490F" w:rsidP="001B2562">
      <w:pPr>
        <w:pStyle w:val="ListParagraph"/>
        <w:spacing w:line="240" w:lineRule="auto"/>
        <w:ind w:left="360" w:firstLine="567"/>
        <w:jc w:val="both"/>
        <w:rPr>
          <w:rFonts w:ascii="Times New Roman" w:hAnsi="Times New Roman"/>
          <w:sz w:val="28"/>
          <w:szCs w:val="28"/>
        </w:rPr>
      </w:pPr>
      <w:r w:rsidRPr="001B2562">
        <w:rPr>
          <w:rFonts w:ascii="Times New Roman" w:hAnsi="Times New Roman"/>
          <w:sz w:val="28"/>
          <w:szCs w:val="28"/>
        </w:rPr>
        <w:t>б) в результате сокрытия получателем пенсии за выслугу лет или доплаты к пенсии фактов, являющихся основанием для изменения, приостановления или прекращения выплаты, переплаченные сумы возвращаются этим лицом добровольно в полном объеме путем зачета переплаченных сумм при очередных выплатах, а в случае несогласия взыскиваются в судебном порядке.</w:t>
      </w:r>
    </w:p>
    <w:p w:rsidR="006C490F" w:rsidRPr="001B2562" w:rsidRDefault="006C490F" w:rsidP="001B2562">
      <w:pPr>
        <w:pStyle w:val="ListParagraph"/>
        <w:spacing w:line="240" w:lineRule="auto"/>
        <w:ind w:left="360" w:firstLine="567"/>
        <w:jc w:val="both"/>
        <w:rPr>
          <w:rFonts w:ascii="Times New Roman" w:hAnsi="Times New Roman"/>
          <w:sz w:val="28"/>
          <w:szCs w:val="28"/>
        </w:rPr>
      </w:pPr>
      <w:r w:rsidRPr="001B2562">
        <w:rPr>
          <w:rFonts w:ascii="Times New Roman" w:hAnsi="Times New Roman"/>
          <w:sz w:val="28"/>
          <w:szCs w:val="28"/>
        </w:rPr>
        <w:t>Основанием для взыскания переплаченных сумм является постановление администрации Гатчинского муниципального района о прекращении начисления и выплаты пенсии за выслугу лет или доплаты к пенсии и решение о взыскании переплаченных сумм.</w:t>
      </w:r>
    </w:p>
    <w:p w:rsidR="006C490F" w:rsidRPr="001B2562" w:rsidRDefault="006C490F" w:rsidP="001B2562">
      <w:pPr>
        <w:pStyle w:val="ListParagraph"/>
        <w:spacing w:line="240" w:lineRule="auto"/>
        <w:ind w:left="360" w:firstLine="567"/>
        <w:jc w:val="both"/>
        <w:rPr>
          <w:rFonts w:ascii="Times New Roman" w:hAnsi="Times New Roman"/>
          <w:sz w:val="28"/>
          <w:szCs w:val="28"/>
        </w:rPr>
      </w:pPr>
      <w:r w:rsidRPr="001B2562">
        <w:rPr>
          <w:rFonts w:ascii="Times New Roman" w:hAnsi="Times New Roman"/>
          <w:sz w:val="28"/>
          <w:szCs w:val="28"/>
        </w:rPr>
        <w:t>10.3 Вопросы, связанные с назначением и выплатой пенсии за выслугу лет и доплаты к пенсии, не урегулированные законодательством Ленинградской области и настоящим положением, разрешаются применительно к правилам назначения и выплаты трудовых пенсий, предусмотренных федеральными законами «О государственном пенсионном обеспечении в Российской Федерации» и «О трудовых пенсиях в Российской федерации».</w:t>
      </w:r>
    </w:p>
    <w:p w:rsidR="006C490F" w:rsidRPr="001B2562" w:rsidRDefault="006C490F" w:rsidP="001B2562">
      <w:pPr>
        <w:pStyle w:val="ListParagraph"/>
        <w:spacing w:line="240" w:lineRule="auto"/>
        <w:ind w:left="360" w:firstLine="567"/>
        <w:jc w:val="both"/>
        <w:rPr>
          <w:rFonts w:ascii="Times New Roman" w:hAnsi="Times New Roman"/>
          <w:sz w:val="28"/>
          <w:szCs w:val="28"/>
        </w:rPr>
      </w:pPr>
      <w:r w:rsidRPr="001B2562">
        <w:rPr>
          <w:rFonts w:ascii="Times New Roman" w:hAnsi="Times New Roman"/>
          <w:sz w:val="28"/>
          <w:szCs w:val="28"/>
        </w:rPr>
        <w:t xml:space="preserve">10.4 В обязанности Комитета социальной защиты населения Гатчинского муниципального района входит организация личного приема и рассмотрение писем и заявлений по вопросам, связанным с перерасчетом размера, выплатой и перерасчетом размера пенсии за выслугу лет и размера доплаты к пенсии. </w:t>
      </w:r>
    </w:p>
    <w:p w:rsidR="006C490F" w:rsidRPr="001B2562" w:rsidRDefault="006C490F" w:rsidP="001B2562">
      <w:pPr>
        <w:pStyle w:val="ListParagraph"/>
        <w:spacing w:line="240" w:lineRule="auto"/>
        <w:ind w:left="360" w:firstLine="567"/>
        <w:jc w:val="both"/>
        <w:rPr>
          <w:rFonts w:ascii="Times New Roman" w:hAnsi="Times New Roman"/>
          <w:sz w:val="28"/>
          <w:szCs w:val="28"/>
        </w:rPr>
      </w:pPr>
      <w:r w:rsidRPr="001B2562">
        <w:rPr>
          <w:rFonts w:ascii="Times New Roman" w:hAnsi="Times New Roman"/>
          <w:sz w:val="28"/>
          <w:szCs w:val="28"/>
        </w:rPr>
        <w:t>10.5 Вопросы, не урегулированные настоящим Положением решаются комиссией по установлению стажа муниципальной службы и доплате к пенсиям.</w:t>
      </w:r>
    </w:p>
    <w:p w:rsidR="006C490F" w:rsidRPr="00231664" w:rsidRDefault="006C490F" w:rsidP="00231664">
      <w:pPr>
        <w:pStyle w:val="ListParagraph"/>
        <w:spacing w:line="240" w:lineRule="auto"/>
        <w:ind w:left="360" w:firstLine="567"/>
        <w:jc w:val="both"/>
        <w:rPr>
          <w:rFonts w:ascii="Times New Roman" w:hAnsi="Times New Roman"/>
          <w:b/>
          <w:sz w:val="28"/>
          <w:szCs w:val="28"/>
        </w:rPr>
      </w:pPr>
      <w:r w:rsidRPr="00231664">
        <w:rPr>
          <w:rFonts w:ascii="Times New Roman" w:hAnsi="Times New Roman"/>
          <w:sz w:val="28"/>
          <w:szCs w:val="28"/>
        </w:rPr>
        <w:t>10.6 Настоящее положение применяется к лицам, замещавшим муниципальные должности Гатчинского района и должности муниципальной службы в органах местного самоуправления Гатчинского муниципального района.</w:t>
      </w:r>
    </w:p>
    <w:sectPr w:rsidR="006C490F" w:rsidRPr="00231664" w:rsidSect="00231664">
      <w:footerReference w:type="even" r:id="rId8"/>
      <w:footerReference w:type="default" r:id="rId9"/>
      <w:pgSz w:w="11906" w:h="16838"/>
      <w:pgMar w:top="899" w:right="851" w:bottom="1078" w:left="90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490F" w:rsidRDefault="006C490F">
      <w:r>
        <w:separator/>
      </w:r>
    </w:p>
  </w:endnote>
  <w:endnote w:type="continuationSeparator" w:id="1">
    <w:p w:rsidR="006C490F" w:rsidRDefault="006C49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90F" w:rsidRDefault="006C490F" w:rsidP="00E8693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C490F" w:rsidRDefault="006C490F" w:rsidP="000E4C5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90F" w:rsidRDefault="006C490F" w:rsidP="00E8693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15</w:t>
    </w:r>
    <w:r>
      <w:rPr>
        <w:rStyle w:val="PageNumber"/>
      </w:rPr>
      <w:fldChar w:fldCharType="end"/>
    </w:r>
  </w:p>
  <w:p w:rsidR="006C490F" w:rsidRDefault="006C490F" w:rsidP="000E4C5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490F" w:rsidRDefault="006C490F">
      <w:r>
        <w:separator/>
      </w:r>
    </w:p>
  </w:footnote>
  <w:footnote w:type="continuationSeparator" w:id="1">
    <w:p w:rsidR="006C490F" w:rsidRDefault="006C49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C2475D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CF2304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0C8533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568EDD0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F2AA006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B269A0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C4640F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AB2623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924A6D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6A89C06"/>
    <w:lvl w:ilvl="0">
      <w:start w:val="1"/>
      <w:numFmt w:val="bullet"/>
      <w:lvlText w:val=""/>
      <w:lvlJc w:val="left"/>
      <w:pPr>
        <w:tabs>
          <w:tab w:val="num" w:pos="360"/>
        </w:tabs>
        <w:ind w:left="360" w:hanging="360"/>
      </w:pPr>
      <w:rPr>
        <w:rFonts w:ascii="Symbol" w:hAnsi="Symbol" w:hint="default"/>
      </w:rPr>
    </w:lvl>
  </w:abstractNum>
  <w:abstractNum w:abstractNumId="10">
    <w:nsid w:val="02703AC8"/>
    <w:multiLevelType w:val="hybridMultilevel"/>
    <w:tmpl w:val="30EE95F0"/>
    <w:lvl w:ilvl="0" w:tplc="D43C97F6">
      <w:start w:val="7"/>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15341D3E"/>
    <w:multiLevelType w:val="multilevel"/>
    <w:tmpl w:val="EFB20B2C"/>
    <w:lvl w:ilvl="0">
      <w:start w:val="7"/>
      <w:numFmt w:val="decimal"/>
      <w:lvlText w:val="%1"/>
      <w:lvlJc w:val="left"/>
      <w:pPr>
        <w:ind w:left="360" w:hanging="360"/>
      </w:pPr>
      <w:rPr>
        <w:rFonts w:cs="Times New Roman" w:hint="default"/>
      </w:rPr>
    </w:lvl>
    <w:lvl w:ilvl="1">
      <w:start w:val="6"/>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2">
    <w:nsid w:val="1BC16F67"/>
    <w:multiLevelType w:val="multilevel"/>
    <w:tmpl w:val="053E5DF2"/>
    <w:lvl w:ilvl="0">
      <w:start w:val="7"/>
      <w:numFmt w:val="decimal"/>
      <w:lvlText w:val="%1"/>
      <w:lvlJc w:val="left"/>
      <w:pPr>
        <w:ind w:left="360" w:hanging="360"/>
      </w:pPr>
      <w:rPr>
        <w:rFonts w:cs="Times New Roman" w:hint="default"/>
      </w:rPr>
    </w:lvl>
    <w:lvl w:ilvl="1">
      <w:start w:val="4"/>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
    <w:nsid w:val="45271CF9"/>
    <w:multiLevelType w:val="multilevel"/>
    <w:tmpl w:val="48A41A44"/>
    <w:lvl w:ilvl="0">
      <w:start w:val="6"/>
      <w:numFmt w:val="decimal"/>
      <w:lvlText w:val="%1"/>
      <w:lvlJc w:val="left"/>
      <w:pPr>
        <w:ind w:left="360" w:hanging="360"/>
      </w:pPr>
      <w:rPr>
        <w:rFonts w:cs="Times New Roman" w:hint="default"/>
      </w:rPr>
    </w:lvl>
    <w:lvl w:ilvl="1">
      <w:start w:val="3"/>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4">
    <w:nsid w:val="4BC1701B"/>
    <w:multiLevelType w:val="hybridMultilevel"/>
    <w:tmpl w:val="4BE6255C"/>
    <w:lvl w:ilvl="0" w:tplc="59102074">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5">
    <w:nsid w:val="6D453951"/>
    <w:multiLevelType w:val="multilevel"/>
    <w:tmpl w:val="0A363DD8"/>
    <w:lvl w:ilvl="0">
      <w:start w:val="7"/>
      <w:numFmt w:val="decimal"/>
      <w:lvlText w:val="%1"/>
      <w:lvlJc w:val="left"/>
      <w:pPr>
        <w:ind w:left="360" w:hanging="360"/>
      </w:pPr>
      <w:rPr>
        <w:rFonts w:cs="Times New Roman" w:hint="default"/>
      </w:rPr>
    </w:lvl>
    <w:lvl w:ilvl="1">
      <w:start w:val="2"/>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num w:numId="1">
    <w:abstractNumId w:val="14"/>
  </w:num>
  <w:num w:numId="2">
    <w:abstractNumId w:val="15"/>
  </w:num>
  <w:num w:numId="3">
    <w:abstractNumId w:val="13"/>
  </w:num>
  <w:num w:numId="4">
    <w:abstractNumId w:val="10"/>
  </w:num>
  <w:num w:numId="5">
    <w:abstractNumId w:val="12"/>
  </w:num>
  <w:num w:numId="6">
    <w:abstractNumId w:val="11"/>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6954"/>
    <w:rsid w:val="0000017D"/>
    <w:rsid w:val="00001E1B"/>
    <w:rsid w:val="000026CD"/>
    <w:rsid w:val="000032E2"/>
    <w:rsid w:val="00005400"/>
    <w:rsid w:val="00005908"/>
    <w:rsid w:val="0000601E"/>
    <w:rsid w:val="000061E4"/>
    <w:rsid w:val="0000718C"/>
    <w:rsid w:val="0001009D"/>
    <w:rsid w:val="00010531"/>
    <w:rsid w:val="000112B9"/>
    <w:rsid w:val="00015140"/>
    <w:rsid w:val="00015A69"/>
    <w:rsid w:val="0001689A"/>
    <w:rsid w:val="00017377"/>
    <w:rsid w:val="00017592"/>
    <w:rsid w:val="0002154D"/>
    <w:rsid w:val="00022197"/>
    <w:rsid w:val="00022AC8"/>
    <w:rsid w:val="00022C14"/>
    <w:rsid w:val="000238F2"/>
    <w:rsid w:val="00024545"/>
    <w:rsid w:val="0002535D"/>
    <w:rsid w:val="00026EB7"/>
    <w:rsid w:val="00032B1B"/>
    <w:rsid w:val="0003366C"/>
    <w:rsid w:val="00033E76"/>
    <w:rsid w:val="00034F45"/>
    <w:rsid w:val="00034FB5"/>
    <w:rsid w:val="00035E77"/>
    <w:rsid w:val="000373DB"/>
    <w:rsid w:val="0004117C"/>
    <w:rsid w:val="00042218"/>
    <w:rsid w:val="00043413"/>
    <w:rsid w:val="00043C56"/>
    <w:rsid w:val="00043E5D"/>
    <w:rsid w:val="00044204"/>
    <w:rsid w:val="00050028"/>
    <w:rsid w:val="0005374C"/>
    <w:rsid w:val="00054136"/>
    <w:rsid w:val="00055E4D"/>
    <w:rsid w:val="00056C07"/>
    <w:rsid w:val="0005732F"/>
    <w:rsid w:val="000602CD"/>
    <w:rsid w:val="000617CB"/>
    <w:rsid w:val="0006211C"/>
    <w:rsid w:val="00062E04"/>
    <w:rsid w:val="00063538"/>
    <w:rsid w:val="000652B4"/>
    <w:rsid w:val="00066A1E"/>
    <w:rsid w:val="000676A2"/>
    <w:rsid w:val="0007033C"/>
    <w:rsid w:val="00070D62"/>
    <w:rsid w:val="0007172E"/>
    <w:rsid w:val="00071FEA"/>
    <w:rsid w:val="000720E3"/>
    <w:rsid w:val="00072B85"/>
    <w:rsid w:val="00073484"/>
    <w:rsid w:val="000759CC"/>
    <w:rsid w:val="00075AE6"/>
    <w:rsid w:val="00075DDF"/>
    <w:rsid w:val="000760C5"/>
    <w:rsid w:val="00077997"/>
    <w:rsid w:val="0008087A"/>
    <w:rsid w:val="00081D4D"/>
    <w:rsid w:val="0008252E"/>
    <w:rsid w:val="00082B5D"/>
    <w:rsid w:val="00085CC8"/>
    <w:rsid w:val="00086614"/>
    <w:rsid w:val="00086676"/>
    <w:rsid w:val="00087939"/>
    <w:rsid w:val="00087AEA"/>
    <w:rsid w:val="00093444"/>
    <w:rsid w:val="00094604"/>
    <w:rsid w:val="0009555C"/>
    <w:rsid w:val="00096000"/>
    <w:rsid w:val="000970D3"/>
    <w:rsid w:val="00097C1B"/>
    <w:rsid w:val="000A07A3"/>
    <w:rsid w:val="000A0E09"/>
    <w:rsid w:val="000A1352"/>
    <w:rsid w:val="000A57E5"/>
    <w:rsid w:val="000A7B70"/>
    <w:rsid w:val="000B0925"/>
    <w:rsid w:val="000B13AE"/>
    <w:rsid w:val="000B1F96"/>
    <w:rsid w:val="000B2410"/>
    <w:rsid w:val="000B43D2"/>
    <w:rsid w:val="000B6F71"/>
    <w:rsid w:val="000B726C"/>
    <w:rsid w:val="000C2AF1"/>
    <w:rsid w:val="000C3041"/>
    <w:rsid w:val="000C3E01"/>
    <w:rsid w:val="000C48EC"/>
    <w:rsid w:val="000C5670"/>
    <w:rsid w:val="000C6FBF"/>
    <w:rsid w:val="000D0205"/>
    <w:rsid w:val="000D128E"/>
    <w:rsid w:val="000D2A37"/>
    <w:rsid w:val="000D46D9"/>
    <w:rsid w:val="000D4FCF"/>
    <w:rsid w:val="000D5C47"/>
    <w:rsid w:val="000E4341"/>
    <w:rsid w:val="000E45A0"/>
    <w:rsid w:val="000E4C5B"/>
    <w:rsid w:val="000E4FA7"/>
    <w:rsid w:val="000E58FC"/>
    <w:rsid w:val="000E6A5C"/>
    <w:rsid w:val="000E7CBB"/>
    <w:rsid w:val="000F2175"/>
    <w:rsid w:val="000F3F66"/>
    <w:rsid w:val="000F4136"/>
    <w:rsid w:val="000F4BE6"/>
    <w:rsid w:val="000F5CC9"/>
    <w:rsid w:val="000F6AD0"/>
    <w:rsid w:val="000F7058"/>
    <w:rsid w:val="000F7515"/>
    <w:rsid w:val="000F77E8"/>
    <w:rsid w:val="000F7A62"/>
    <w:rsid w:val="00100879"/>
    <w:rsid w:val="00100B9D"/>
    <w:rsid w:val="00100D17"/>
    <w:rsid w:val="001019C1"/>
    <w:rsid w:val="00102EA3"/>
    <w:rsid w:val="00102F05"/>
    <w:rsid w:val="001048D8"/>
    <w:rsid w:val="00105380"/>
    <w:rsid w:val="00107E9F"/>
    <w:rsid w:val="00110497"/>
    <w:rsid w:val="001105BE"/>
    <w:rsid w:val="00110626"/>
    <w:rsid w:val="00112DC2"/>
    <w:rsid w:val="00113042"/>
    <w:rsid w:val="001133F7"/>
    <w:rsid w:val="00113860"/>
    <w:rsid w:val="00116620"/>
    <w:rsid w:val="00116B7E"/>
    <w:rsid w:val="00116E0D"/>
    <w:rsid w:val="0012066E"/>
    <w:rsid w:val="001221D4"/>
    <w:rsid w:val="0012224A"/>
    <w:rsid w:val="00122B8F"/>
    <w:rsid w:val="00123B0A"/>
    <w:rsid w:val="00124124"/>
    <w:rsid w:val="00124857"/>
    <w:rsid w:val="00126769"/>
    <w:rsid w:val="00127B45"/>
    <w:rsid w:val="00127BFA"/>
    <w:rsid w:val="00127EA8"/>
    <w:rsid w:val="001307A9"/>
    <w:rsid w:val="001311CA"/>
    <w:rsid w:val="00131202"/>
    <w:rsid w:val="0013286E"/>
    <w:rsid w:val="00132984"/>
    <w:rsid w:val="00132B85"/>
    <w:rsid w:val="00133944"/>
    <w:rsid w:val="00133A91"/>
    <w:rsid w:val="00140635"/>
    <w:rsid w:val="00142DFF"/>
    <w:rsid w:val="0014351D"/>
    <w:rsid w:val="00143584"/>
    <w:rsid w:val="00143BDD"/>
    <w:rsid w:val="00143F76"/>
    <w:rsid w:val="00144CEF"/>
    <w:rsid w:val="00146420"/>
    <w:rsid w:val="001510FA"/>
    <w:rsid w:val="00151D54"/>
    <w:rsid w:val="0015277F"/>
    <w:rsid w:val="001528FB"/>
    <w:rsid w:val="001537ED"/>
    <w:rsid w:val="0015438A"/>
    <w:rsid w:val="001545C8"/>
    <w:rsid w:val="0015509A"/>
    <w:rsid w:val="00155A23"/>
    <w:rsid w:val="00156EAD"/>
    <w:rsid w:val="00156F83"/>
    <w:rsid w:val="001570B7"/>
    <w:rsid w:val="001629F6"/>
    <w:rsid w:val="001641DC"/>
    <w:rsid w:val="00164E89"/>
    <w:rsid w:val="00165D90"/>
    <w:rsid w:val="0017043B"/>
    <w:rsid w:val="0017104A"/>
    <w:rsid w:val="001737FA"/>
    <w:rsid w:val="00174705"/>
    <w:rsid w:val="00175131"/>
    <w:rsid w:val="00175F4F"/>
    <w:rsid w:val="00176B41"/>
    <w:rsid w:val="0017703F"/>
    <w:rsid w:val="00180DF3"/>
    <w:rsid w:val="00181449"/>
    <w:rsid w:val="00181A09"/>
    <w:rsid w:val="00182820"/>
    <w:rsid w:val="001834BF"/>
    <w:rsid w:val="00184178"/>
    <w:rsid w:val="001845F8"/>
    <w:rsid w:val="00186327"/>
    <w:rsid w:val="00186A74"/>
    <w:rsid w:val="00186BC5"/>
    <w:rsid w:val="001877E0"/>
    <w:rsid w:val="00187A77"/>
    <w:rsid w:val="00190788"/>
    <w:rsid w:val="00192044"/>
    <w:rsid w:val="0019341A"/>
    <w:rsid w:val="001942B6"/>
    <w:rsid w:val="00196D19"/>
    <w:rsid w:val="00197451"/>
    <w:rsid w:val="001A2F6E"/>
    <w:rsid w:val="001A310B"/>
    <w:rsid w:val="001A52A2"/>
    <w:rsid w:val="001A6004"/>
    <w:rsid w:val="001A603B"/>
    <w:rsid w:val="001A665D"/>
    <w:rsid w:val="001A6E1B"/>
    <w:rsid w:val="001A7AEF"/>
    <w:rsid w:val="001A7B3D"/>
    <w:rsid w:val="001A7B4C"/>
    <w:rsid w:val="001B05AD"/>
    <w:rsid w:val="001B1DDC"/>
    <w:rsid w:val="001B1E52"/>
    <w:rsid w:val="001B2562"/>
    <w:rsid w:val="001B2A4B"/>
    <w:rsid w:val="001B2DA0"/>
    <w:rsid w:val="001B2F81"/>
    <w:rsid w:val="001B3765"/>
    <w:rsid w:val="001B3C97"/>
    <w:rsid w:val="001B3F7B"/>
    <w:rsid w:val="001B5AEE"/>
    <w:rsid w:val="001B73CF"/>
    <w:rsid w:val="001C125A"/>
    <w:rsid w:val="001C26CB"/>
    <w:rsid w:val="001C39CE"/>
    <w:rsid w:val="001C4BD5"/>
    <w:rsid w:val="001C5E9D"/>
    <w:rsid w:val="001C6078"/>
    <w:rsid w:val="001C6D1B"/>
    <w:rsid w:val="001D1948"/>
    <w:rsid w:val="001D1BB2"/>
    <w:rsid w:val="001D1D39"/>
    <w:rsid w:val="001D2C29"/>
    <w:rsid w:val="001D2C56"/>
    <w:rsid w:val="001D37C1"/>
    <w:rsid w:val="001D46DA"/>
    <w:rsid w:val="001D476B"/>
    <w:rsid w:val="001D5F7C"/>
    <w:rsid w:val="001D66F0"/>
    <w:rsid w:val="001D68C7"/>
    <w:rsid w:val="001D7AC0"/>
    <w:rsid w:val="001D7FB6"/>
    <w:rsid w:val="001E146B"/>
    <w:rsid w:val="001E1E08"/>
    <w:rsid w:val="001E2068"/>
    <w:rsid w:val="001E2519"/>
    <w:rsid w:val="001E3498"/>
    <w:rsid w:val="001E3EFA"/>
    <w:rsid w:val="001E3F98"/>
    <w:rsid w:val="001E3FDB"/>
    <w:rsid w:val="001E407D"/>
    <w:rsid w:val="001E4304"/>
    <w:rsid w:val="001E6D54"/>
    <w:rsid w:val="001E70E2"/>
    <w:rsid w:val="001E7DD1"/>
    <w:rsid w:val="001F2388"/>
    <w:rsid w:val="001F2763"/>
    <w:rsid w:val="001F27B7"/>
    <w:rsid w:val="001F2F53"/>
    <w:rsid w:val="001F337A"/>
    <w:rsid w:val="001F5FCF"/>
    <w:rsid w:val="001F626C"/>
    <w:rsid w:val="001F74F6"/>
    <w:rsid w:val="001F7BC4"/>
    <w:rsid w:val="00200B22"/>
    <w:rsid w:val="002010F0"/>
    <w:rsid w:val="00201824"/>
    <w:rsid w:val="00202B3E"/>
    <w:rsid w:val="00202ED1"/>
    <w:rsid w:val="0020632C"/>
    <w:rsid w:val="002077B1"/>
    <w:rsid w:val="002128B0"/>
    <w:rsid w:val="002139E0"/>
    <w:rsid w:val="00214FF2"/>
    <w:rsid w:val="002151D3"/>
    <w:rsid w:val="0021584C"/>
    <w:rsid w:val="00217980"/>
    <w:rsid w:val="002225C7"/>
    <w:rsid w:val="002247B4"/>
    <w:rsid w:val="002269B3"/>
    <w:rsid w:val="00226F6B"/>
    <w:rsid w:val="002272FC"/>
    <w:rsid w:val="00231664"/>
    <w:rsid w:val="002316B4"/>
    <w:rsid w:val="00231747"/>
    <w:rsid w:val="00233649"/>
    <w:rsid w:val="002351CF"/>
    <w:rsid w:val="00236637"/>
    <w:rsid w:val="00236C39"/>
    <w:rsid w:val="00241ED9"/>
    <w:rsid w:val="002436C0"/>
    <w:rsid w:val="0024497D"/>
    <w:rsid w:val="002449F1"/>
    <w:rsid w:val="00245236"/>
    <w:rsid w:val="00245CDA"/>
    <w:rsid w:val="00247C84"/>
    <w:rsid w:val="00250AC5"/>
    <w:rsid w:val="00250C9E"/>
    <w:rsid w:val="00251E90"/>
    <w:rsid w:val="00252B38"/>
    <w:rsid w:val="002531B5"/>
    <w:rsid w:val="0025489D"/>
    <w:rsid w:val="00254974"/>
    <w:rsid w:val="00255E5D"/>
    <w:rsid w:val="00255FAA"/>
    <w:rsid w:val="00260124"/>
    <w:rsid w:val="00260DA3"/>
    <w:rsid w:val="00261729"/>
    <w:rsid w:val="0026243E"/>
    <w:rsid w:val="00263A1E"/>
    <w:rsid w:val="0026464A"/>
    <w:rsid w:val="002646D0"/>
    <w:rsid w:val="00265000"/>
    <w:rsid w:val="0026595C"/>
    <w:rsid w:val="0026607C"/>
    <w:rsid w:val="002668E2"/>
    <w:rsid w:val="002672AB"/>
    <w:rsid w:val="0027443A"/>
    <w:rsid w:val="00274E86"/>
    <w:rsid w:val="00276053"/>
    <w:rsid w:val="00276A79"/>
    <w:rsid w:val="0028018A"/>
    <w:rsid w:val="0028047C"/>
    <w:rsid w:val="00280B22"/>
    <w:rsid w:val="00281111"/>
    <w:rsid w:val="00281AB5"/>
    <w:rsid w:val="00283907"/>
    <w:rsid w:val="00283A74"/>
    <w:rsid w:val="0028481C"/>
    <w:rsid w:val="0028650B"/>
    <w:rsid w:val="00286949"/>
    <w:rsid w:val="00287D12"/>
    <w:rsid w:val="00290237"/>
    <w:rsid w:val="00290C1A"/>
    <w:rsid w:val="0029229E"/>
    <w:rsid w:val="00292E75"/>
    <w:rsid w:val="00294FB6"/>
    <w:rsid w:val="00296A18"/>
    <w:rsid w:val="002A1BE3"/>
    <w:rsid w:val="002A2EAA"/>
    <w:rsid w:val="002A331B"/>
    <w:rsid w:val="002A3917"/>
    <w:rsid w:val="002A3E96"/>
    <w:rsid w:val="002A435E"/>
    <w:rsid w:val="002A47C8"/>
    <w:rsid w:val="002A48B2"/>
    <w:rsid w:val="002A4B2D"/>
    <w:rsid w:val="002A54E5"/>
    <w:rsid w:val="002A5ED6"/>
    <w:rsid w:val="002A6059"/>
    <w:rsid w:val="002A6EA3"/>
    <w:rsid w:val="002A7D0A"/>
    <w:rsid w:val="002B01F3"/>
    <w:rsid w:val="002B0556"/>
    <w:rsid w:val="002B3039"/>
    <w:rsid w:val="002B3269"/>
    <w:rsid w:val="002B3392"/>
    <w:rsid w:val="002B44FF"/>
    <w:rsid w:val="002B5713"/>
    <w:rsid w:val="002B5ED7"/>
    <w:rsid w:val="002B617B"/>
    <w:rsid w:val="002B642B"/>
    <w:rsid w:val="002B6610"/>
    <w:rsid w:val="002B6FD0"/>
    <w:rsid w:val="002C389A"/>
    <w:rsid w:val="002C53B3"/>
    <w:rsid w:val="002C5520"/>
    <w:rsid w:val="002C6F0E"/>
    <w:rsid w:val="002C7C75"/>
    <w:rsid w:val="002D1068"/>
    <w:rsid w:val="002D2271"/>
    <w:rsid w:val="002D2ACE"/>
    <w:rsid w:val="002D655B"/>
    <w:rsid w:val="002D6E6C"/>
    <w:rsid w:val="002E209A"/>
    <w:rsid w:val="002E23AE"/>
    <w:rsid w:val="002E2D4D"/>
    <w:rsid w:val="002E5171"/>
    <w:rsid w:val="002E62C5"/>
    <w:rsid w:val="002F061F"/>
    <w:rsid w:val="002F0861"/>
    <w:rsid w:val="002F095E"/>
    <w:rsid w:val="002F0B15"/>
    <w:rsid w:val="002F0E4B"/>
    <w:rsid w:val="002F0EB0"/>
    <w:rsid w:val="002F3BD0"/>
    <w:rsid w:val="002F44DE"/>
    <w:rsid w:val="002F59FC"/>
    <w:rsid w:val="002F7866"/>
    <w:rsid w:val="00300218"/>
    <w:rsid w:val="00300396"/>
    <w:rsid w:val="003019E7"/>
    <w:rsid w:val="00302F2E"/>
    <w:rsid w:val="003030B1"/>
    <w:rsid w:val="003031C5"/>
    <w:rsid w:val="0030509B"/>
    <w:rsid w:val="00305E7C"/>
    <w:rsid w:val="003063E8"/>
    <w:rsid w:val="003105C5"/>
    <w:rsid w:val="00310866"/>
    <w:rsid w:val="00311097"/>
    <w:rsid w:val="00311618"/>
    <w:rsid w:val="00311771"/>
    <w:rsid w:val="00311CE6"/>
    <w:rsid w:val="003123E2"/>
    <w:rsid w:val="00312C6E"/>
    <w:rsid w:val="00313689"/>
    <w:rsid w:val="00313770"/>
    <w:rsid w:val="0031481F"/>
    <w:rsid w:val="00316B1B"/>
    <w:rsid w:val="0031720E"/>
    <w:rsid w:val="0031745D"/>
    <w:rsid w:val="00320A62"/>
    <w:rsid w:val="00322D61"/>
    <w:rsid w:val="00322E3A"/>
    <w:rsid w:val="00323AC7"/>
    <w:rsid w:val="00324B4F"/>
    <w:rsid w:val="00324BB8"/>
    <w:rsid w:val="003254DD"/>
    <w:rsid w:val="00331A6F"/>
    <w:rsid w:val="003332A6"/>
    <w:rsid w:val="00334331"/>
    <w:rsid w:val="0033456D"/>
    <w:rsid w:val="00334F70"/>
    <w:rsid w:val="00335A83"/>
    <w:rsid w:val="0033763C"/>
    <w:rsid w:val="0034142B"/>
    <w:rsid w:val="003425AE"/>
    <w:rsid w:val="0034383D"/>
    <w:rsid w:val="00344D6E"/>
    <w:rsid w:val="003454B8"/>
    <w:rsid w:val="00346FA1"/>
    <w:rsid w:val="00347437"/>
    <w:rsid w:val="00347C6C"/>
    <w:rsid w:val="00347CCE"/>
    <w:rsid w:val="00350D37"/>
    <w:rsid w:val="00351304"/>
    <w:rsid w:val="00352345"/>
    <w:rsid w:val="003533E7"/>
    <w:rsid w:val="00353492"/>
    <w:rsid w:val="00355E01"/>
    <w:rsid w:val="003573D8"/>
    <w:rsid w:val="003576EA"/>
    <w:rsid w:val="003607D4"/>
    <w:rsid w:val="00360830"/>
    <w:rsid w:val="00361959"/>
    <w:rsid w:val="003621A0"/>
    <w:rsid w:val="00362414"/>
    <w:rsid w:val="003624BB"/>
    <w:rsid w:val="00364CFF"/>
    <w:rsid w:val="00365C13"/>
    <w:rsid w:val="003721DF"/>
    <w:rsid w:val="003729D6"/>
    <w:rsid w:val="003740BC"/>
    <w:rsid w:val="003744BE"/>
    <w:rsid w:val="003778FC"/>
    <w:rsid w:val="00380244"/>
    <w:rsid w:val="00380D95"/>
    <w:rsid w:val="003822AC"/>
    <w:rsid w:val="00382ADD"/>
    <w:rsid w:val="00383D9B"/>
    <w:rsid w:val="00384533"/>
    <w:rsid w:val="00384D80"/>
    <w:rsid w:val="003857C7"/>
    <w:rsid w:val="00385C23"/>
    <w:rsid w:val="003878DF"/>
    <w:rsid w:val="003878FE"/>
    <w:rsid w:val="0039067F"/>
    <w:rsid w:val="00390800"/>
    <w:rsid w:val="00390EF3"/>
    <w:rsid w:val="00390FF7"/>
    <w:rsid w:val="00391F64"/>
    <w:rsid w:val="00393E91"/>
    <w:rsid w:val="003949F9"/>
    <w:rsid w:val="0039580A"/>
    <w:rsid w:val="00397856"/>
    <w:rsid w:val="003A0303"/>
    <w:rsid w:val="003A1433"/>
    <w:rsid w:val="003A1A37"/>
    <w:rsid w:val="003A1EBE"/>
    <w:rsid w:val="003A2B41"/>
    <w:rsid w:val="003A33EE"/>
    <w:rsid w:val="003A3550"/>
    <w:rsid w:val="003A3FC7"/>
    <w:rsid w:val="003A483E"/>
    <w:rsid w:val="003A5122"/>
    <w:rsid w:val="003A615A"/>
    <w:rsid w:val="003B0527"/>
    <w:rsid w:val="003B1227"/>
    <w:rsid w:val="003B1945"/>
    <w:rsid w:val="003B1F44"/>
    <w:rsid w:val="003B2035"/>
    <w:rsid w:val="003B2813"/>
    <w:rsid w:val="003B2D24"/>
    <w:rsid w:val="003B35BD"/>
    <w:rsid w:val="003B4881"/>
    <w:rsid w:val="003B4E35"/>
    <w:rsid w:val="003B5339"/>
    <w:rsid w:val="003B717F"/>
    <w:rsid w:val="003C2A8E"/>
    <w:rsid w:val="003C379A"/>
    <w:rsid w:val="003C3F49"/>
    <w:rsid w:val="003C4BAD"/>
    <w:rsid w:val="003C50BF"/>
    <w:rsid w:val="003C66B6"/>
    <w:rsid w:val="003C697D"/>
    <w:rsid w:val="003C6B60"/>
    <w:rsid w:val="003C77FD"/>
    <w:rsid w:val="003C7E83"/>
    <w:rsid w:val="003D13A0"/>
    <w:rsid w:val="003D1DD8"/>
    <w:rsid w:val="003D2C70"/>
    <w:rsid w:val="003D3332"/>
    <w:rsid w:val="003D33A6"/>
    <w:rsid w:val="003D3D11"/>
    <w:rsid w:val="003D4C8D"/>
    <w:rsid w:val="003D4FD1"/>
    <w:rsid w:val="003D5810"/>
    <w:rsid w:val="003D73BB"/>
    <w:rsid w:val="003D7845"/>
    <w:rsid w:val="003E1472"/>
    <w:rsid w:val="003E1DB8"/>
    <w:rsid w:val="003E2A42"/>
    <w:rsid w:val="003E3582"/>
    <w:rsid w:val="003E3AFA"/>
    <w:rsid w:val="003E3D20"/>
    <w:rsid w:val="003E3FA4"/>
    <w:rsid w:val="003E7415"/>
    <w:rsid w:val="003F010A"/>
    <w:rsid w:val="003F0D6F"/>
    <w:rsid w:val="003F12B0"/>
    <w:rsid w:val="003F14AB"/>
    <w:rsid w:val="003F18B3"/>
    <w:rsid w:val="003F22F8"/>
    <w:rsid w:val="003F32FF"/>
    <w:rsid w:val="003F3EF6"/>
    <w:rsid w:val="003F425F"/>
    <w:rsid w:val="003F45E5"/>
    <w:rsid w:val="003F4699"/>
    <w:rsid w:val="003F4F2B"/>
    <w:rsid w:val="003F5102"/>
    <w:rsid w:val="003F5105"/>
    <w:rsid w:val="003F5A96"/>
    <w:rsid w:val="003F6CAC"/>
    <w:rsid w:val="003F6EFF"/>
    <w:rsid w:val="003F72F3"/>
    <w:rsid w:val="00401C39"/>
    <w:rsid w:val="004031F1"/>
    <w:rsid w:val="00404FF2"/>
    <w:rsid w:val="00405889"/>
    <w:rsid w:val="00411DEC"/>
    <w:rsid w:val="0041444D"/>
    <w:rsid w:val="0041484E"/>
    <w:rsid w:val="00414EBA"/>
    <w:rsid w:val="00415738"/>
    <w:rsid w:val="00416B57"/>
    <w:rsid w:val="00417BD3"/>
    <w:rsid w:val="0042049C"/>
    <w:rsid w:val="00420D9C"/>
    <w:rsid w:val="00423AEA"/>
    <w:rsid w:val="00423DF8"/>
    <w:rsid w:val="0042444F"/>
    <w:rsid w:val="00424DE8"/>
    <w:rsid w:val="00426954"/>
    <w:rsid w:val="00426B76"/>
    <w:rsid w:val="00427782"/>
    <w:rsid w:val="004279F0"/>
    <w:rsid w:val="00427E36"/>
    <w:rsid w:val="0043097D"/>
    <w:rsid w:val="00430F08"/>
    <w:rsid w:val="00431C12"/>
    <w:rsid w:val="00431F1D"/>
    <w:rsid w:val="00432CC2"/>
    <w:rsid w:val="00433892"/>
    <w:rsid w:val="00433D73"/>
    <w:rsid w:val="00435972"/>
    <w:rsid w:val="00435998"/>
    <w:rsid w:val="00440DC5"/>
    <w:rsid w:val="00443BC7"/>
    <w:rsid w:val="004441C7"/>
    <w:rsid w:val="004444ED"/>
    <w:rsid w:val="00444912"/>
    <w:rsid w:val="00444AA9"/>
    <w:rsid w:val="00444E68"/>
    <w:rsid w:val="004455D7"/>
    <w:rsid w:val="004459C3"/>
    <w:rsid w:val="0045048F"/>
    <w:rsid w:val="004517E8"/>
    <w:rsid w:val="0045191F"/>
    <w:rsid w:val="00451EDB"/>
    <w:rsid w:val="004544AD"/>
    <w:rsid w:val="00454EA3"/>
    <w:rsid w:val="0045595A"/>
    <w:rsid w:val="0045642B"/>
    <w:rsid w:val="00456B09"/>
    <w:rsid w:val="00457171"/>
    <w:rsid w:val="00457ED0"/>
    <w:rsid w:val="00460420"/>
    <w:rsid w:val="00460A5B"/>
    <w:rsid w:val="00461E9A"/>
    <w:rsid w:val="00461FA2"/>
    <w:rsid w:val="00463C0F"/>
    <w:rsid w:val="004641B9"/>
    <w:rsid w:val="00464C19"/>
    <w:rsid w:val="004667AD"/>
    <w:rsid w:val="00466EBD"/>
    <w:rsid w:val="004674E8"/>
    <w:rsid w:val="0046799D"/>
    <w:rsid w:val="00471058"/>
    <w:rsid w:val="00471A36"/>
    <w:rsid w:val="00473AC9"/>
    <w:rsid w:val="004741CA"/>
    <w:rsid w:val="00474783"/>
    <w:rsid w:val="0047488B"/>
    <w:rsid w:val="004748AC"/>
    <w:rsid w:val="00474B15"/>
    <w:rsid w:val="0047610C"/>
    <w:rsid w:val="0047655D"/>
    <w:rsid w:val="00477145"/>
    <w:rsid w:val="00480494"/>
    <w:rsid w:val="00480541"/>
    <w:rsid w:val="004811FF"/>
    <w:rsid w:val="00481374"/>
    <w:rsid w:val="00481BAF"/>
    <w:rsid w:val="004825B5"/>
    <w:rsid w:val="004825EA"/>
    <w:rsid w:val="00486F21"/>
    <w:rsid w:val="00487C65"/>
    <w:rsid w:val="004904A3"/>
    <w:rsid w:val="00490C9D"/>
    <w:rsid w:val="00491300"/>
    <w:rsid w:val="0049339E"/>
    <w:rsid w:val="00493584"/>
    <w:rsid w:val="004959C7"/>
    <w:rsid w:val="00495A34"/>
    <w:rsid w:val="00495DEB"/>
    <w:rsid w:val="00496A02"/>
    <w:rsid w:val="00496BA5"/>
    <w:rsid w:val="0049779A"/>
    <w:rsid w:val="00497B75"/>
    <w:rsid w:val="004A056E"/>
    <w:rsid w:val="004A05BC"/>
    <w:rsid w:val="004A0955"/>
    <w:rsid w:val="004A24AD"/>
    <w:rsid w:val="004A349C"/>
    <w:rsid w:val="004A56AF"/>
    <w:rsid w:val="004A572C"/>
    <w:rsid w:val="004A6A34"/>
    <w:rsid w:val="004A73AC"/>
    <w:rsid w:val="004A7D27"/>
    <w:rsid w:val="004A7F71"/>
    <w:rsid w:val="004A7F94"/>
    <w:rsid w:val="004B0210"/>
    <w:rsid w:val="004B02B4"/>
    <w:rsid w:val="004B08F1"/>
    <w:rsid w:val="004B11EE"/>
    <w:rsid w:val="004B1551"/>
    <w:rsid w:val="004B1D26"/>
    <w:rsid w:val="004B20CA"/>
    <w:rsid w:val="004B265F"/>
    <w:rsid w:val="004B33EB"/>
    <w:rsid w:val="004B3CE4"/>
    <w:rsid w:val="004B3E30"/>
    <w:rsid w:val="004B48F3"/>
    <w:rsid w:val="004B5777"/>
    <w:rsid w:val="004C0AC5"/>
    <w:rsid w:val="004C1BBA"/>
    <w:rsid w:val="004C1E3E"/>
    <w:rsid w:val="004C1F9B"/>
    <w:rsid w:val="004C64BB"/>
    <w:rsid w:val="004C78BE"/>
    <w:rsid w:val="004D0760"/>
    <w:rsid w:val="004D28E5"/>
    <w:rsid w:val="004D29AA"/>
    <w:rsid w:val="004D2F76"/>
    <w:rsid w:val="004D561B"/>
    <w:rsid w:val="004D63FD"/>
    <w:rsid w:val="004E0422"/>
    <w:rsid w:val="004E07FD"/>
    <w:rsid w:val="004E1297"/>
    <w:rsid w:val="004E1D02"/>
    <w:rsid w:val="004E211B"/>
    <w:rsid w:val="004E285A"/>
    <w:rsid w:val="004E2BA5"/>
    <w:rsid w:val="004E46AA"/>
    <w:rsid w:val="004E58CE"/>
    <w:rsid w:val="004E67A3"/>
    <w:rsid w:val="004E7788"/>
    <w:rsid w:val="004F2D17"/>
    <w:rsid w:val="004F305E"/>
    <w:rsid w:val="004F33A9"/>
    <w:rsid w:val="004F4650"/>
    <w:rsid w:val="004F48F0"/>
    <w:rsid w:val="004F5A79"/>
    <w:rsid w:val="004F5B3D"/>
    <w:rsid w:val="004F5C91"/>
    <w:rsid w:val="004F6EAE"/>
    <w:rsid w:val="004F778C"/>
    <w:rsid w:val="00500920"/>
    <w:rsid w:val="00500D0A"/>
    <w:rsid w:val="00501431"/>
    <w:rsid w:val="00502E07"/>
    <w:rsid w:val="0050439C"/>
    <w:rsid w:val="005063BE"/>
    <w:rsid w:val="00506A46"/>
    <w:rsid w:val="00511850"/>
    <w:rsid w:val="00513D4D"/>
    <w:rsid w:val="0051436D"/>
    <w:rsid w:val="0051447C"/>
    <w:rsid w:val="005165CF"/>
    <w:rsid w:val="005168C8"/>
    <w:rsid w:val="00516C76"/>
    <w:rsid w:val="00520AC4"/>
    <w:rsid w:val="0052121A"/>
    <w:rsid w:val="005227E9"/>
    <w:rsid w:val="00524CB8"/>
    <w:rsid w:val="00525084"/>
    <w:rsid w:val="00525F88"/>
    <w:rsid w:val="00527100"/>
    <w:rsid w:val="00527F42"/>
    <w:rsid w:val="00530632"/>
    <w:rsid w:val="00530B2E"/>
    <w:rsid w:val="00533DC3"/>
    <w:rsid w:val="00535553"/>
    <w:rsid w:val="0053604A"/>
    <w:rsid w:val="005363B6"/>
    <w:rsid w:val="00536C17"/>
    <w:rsid w:val="00536F95"/>
    <w:rsid w:val="00537403"/>
    <w:rsid w:val="005377F2"/>
    <w:rsid w:val="00540649"/>
    <w:rsid w:val="0054153D"/>
    <w:rsid w:val="005427B4"/>
    <w:rsid w:val="00545C86"/>
    <w:rsid w:val="0054600A"/>
    <w:rsid w:val="005462D3"/>
    <w:rsid w:val="00547EFD"/>
    <w:rsid w:val="0055037C"/>
    <w:rsid w:val="00550385"/>
    <w:rsid w:val="00553330"/>
    <w:rsid w:val="00553664"/>
    <w:rsid w:val="00554848"/>
    <w:rsid w:val="00555B36"/>
    <w:rsid w:val="0055763A"/>
    <w:rsid w:val="00557818"/>
    <w:rsid w:val="00563EAF"/>
    <w:rsid w:val="005654FF"/>
    <w:rsid w:val="005665BD"/>
    <w:rsid w:val="005665CE"/>
    <w:rsid w:val="00566B95"/>
    <w:rsid w:val="00570174"/>
    <w:rsid w:val="0057120B"/>
    <w:rsid w:val="00573BF5"/>
    <w:rsid w:val="00573DF7"/>
    <w:rsid w:val="00574049"/>
    <w:rsid w:val="00575AAC"/>
    <w:rsid w:val="00575BCB"/>
    <w:rsid w:val="00576065"/>
    <w:rsid w:val="00576D86"/>
    <w:rsid w:val="0057754B"/>
    <w:rsid w:val="00577B2D"/>
    <w:rsid w:val="005805FA"/>
    <w:rsid w:val="00581978"/>
    <w:rsid w:val="00581A17"/>
    <w:rsid w:val="00581AB0"/>
    <w:rsid w:val="00581FBD"/>
    <w:rsid w:val="00583252"/>
    <w:rsid w:val="00583DC9"/>
    <w:rsid w:val="005845E9"/>
    <w:rsid w:val="005848B6"/>
    <w:rsid w:val="00586B9B"/>
    <w:rsid w:val="0058705E"/>
    <w:rsid w:val="00590B46"/>
    <w:rsid w:val="00592060"/>
    <w:rsid w:val="00593F2A"/>
    <w:rsid w:val="005A0D45"/>
    <w:rsid w:val="005A1206"/>
    <w:rsid w:val="005A350F"/>
    <w:rsid w:val="005A38E5"/>
    <w:rsid w:val="005A4D61"/>
    <w:rsid w:val="005A5A3E"/>
    <w:rsid w:val="005A6526"/>
    <w:rsid w:val="005A6E56"/>
    <w:rsid w:val="005B0CA5"/>
    <w:rsid w:val="005B120C"/>
    <w:rsid w:val="005B2CCB"/>
    <w:rsid w:val="005B3FCA"/>
    <w:rsid w:val="005B4D87"/>
    <w:rsid w:val="005B4E98"/>
    <w:rsid w:val="005B50E0"/>
    <w:rsid w:val="005B52D2"/>
    <w:rsid w:val="005C0145"/>
    <w:rsid w:val="005C2D34"/>
    <w:rsid w:val="005C343A"/>
    <w:rsid w:val="005C43E1"/>
    <w:rsid w:val="005C4DC6"/>
    <w:rsid w:val="005C5415"/>
    <w:rsid w:val="005C66CB"/>
    <w:rsid w:val="005D0CC0"/>
    <w:rsid w:val="005E19D1"/>
    <w:rsid w:val="005E1D97"/>
    <w:rsid w:val="005E25E7"/>
    <w:rsid w:val="005E3D06"/>
    <w:rsid w:val="005E5B1E"/>
    <w:rsid w:val="005E6A92"/>
    <w:rsid w:val="005E7DF6"/>
    <w:rsid w:val="005F274C"/>
    <w:rsid w:val="005F594B"/>
    <w:rsid w:val="005F5F65"/>
    <w:rsid w:val="005F70BE"/>
    <w:rsid w:val="006002D9"/>
    <w:rsid w:val="00600B76"/>
    <w:rsid w:val="00600C39"/>
    <w:rsid w:val="00604080"/>
    <w:rsid w:val="0060508F"/>
    <w:rsid w:val="006060C1"/>
    <w:rsid w:val="006077FC"/>
    <w:rsid w:val="0061022D"/>
    <w:rsid w:val="00611EAF"/>
    <w:rsid w:val="006124DA"/>
    <w:rsid w:val="00612566"/>
    <w:rsid w:val="006138B8"/>
    <w:rsid w:val="00614539"/>
    <w:rsid w:val="006164F9"/>
    <w:rsid w:val="00616B23"/>
    <w:rsid w:val="00617DC6"/>
    <w:rsid w:val="00625197"/>
    <w:rsid w:val="00625BD1"/>
    <w:rsid w:val="00625E51"/>
    <w:rsid w:val="0062701B"/>
    <w:rsid w:val="00627D8E"/>
    <w:rsid w:val="00632519"/>
    <w:rsid w:val="0063264B"/>
    <w:rsid w:val="00632BA3"/>
    <w:rsid w:val="00633ABB"/>
    <w:rsid w:val="00633DF1"/>
    <w:rsid w:val="00634658"/>
    <w:rsid w:val="006346A1"/>
    <w:rsid w:val="006351AA"/>
    <w:rsid w:val="0063681B"/>
    <w:rsid w:val="006371B0"/>
    <w:rsid w:val="0064194F"/>
    <w:rsid w:val="00642C23"/>
    <w:rsid w:val="00644EB1"/>
    <w:rsid w:val="006451C8"/>
    <w:rsid w:val="006462F2"/>
    <w:rsid w:val="0064797A"/>
    <w:rsid w:val="006503C1"/>
    <w:rsid w:val="00650DC0"/>
    <w:rsid w:val="00651309"/>
    <w:rsid w:val="006513EE"/>
    <w:rsid w:val="00652A7C"/>
    <w:rsid w:val="00653BD5"/>
    <w:rsid w:val="00654A4D"/>
    <w:rsid w:val="00654E50"/>
    <w:rsid w:val="00654F3B"/>
    <w:rsid w:val="00656F28"/>
    <w:rsid w:val="00657B66"/>
    <w:rsid w:val="00662386"/>
    <w:rsid w:val="00663446"/>
    <w:rsid w:val="0066433B"/>
    <w:rsid w:val="0066436E"/>
    <w:rsid w:val="006649F7"/>
    <w:rsid w:val="00664D03"/>
    <w:rsid w:val="0066541A"/>
    <w:rsid w:val="00665A7A"/>
    <w:rsid w:val="00667B8D"/>
    <w:rsid w:val="00670257"/>
    <w:rsid w:val="0067075E"/>
    <w:rsid w:val="00671902"/>
    <w:rsid w:val="00671FCF"/>
    <w:rsid w:val="00673B6D"/>
    <w:rsid w:val="00674202"/>
    <w:rsid w:val="00675A80"/>
    <w:rsid w:val="006761B3"/>
    <w:rsid w:val="00677826"/>
    <w:rsid w:val="006805BC"/>
    <w:rsid w:val="00680AF3"/>
    <w:rsid w:val="006814D6"/>
    <w:rsid w:val="0068246A"/>
    <w:rsid w:val="00682CE0"/>
    <w:rsid w:val="00682E98"/>
    <w:rsid w:val="00686DC6"/>
    <w:rsid w:val="00687D4B"/>
    <w:rsid w:val="0069517C"/>
    <w:rsid w:val="00695589"/>
    <w:rsid w:val="006964D2"/>
    <w:rsid w:val="0069728C"/>
    <w:rsid w:val="006975F6"/>
    <w:rsid w:val="00697716"/>
    <w:rsid w:val="00697B45"/>
    <w:rsid w:val="00697C95"/>
    <w:rsid w:val="006A030E"/>
    <w:rsid w:val="006A2511"/>
    <w:rsid w:val="006A2874"/>
    <w:rsid w:val="006A2FFD"/>
    <w:rsid w:val="006A4D58"/>
    <w:rsid w:val="006A4FF4"/>
    <w:rsid w:val="006A5B12"/>
    <w:rsid w:val="006A5C6C"/>
    <w:rsid w:val="006A5EA5"/>
    <w:rsid w:val="006A653A"/>
    <w:rsid w:val="006A6FCD"/>
    <w:rsid w:val="006A76C8"/>
    <w:rsid w:val="006B0A06"/>
    <w:rsid w:val="006B1A35"/>
    <w:rsid w:val="006B35D1"/>
    <w:rsid w:val="006B434F"/>
    <w:rsid w:val="006B4C39"/>
    <w:rsid w:val="006B6369"/>
    <w:rsid w:val="006B6D2C"/>
    <w:rsid w:val="006B6F83"/>
    <w:rsid w:val="006C1028"/>
    <w:rsid w:val="006C117B"/>
    <w:rsid w:val="006C21B9"/>
    <w:rsid w:val="006C490F"/>
    <w:rsid w:val="006C6E5C"/>
    <w:rsid w:val="006C6FC5"/>
    <w:rsid w:val="006C7581"/>
    <w:rsid w:val="006C7D57"/>
    <w:rsid w:val="006D3060"/>
    <w:rsid w:val="006D3512"/>
    <w:rsid w:val="006D67A5"/>
    <w:rsid w:val="006D785B"/>
    <w:rsid w:val="006D7EF6"/>
    <w:rsid w:val="006E05EA"/>
    <w:rsid w:val="006E37BC"/>
    <w:rsid w:val="006E3A3B"/>
    <w:rsid w:val="006E4CF0"/>
    <w:rsid w:val="006E5B6E"/>
    <w:rsid w:val="006E5BA9"/>
    <w:rsid w:val="006F0ACA"/>
    <w:rsid w:val="006F19F4"/>
    <w:rsid w:val="006F646C"/>
    <w:rsid w:val="006F6DDB"/>
    <w:rsid w:val="006F70D4"/>
    <w:rsid w:val="006F7EEA"/>
    <w:rsid w:val="00700487"/>
    <w:rsid w:val="007008E6"/>
    <w:rsid w:val="0070124A"/>
    <w:rsid w:val="00701AA1"/>
    <w:rsid w:val="00701BE0"/>
    <w:rsid w:val="007029E5"/>
    <w:rsid w:val="00703118"/>
    <w:rsid w:val="00703A61"/>
    <w:rsid w:val="007041DB"/>
    <w:rsid w:val="0070423F"/>
    <w:rsid w:val="00704707"/>
    <w:rsid w:val="007063C7"/>
    <w:rsid w:val="00707007"/>
    <w:rsid w:val="007078B8"/>
    <w:rsid w:val="00707B14"/>
    <w:rsid w:val="0071186D"/>
    <w:rsid w:val="007122F0"/>
    <w:rsid w:val="00712A9E"/>
    <w:rsid w:val="00712ADE"/>
    <w:rsid w:val="00714928"/>
    <w:rsid w:val="007153BE"/>
    <w:rsid w:val="0071558E"/>
    <w:rsid w:val="00715884"/>
    <w:rsid w:val="00715B67"/>
    <w:rsid w:val="007177E3"/>
    <w:rsid w:val="00721076"/>
    <w:rsid w:val="00722589"/>
    <w:rsid w:val="007227F4"/>
    <w:rsid w:val="007232D3"/>
    <w:rsid w:val="00723D0B"/>
    <w:rsid w:val="007247CE"/>
    <w:rsid w:val="00724ADF"/>
    <w:rsid w:val="0072578F"/>
    <w:rsid w:val="00726601"/>
    <w:rsid w:val="0072665B"/>
    <w:rsid w:val="00726670"/>
    <w:rsid w:val="00726BB7"/>
    <w:rsid w:val="007301AE"/>
    <w:rsid w:val="007304E2"/>
    <w:rsid w:val="0073050F"/>
    <w:rsid w:val="0073075C"/>
    <w:rsid w:val="00731041"/>
    <w:rsid w:val="007313D6"/>
    <w:rsid w:val="00732081"/>
    <w:rsid w:val="007320B3"/>
    <w:rsid w:val="0073224D"/>
    <w:rsid w:val="007337E3"/>
    <w:rsid w:val="007360E7"/>
    <w:rsid w:val="00736C6B"/>
    <w:rsid w:val="00740F68"/>
    <w:rsid w:val="007416C7"/>
    <w:rsid w:val="00741CBF"/>
    <w:rsid w:val="00741FDB"/>
    <w:rsid w:val="00742708"/>
    <w:rsid w:val="00744FA6"/>
    <w:rsid w:val="0074541C"/>
    <w:rsid w:val="0074561E"/>
    <w:rsid w:val="00745BD6"/>
    <w:rsid w:val="007470FB"/>
    <w:rsid w:val="007478B3"/>
    <w:rsid w:val="00750C32"/>
    <w:rsid w:val="0075153A"/>
    <w:rsid w:val="00752367"/>
    <w:rsid w:val="00752B50"/>
    <w:rsid w:val="00752EF2"/>
    <w:rsid w:val="007534CB"/>
    <w:rsid w:val="00753C1E"/>
    <w:rsid w:val="00754289"/>
    <w:rsid w:val="00754A28"/>
    <w:rsid w:val="007558B8"/>
    <w:rsid w:val="00755FC5"/>
    <w:rsid w:val="00756178"/>
    <w:rsid w:val="00756F75"/>
    <w:rsid w:val="0075704E"/>
    <w:rsid w:val="007574E9"/>
    <w:rsid w:val="0075782C"/>
    <w:rsid w:val="00757A18"/>
    <w:rsid w:val="007615A6"/>
    <w:rsid w:val="00761BCD"/>
    <w:rsid w:val="00761F0A"/>
    <w:rsid w:val="007628BE"/>
    <w:rsid w:val="00762B68"/>
    <w:rsid w:val="00765146"/>
    <w:rsid w:val="00765714"/>
    <w:rsid w:val="0076687D"/>
    <w:rsid w:val="00766CC7"/>
    <w:rsid w:val="007679E1"/>
    <w:rsid w:val="00767B95"/>
    <w:rsid w:val="0077033F"/>
    <w:rsid w:val="00770CDE"/>
    <w:rsid w:val="00770E2F"/>
    <w:rsid w:val="0077189C"/>
    <w:rsid w:val="00771EA2"/>
    <w:rsid w:val="00772A24"/>
    <w:rsid w:val="00772D82"/>
    <w:rsid w:val="00772FEA"/>
    <w:rsid w:val="0077431D"/>
    <w:rsid w:val="007759E5"/>
    <w:rsid w:val="00775E4C"/>
    <w:rsid w:val="00775FC0"/>
    <w:rsid w:val="007761C6"/>
    <w:rsid w:val="007817D3"/>
    <w:rsid w:val="007822C1"/>
    <w:rsid w:val="00782811"/>
    <w:rsid w:val="00782B69"/>
    <w:rsid w:val="00782D0F"/>
    <w:rsid w:val="00783371"/>
    <w:rsid w:val="00783BA4"/>
    <w:rsid w:val="00784219"/>
    <w:rsid w:val="007842EA"/>
    <w:rsid w:val="00785DFB"/>
    <w:rsid w:val="00786928"/>
    <w:rsid w:val="00786AD5"/>
    <w:rsid w:val="007874DC"/>
    <w:rsid w:val="00787E0F"/>
    <w:rsid w:val="00790DC8"/>
    <w:rsid w:val="007929AC"/>
    <w:rsid w:val="007930B4"/>
    <w:rsid w:val="00793110"/>
    <w:rsid w:val="00793704"/>
    <w:rsid w:val="00794E17"/>
    <w:rsid w:val="00795833"/>
    <w:rsid w:val="00796DD7"/>
    <w:rsid w:val="00797DEB"/>
    <w:rsid w:val="007A01ED"/>
    <w:rsid w:val="007A0ED3"/>
    <w:rsid w:val="007A13B6"/>
    <w:rsid w:val="007A1D88"/>
    <w:rsid w:val="007A2796"/>
    <w:rsid w:val="007A481E"/>
    <w:rsid w:val="007A7569"/>
    <w:rsid w:val="007A76D5"/>
    <w:rsid w:val="007B049E"/>
    <w:rsid w:val="007B174B"/>
    <w:rsid w:val="007B1E13"/>
    <w:rsid w:val="007B41D2"/>
    <w:rsid w:val="007B5406"/>
    <w:rsid w:val="007B7055"/>
    <w:rsid w:val="007B729B"/>
    <w:rsid w:val="007B7636"/>
    <w:rsid w:val="007B7B67"/>
    <w:rsid w:val="007C31F8"/>
    <w:rsid w:val="007C52BA"/>
    <w:rsid w:val="007C731B"/>
    <w:rsid w:val="007C7C9B"/>
    <w:rsid w:val="007D0727"/>
    <w:rsid w:val="007D118E"/>
    <w:rsid w:val="007D3499"/>
    <w:rsid w:val="007D3A29"/>
    <w:rsid w:val="007D5F4A"/>
    <w:rsid w:val="007D654D"/>
    <w:rsid w:val="007E02EA"/>
    <w:rsid w:val="007E0481"/>
    <w:rsid w:val="007E0A29"/>
    <w:rsid w:val="007E1C48"/>
    <w:rsid w:val="007E2244"/>
    <w:rsid w:val="007E2730"/>
    <w:rsid w:val="007E3320"/>
    <w:rsid w:val="007E47A2"/>
    <w:rsid w:val="007E4E09"/>
    <w:rsid w:val="007E532E"/>
    <w:rsid w:val="007E6DE5"/>
    <w:rsid w:val="007E6ECF"/>
    <w:rsid w:val="007E746E"/>
    <w:rsid w:val="007F0088"/>
    <w:rsid w:val="007F01DE"/>
    <w:rsid w:val="007F0D19"/>
    <w:rsid w:val="007F13B0"/>
    <w:rsid w:val="007F1CFB"/>
    <w:rsid w:val="007F211F"/>
    <w:rsid w:val="007F3C5D"/>
    <w:rsid w:val="007F799B"/>
    <w:rsid w:val="008009EE"/>
    <w:rsid w:val="00801549"/>
    <w:rsid w:val="00802C2A"/>
    <w:rsid w:val="00802C7D"/>
    <w:rsid w:val="00803341"/>
    <w:rsid w:val="008113B6"/>
    <w:rsid w:val="00812723"/>
    <w:rsid w:val="00814B5F"/>
    <w:rsid w:val="00815AFE"/>
    <w:rsid w:val="0081612C"/>
    <w:rsid w:val="00816720"/>
    <w:rsid w:val="008207DB"/>
    <w:rsid w:val="0082195A"/>
    <w:rsid w:val="008223AE"/>
    <w:rsid w:val="00822606"/>
    <w:rsid w:val="0082376C"/>
    <w:rsid w:val="00824C47"/>
    <w:rsid w:val="00824D85"/>
    <w:rsid w:val="00825325"/>
    <w:rsid w:val="008259C9"/>
    <w:rsid w:val="00825DFE"/>
    <w:rsid w:val="00827556"/>
    <w:rsid w:val="00832DCD"/>
    <w:rsid w:val="0083357D"/>
    <w:rsid w:val="008339EB"/>
    <w:rsid w:val="00833A72"/>
    <w:rsid w:val="00833D95"/>
    <w:rsid w:val="0083415E"/>
    <w:rsid w:val="008343E2"/>
    <w:rsid w:val="00834540"/>
    <w:rsid w:val="00835ED8"/>
    <w:rsid w:val="00835F26"/>
    <w:rsid w:val="00836172"/>
    <w:rsid w:val="008363DC"/>
    <w:rsid w:val="00836576"/>
    <w:rsid w:val="00836E65"/>
    <w:rsid w:val="00840248"/>
    <w:rsid w:val="00840EE9"/>
    <w:rsid w:val="008416A1"/>
    <w:rsid w:val="00841E2E"/>
    <w:rsid w:val="00842B1C"/>
    <w:rsid w:val="008437B5"/>
    <w:rsid w:val="0084388E"/>
    <w:rsid w:val="0085053C"/>
    <w:rsid w:val="00852A9D"/>
    <w:rsid w:val="00853359"/>
    <w:rsid w:val="008533E0"/>
    <w:rsid w:val="00853470"/>
    <w:rsid w:val="0085374D"/>
    <w:rsid w:val="00853FA9"/>
    <w:rsid w:val="00856BAA"/>
    <w:rsid w:val="00860046"/>
    <w:rsid w:val="00860A9C"/>
    <w:rsid w:val="00860F09"/>
    <w:rsid w:val="0086122D"/>
    <w:rsid w:val="00861DD5"/>
    <w:rsid w:val="00862317"/>
    <w:rsid w:val="008628A4"/>
    <w:rsid w:val="0086349D"/>
    <w:rsid w:val="00865082"/>
    <w:rsid w:val="008661F4"/>
    <w:rsid w:val="0086632D"/>
    <w:rsid w:val="00866BFE"/>
    <w:rsid w:val="008677D0"/>
    <w:rsid w:val="00867BA5"/>
    <w:rsid w:val="008706CE"/>
    <w:rsid w:val="00871A80"/>
    <w:rsid w:val="00871DC3"/>
    <w:rsid w:val="008728EC"/>
    <w:rsid w:val="0087353D"/>
    <w:rsid w:val="00873ED6"/>
    <w:rsid w:val="00874A07"/>
    <w:rsid w:val="00875636"/>
    <w:rsid w:val="00875967"/>
    <w:rsid w:val="00876370"/>
    <w:rsid w:val="00876E93"/>
    <w:rsid w:val="00880D0A"/>
    <w:rsid w:val="00880DF5"/>
    <w:rsid w:val="008811D9"/>
    <w:rsid w:val="008825AF"/>
    <w:rsid w:val="00882651"/>
    <w:rsid w:val="00882C31"/>
    <w:rsid w:val="0088369E"/>
    <w:rsid w:val="00883761"/>
    <w:rsid w:val="008842BB"/>
    <w:rsid w:val="00884676"/>
    <w:rsid w:val="00884891"/>
    <w:rsid w:val="0088512B"/>
    <w:rsid w:val="00885A26"/>
    <w:rsid w:val="008867B4"/>
    <w:rsid w:val="008869E4"/>
    <w:rsid w:val="00886A9A"/>
    <w:rsid w:val="008904F2"/>
    <w:rsid w:val="00891C3F"/>
    <w:rsid w:val="008925A5"/>
    <w:rsid w:val="00895022"/>
    <w:rsid w:val="00896127"/>
    <w:rsid w:val="00896D94"/>
    <w:rsid w:val="008A1865"/>
    <w:rsid w:val="008A2E3D"/>
    <w:rsid w:val="008A504F"/>
    <w:rsid w:val="008A6080"/>
    <w:rsid w:val="008A6D84"/>
    <w:rsid w:val="008A729A"/>
    <w:rsid w:val="008B07F1"/>
    <w:rsid w:val="008B2401"/>
    <w:rsid w:val="008B3688"/>
    <w:rsid w:val="008B482C"/>
    <w:rsid w:val="008B5247"/>
    <w:rsid w:val="008B7559"/>
    <w:rsid w:val="008B7FFE"/>
    <w:rsid w:val="008C30DB"/>
    <w:rsid w:val="008C3760"/>
    <w:rsid w:val="008C38B4"/>
    <w:rsid w:val="008C4EE6"/>
    <w:rsid w:val="008C4F82"/>
    <w:rsid w:val="008C6D68"/>
    <w:rsid w:val="008C78CF"/>
    <w:rsid w:val="008C7C59"/>
    <w:rsid w:val="008C7DD5"/>
    <w:rsid w:val="008D01CB"/>
    <w:rsid w:val="008D12D3"/>
    <w:rsid w:val="008D1BFF"/>
    <w:rsid w:val="008D1D25"/>
    <w:rsid w:val="008D35B0"/>
    <w:rsid w:val="008D5CEF"/>
    <w:rsid w:val="008E32F3"/>
    <w:rsid w:val="008E370A"/>
    <w:rsid w:val="008E53D4"/>
    <w:rsid w:val="008E5A85"/>
    <w:rsid w:val="008F025D"/>
    <w:rsid w:val="008F24E4"/>
    <w:rsid w:val="008F317B"/>
    <w:rsid w:val="008F58E0"/>
    <w:rsid w:val="008F648C"/>
    <w:rsid w:val="008F696A"/>
    <w:rsid w:val="008F7581"/>
    <w:rsid w:val="00901077"/>
    <w:rsid w:val="009010C9"/>
    <w:rsid w:val="0090287F"/>
    <w:rsid w:val="00902A75"/>
    <w:rsid w:val="00904788"/>
    <w:rsid w:val="00906F7D"/>
    <w:rsid w:val="00912A07"/>
    <w:rsid w:val="00912B9E"/>
    <w:rsid w:val="00912E12"/>
    <w:rsid w:val="00913298"/>
    <w:rsid w:val="00913D4E"/>
    <w:rsid w:val="00915971"/>
    <w:rsid w:val="009160F1"/>
    <w:rsid w:val="009171B1"/>
    <w:rsid w:val="00917473"/>
    <w:rsid w:val="00920109"/>
    <w:rsid w:val="00926844"/>
    <w:rsid w:val="00931907"/>
    <w:rsid w:val="00931E2D"/>
    <w:rsid w:val="00932E85"/>
    <w:rsid w:val="0093340C"/>
    <w:rsid w:val="00934AFB"/>
    <w:rsid w:val="00936D7D"/>
    <w:rsid w:val="0094025A"/>
    <w:rsid w:val="00944BD7"/>
    <w:rsid w:val="00944EB7"/>
    <w:rsid w:val="0094685D"/>
    <w:rsid w:val="00947118"/>
    <w:rsid w:val="009524B7"/>
    <w:rsid w:val="0095282D"/>
    <w:rsid w:val="00953824"/>
    <w:rsid w:val="00954EDE"/>
    <w:rsid w:val="009571F5"/>
    <w:rsid w:val="0096026D"/>
    <w:rsid w:val="00960D4F"/>
    <w:rsid w:val="00962128"/>
    <w:rsid w:val="009622B9"/>
    <w:rsid w:val="00964120"/>
    <w:rsid w:val="00965C3E"/>
    <w:rsid w:val="00967450"/>
    <w:rsid w:val="0096760B"/>
    <w:rsid w:val="00970071"/>
    <w:rsid w:val="009704F1"/>
    <w:rsid w:val="009708A8"/>
    <w:rsid w:val="009711D7"/>
    <w:rsid w:val="009724D1"/>
    <w:rsid w:val="0097252C"/>
    <w:rsid w:val="00973344"/>
    <w:rsid w:val="0097359A"/>
    <w:rsid w:val="00973D24"/>
    <w:rsid w:val="0097450D"/>
    <w:rsid w:val="009752FB"/>
    <w:rsid w:val="00976731"/>
    <w:rsid w:val="00976B62"/>
    <w:rsid w:val="00980506"/>
    <w:rsid w:val="009807BF"/>
    <w:rsid w:val="00980E8E"/>
    <w:rsid w:val="009819B4"/>
    <w:rsid w:val="009832A8"/>
    <w:rsid w:val="00983557"/>
    <w:rsid w:val="00983782"/>
    <w:rsid w:val="00983B39"/>
    <w:rsid w:val="009842BD"/>
    <w:rsid w:val="00984948"/>
    <w:rsid w:val="00985D83"/>
    <w:rsid w:val="00986FDB"/>
    <w:rsid w:val="00987349"/>
    <w:rsid w:val="009877E0"/>
    <w:rsid w:val="00992248"/>
    <w:rsid w:val="0099281E"/>
    <w:rsid w:val="00992A96"/>
    <w:rsid w:val="009935F1"/>
    <w:rsid w:val="0099502F"/>
    <w:rsid w:val="009950B9"/>
    <w:rsid w:val="009951AE"/>
    <w:rsid w:val="00995BBA"/>
    <w:rsid w:val="00996675"/>
    <w:rsid w:val="0099767C"/>
    <w:rsid w:val="009A1446"/>
    <w:rsid w:val="009A2B0F"/>
    <w:rsid w:val="009A3F1A"/>
    <w:rsid w:val="009A4300"/>
    <w:rsid w:val="009A46BC"/>
    <w:rsid w:val="009A5DC9"/>
    <w:rsid w:val="009A665F"/>
    <w:rsid w:val="009A76B8"/>
    <w:rsid w:val="009B56F4"/>
    <w:rsid w:val="009B5CFA"/>
    <w:rsid w:val="009B67A7"/>
    <w:rsid w:val="009B68F1"/>
    <w:rsid w:val="009B7366"/>
    <w:rsid w:val="009B77FE"/>
    <w:rsid w:val="009B7B43"/>
    <w:rsid w:val="009C04A1"/>
    <w:rsid w:val="009C080F"/>
    <w:rsid w:val="009C094C"/>
    <w:rsid w:val="009C0A23"/>
    <w:rsid w:val="009C0C3A"/>
    <w:rsid w:val="009C1213"/>
    <w:rsid w:val="009C1965"/>
    <w:rsid w:val="009C1F69"/>
    <w:rsid w:val="009C3D1C"/>
    <w:rsid w:val="009C443D"/>
    <w:rsid w:val="009C48D0"/>
    <w:rsid w:val="009C65BE"/>
    <w:rsid w:val="009C71F8"/>
    <w:rsid w:val="009C79B4"/>
    <w:rsid w:val="009C7B11"/>
    <w:rsid w:val="009D1A06"/>
    <w:rsid w:val="009D2BED"/>
    <w:rsid w:val="009D2E8D"/>
    <w:rsid w:val="009D50AB"/>
    <w:rsid w:val="009D58A3"/>
    <w:rsid w:val="009D5AD2"/>
    <w:rsid w:val="009E38E9"/>
    <w:rsid w:val="009E3F17"/>
    <w:rsid w:val="009E4295"/>
    <w:rsid w:val="009E52F3"/>
    <w:rsid w:val="009E55F3"/>
    <w:rsid w:val="009E6509"/>
    <w:rsid w:val="009E6753"/>
    <w:rsid w:val="009E7031"/>
    <w:rsid w:val="009E7666"/>
    <w:rsid w:val="009E7B56"/>
    <w:rsid w:val="009F0E6A"/>
    <w:rsid w:val="009F4945"/>
    <w:rsid w:val="009F7408"/>
    <w:rsid w:val="009F7485"/>
    <w:rsid w:val="009F7ECA"/>
    <w:rsid w:val="00A0011A"/>
    <w:rsid w:val="00A00C52"/>
    <w:rsid w:val="00A02633"/>
    <w:rsid w:val="00A051B3"/>
    <w:rsid w:val="00A05568"/>
    <w:rsid w:val="00A06593"/>
    <w:rsid w:val="00A0698B"/>
    <w:rsid w:val="00A1100D"/>
    <w:rsid w:val="00A11405"/>
    <w:rsid w:val="00A11F26"/>
    <w:rsid w:val="00A122BD"/>
    <w:rsid w:val="00A13BE7"/>
    <w:rsid w:val="00A13C8F"/>
    <w:rsid w:val="00A14338"/>
    <w:rsid w:val="00A15EC1"/>
    <w:rsid w:val="00A2009D"/>
    <w:rsid w:val="00A24800"/>
    <w:rsid w:val="00A2624F"/>
    <w:rsid w:val="00A306C6"/>
    <w:rsid w:val="00A30B2C"/>
    <w:rsid w:val="00A30F8C"/>
    <w:rsid w:val="00A31903"/>
    <w:rsid w:val="00A33954"/>
    <w:rsid w:val="00A3615C"/>
    <w:rsid w:val="00A366AA"/>
    <w:rsid w:val="00A36F6B"/>
    <w:rsid w:val="00A37769"/>
    <w:rsid w:val="00A411EA"/>
    <w:rsid w:val="00A4127E"/>
    <w:rsid w:val="00A43958"/>
    <w:rsid w:val="00A44337"/>
    <w:rsid w:val="00A448BD"/>
    <w:rsid w:val="00A4524A"/>
    <w:rsid w:val="00A454E2"/>
    <w:rsid w:val="00A462BF"/>
    <w:rsid w:val="00A47B6B"/>
    <w:rsid w:val="00A50960"/>
    <w:rsid w:val="00A51764"/>
    <w:rsid w:val="00A5183B"/>
    <w:rsid w:val="00A53330"/>
    <w:rsid w:val="00A53789"/>
    <w:rsid w:val="00A54517"/>
    <w:rsid w:val="00A55BF1"/>
    <w:rsid w:val="00A61E95"/>
    <w:rsid w:val="00A62884"/>
    <w:rsid w:val="00A62F25"/>
    <w:rsid w:val="00A631C3"/>
    <w:rsid w:val="00A63FF5"/>
    <w:rsid w:val="00A6473A"/>
    <w:rsid w:val="00A64BF5"/>
    <w:rsid w:val="00A67108"/>
    <w:rsid w:val="00A67A9B"/>
    <w:rsid w:val="00A67C53"/>
    <w:rsid w:val="00A706C0"/>
    <w:rsid w:val="00A712B2"/>
    <w:rsid w:val="00A7232D"/>
    <w:rsid w:val="00A7286E"/>
    <w:rsid w:val="00A74444"/>
    <w:rsid w:val="00A7531B"/>
    <w:rsid w:val="00A756A8"/>
    <w:rsid w:val="00A76691"/>
    <w:rsid w:val="00A77169"/>
    <w:rsid w:val="00A80101"/>
    <w:rsid w:val="00A80874"/>
    <w:rsid w:val="00A82267"/>
    <w:rsid w:val="00A82AE7"/>
    <w:rsid w:val="00A8332A"/>
    <w:rsid w:val="00A8483A"/>
    <w:rsid w:val="00A864D3"/>
    <w:rsid w:val="00A90F1A"/>
    <w:rsid w:val="00A91FFC"/>
    <w:rsid w:val="00A9302F"/>
    <w:rsid w:val="00A93BAF"/>
    <w:rsid w:val="00A95D2C"/>
    <w:rsid w:val="00A972FD"/>
    <w:rsid w:val="00A97674"/>
    <w:rsid w:val="00AA0426"/>
    <w:rsid w:val="00AA0B92"/>
    <w:rsid w:val="00AA12B3"/>
    <w:rsid w:val="00AA19C8"/>
    <w:rsid w:val="00AA2160"/>
    <w:rsid w:val="00AA290C"/>
    <w:rsid w:val="00AA473F"/>
    <w:rsid w:val="00AA7EF2"/>
    <w:rsid w:val="00AB010C"/>
    <w:rsid w:val="00AB023C"/>
    <w:rsid w:val="00AB024B"/>
    <w:rsid w:val="00AB0625"/>
    <w:rsid w:val="00AB0FE2"/>
    <w:rsid w:val="00AB14BB"/>
    <w:rsid w:val="00AB1F8B"/>
    <w:rsid w:val="00AB3989"/>
    <w:rsid w:val="00AB3BA5"/>
    <w:rsid w:val="00AB3DBD"/>
    <w:rsid w:val="00AB45E0"/>
    <w:rsid w:val="00AB544C"/>
    <w:rsid w:val="00AC027D"/>
    <w:rsid w:val="00AC18E2"/>
    <w:rsid w:val="00AC20D2"/>
    <w:rsid w:val="00AC2829"/>
    <w:rsid w:val="00AC4330"/>
    <w:rsid w:val="00AC444F"/>
    <w:rsid w:val="00AC5AC4"/>
    <w:rsid w:val="00AC70B5"/>
    <w:rsid w:val="00AC749A"/>
    <w:rsid w:val="00AD0DB0"/>
    <w:rsid w:val="00AD5B9D"/>
    <w:rsid w:val="00AD5D70"/>
    <w:rsid w:val="00AE099C"/>
    <w:rsid w:val="00AE0D43"/>
    <w:rsid w:val="00AE11B4"/>
    <w:rsid w:val="00AE1C22"/>
    <w:rsid w:val="00AE1CDE"/>
    <w:rsid w:val="00AE30E3"/>
    <w:rsid w:val="00AE33A6"/>
    <w:rsid w:val="00AE50F7"/>
    <w:rsid w:val="00AE5A14"/>
    <w:rsid w:val="00AE5A40"/>
    <w:rsid w:val="00AE7058"/>
    <w:rsid w:val="00AE7B6B"/>
    <w:rsid w:val="00AF016B"/>
    <w:rsid w:val="00AF17F6"/>
    <w:rsid w:val="00AF1DA3"/>
    <w:rsid w:val="00AF65AE"/>
    <w:rsid w:val="00AF7AEB"/>
    <w:rsid w:val="00AF7D78"/>
    <w:rsid w:val="00AF7DAC"/>
    <w:rsid w:val="00B008AA"/>
    <w:rsid w:val="00B02FC1"/>
    <w:rsid w:val="00B03287"/>
    <w:rsid w:val="00B03D52"/>
    <w:rsid w:val="00B07605"/>
    <w:rsid w:val="00B07DB5"/>
    <w:rsid w:val="00B10510"/>
    <w:rsid w:val="00B12FC7"/>
    <w:rsid w:val="00B1356B"/>
    <w:rsid w:val="00B13C55"/>
    <w:rsid w:val="00B15CAE"/>
    <w:rsid w:val="00B167BD"/>
    <w:rsid w:val="00B16828"/>
    <w:rsid w:val="00B169BC"/>
    <w:rsid w:val="00B16B9C"/>
    <w:rsid w:val="00B16BEC"/>
    <w:rsid w:val="00B16D23"/>
    <w:rsid w:val="00B17999"/>
    <w:rsid w:val="00B20512"/>
    <w:rsid w:val="00B215F5"/>
    <w:rsid w:val="00B21DF7"/>
    <w:rsid w:val="00B22E52"/>
    <w:rsid w:val="00B2452A"/>
    <w:rsid w:val="00B245FF"/>
    <w:rsid w:val="00B25374"/>
    <w:rsid w:val="00B263A4"/>
    <w:rsid w:val="00B265BA"/>
    <w:rsid w:val="00B26614"/>
    <w:rsid w:val="00B3024D"/>
    <w:rsid w:val="00B304E8"/>
    <w:rsid w:val="00B3075B"/>
    <w:rsid w:val="00B334D8"/>
    <w:rsid w:val="00B33A5D"/>
    <w:rsid w:val="00B3482F"/>
    <w:rsid w:val="00B401A1"/>
    <w:rsid w:val="00B409D9"/>
    <w:rsid w:val="00B420C0"/>
    <w:rsid w:val="00B4261B"/>
    <w:rsid w:val="00B433A5"/>
    <w:rsid w:val="00B4397E"/>
    <w:rsid w:val="00B43C85"/>
    <w:rsid w:val="00B4485B"/>
    <w:rsid w:val="00B45215"/>
    <w:rsid w:val="00B46484"/>
    <w:rsid w:val="00B46597"/>
    <w:rsid w:val="00B47560"/>
    <w:rsid w:val="00B47E9D"/>
    <w:rsid w:val="00B5096F"/>
    <w:rsid w:val="00B513D6"/>
    <w:rsid w:val="00B51577"/>
    <w:rsid w:val="00B51FB7"/>
    <w:rsid w:val="00B5241F"/>
    <w:rsid w:val="00B5251B"/>
    <w:rsid w:val="00B527CC"/>
    <w:rsid w:val="00B52DD3"/>
    <w:rsid w:val="00B543E4"/>
    <w:rsid w:val="00B5565E"/>
    <w:rsid w:val="00B56493"/>
    <w:rsid w:val="00B5715A"/>
    <w:rsid w:val="00B60C61"/>
    <w:rsid w:val="00B62DBC"/>
    <w:rsid w:val="00B638BA"/>
    <w:rsid w:val="00B63DFB"/>
    <w:rsid w:val="00B64A6A"/>
    <w:rsid w:val="00B65D2C"/>
    <w:rsid w:val="00B66BAF"/>
    <w:rsid w:val="00B67A98"/>
    <w:rsid w:val="00B67AFA"/>
    <w:rsid w:val="00B67B8D"/>
    <w:rsid w:val="00B704D5"/>
    <w:rsid w:val="00B70F88"/>
    <w:rsid w:val="00B71000"/>
    <w:rsid w:val="00B7287B"/>
    <w:rsid w:val="00B72C11"/>
    <w:rsid w:val="00B72D84"/>
    <w:rsid w:val="00B73763"/>
    <w:rsid w:val="00B739E5"/>
    <w:rsid w:val="00B743DF"/>
    <w:rsid w:val="00B748FC"/>
    <w:rsid w:val="00B75AA8"/>
    <w:rsid w:val="00B76059"/>
    <w:rsid w:val="00B76B49"/>
    <w:rsid w:val="00B77E9C"/>
    <w:rsid w:val="00B800DB"/>
    <w:rsid w:val="00B82281"/>
    <w:rsid w:val="00B84413"/>
    <w:rsid w:val="00B84F40"/>
    <w:rsid w:val="00B84FA2"/>
    <w:rsid w:val="00B864B9"/>
    <w:rsid w:val="00B905A0"/>
    <w:rsid w:val="00B91528"/>
    <w:rsid w:val="00B91EC2"/>
    <w:rsid w:val="00B92A7D"/>
    <w:rsid w:val="00B931C1"/>
    <w:rsid w:val="00B9344D"/>
    <w:rsid w:val="00B9379F"/>
    <w:rsid w:val="00B9521B"/>
    <w:rsid w:val="00B954DD"/>
    <w:rsid w:val="00B966F7"/>
    <w:rsid w:val="00B96AD4"/>
    <w:rsid w:val="00B97AC9"/>
    <w:rsid w:val="00B97EBC"/>
    <w:rsid w:val="00BA055C"/>
    <w:rsid w:val="00BA1F7C"/>
    <w:rsid w:val="00BA1FC5"/>
    <w:rsid w:val="00BA2119"/>
    <w:rsid w:val="00BA3389"/>
    <w:rsid w:val="00BA49C2"/>
    <w:rsid w:val="00BA4BC8"/>
    <w:rsid w:val="00BA6042"/>
    <w:rsid w:val="00BA6D40"/>
    <w:rsid w:val="00BB00D6"/>
    <w:rsid w:val="00BB022F"/>
    <w:rsid w:val="00BB1DD7"/>
    <w:rsid w:val="00BB34C5"/>
    <w:rsid w:val="00BB387F"/>
    <w:rsid w:val="00BB4AA6"/>
    <w:rsid w:val="00BB5980"/>
    <w:rsid w:val="00BB686D"/>
    <w:rsid w:val="00BC00F0"/>
    <w:rsid w:val="00BC026A"/>
    <w:rsid w:val="00BC0B50"/>
    <w:rsid w:val="00BC45CD"/>
    <w:rsid w:val="00BC4FF5"/>
    <w:rsid w:val="00BC5C66"/>
    <w:rsid w:val="00BC74B3"/>
    <w:rsid w:val="00BD0469"/>
    <w:rsid w:val="00BD1040"/>
    <w:rsid w:val="00BD129B"/>
    <w:rsid w:val="00BD2C40"/>
    <w:rsid w:val="00BD4E01"/>
    <w:rsid w:val="00BD5621"/>
    <w:rsid w:val="00BD5BCB"/>
    <w:rsid w:val="00BD6066"/>
    <w:rsid w:val="00BD6BCE"/>
    <w:rsid w:val="00BE0298"/>
    <w:rsid w:val="00BE0923"/>
    <w:rsid w:val="00BE0E70"/>
    <w:rsid w:val="00BE1863"/>
    <w:rsid w:val="00BE1BBC"/>
    <w:rsid w:val="00BE43C2"/>
    <w:rsid w:val="00BE472E"/>
    <w:rsid w:val="00BE547A"/>
    <w:rsid w:val="00BE547C"/>
    <w:rsid w:val="00BE5940"/>
    <w:rsid w:val="00BE7436"/>
    <w:rsid w:val="00BE749C"/>
    <w:rsid w:val="00BF0038"/>
    <w:rsid w:val="00BF06C1"/>
    <w:rsid w:val="00BF0A2A"/>
    <w:rsid w:val="00BF102E"/>
    <w:rsid w:val="00BF5721"/>
    <w:rsid w:val="00BF5EA3"/>
    <w:rsid w:val="00C0011B"/>
    <w:rsid w:val="00C009F3"/>
    <w:rsid w:val="00C00E7B"/>
    <w:rsid w:val="00C015CD"/>
    <w:rsid w:val="00C024F5"/>
    <w:rsid w:val="00C04687"/>
    <w:rsid w:val="00C04CEB"/>
    <w:rsid w:val="00C04F16"/>
    <w:rsid w:val="00C0521A"/>
    <w:rsid w:val="00C0527F"/>
    <w:rsid w:val="00C06FA5"/>
    <w:rsid w:val="00C10785"/>
    <w:rsid w:val="00C12EBC"/>
    <w:rsid w:val="00C1356F"/>
    <w:rsid w:val="00C1547A"/>
    <w:rsid w:val="00C154FB"/>
    <w:rsid w:val="00C16106"/>
    <w:rsid w:val="00C161DF"/>
    <w:rsid w:val="00C16551"/>
    <w:rsid w:val="00C16741"/>
    <w:rsid w:val="00C167CD"/>
    <w:rsid w:val="00C178D9"/>
    <w:rsid w:val="00C17F2A"/>
    <w:rsid w:val="00C214B8"/>
    <w:rsid w:val="00C2263E"/>
    <w:rsid w:val="00C22ABB"/>
    <w:rsid w:val="00C237CE"/>
    <w:rsid w:val="00C249B5"/>
    <w:rsid w:val="00C24E73"/>
    <w:rsid w:val="00C2624E"/>
    <w:rsid w:val="00C26BD6"/>
    <w:rsid w:val="00C27050"/>
    <w:rsid w:val="00C27815"/>
    <w:rsid w:val="00C30667"/>
    <w:rsid w:val="00C30BBC"/>
    <w:rsid w:val="00C30C61"/>
    <w:rsid w:val="00C31395"/>
    <w:rsid w:val="00C327E8"/>
    <w:rsid w:val="00C32EC3"/>
    <w:rsid w:val="00C332ED"/>
    <w:rsid w:val="00C342A7"/>
    <w:rsid w:val="00C34ADD"/>
    <w:rsid w:val="00C3568C"/>
    <w:rsid w:val="00C371B7"/>
    <w:rsid w:val="00C37BB7"/>
    <w:rsid w:val="00C44546"/>
    <w:rsid w:val="00C44845"/>
    <w:rsid w:val="00C44877"/>
    <w:rsid w:val="00C44ACB"/>
    <w:rsid w:val="00C45A0A"/>
    <w:rsid w:val="00C47CDF"/>
    <w:rsid w:val="00C506D8"/>
    <w:rsid w:val="00C50864"/>
    <w:rsid w:val="00C5180E"/>
    <w:rsid w:val="00C5282E"/>
    <w:rsid w:val="00C5289B"/>
    <w:rsid w:val="00C53B82"/>
    <w:rsid w:val="00C54539"/>
    <w:rsid w:val="00C545F0"/>
    <w:rsid w:val="00C5503F"/>
    <w:rsid w:val="00C55C3D"/>
    <w:rsid w:val="00C55E53"/>
    <w:rsid w:val="00C5794D"/>
    <w:rsid w:val="00C57C08"/>
    <w:rsid w:val="00C57D5D"/>
    <w:rsid w:val="00C602AF"/>
    <w:rsid w:val="00C604FD"/>
    <w:rsid w:val="00C60B4D"/>
    <w:rsid w:val="00C6169C"/>
    <w:rsid w:val="00C6328F"/>
    <w:rsid w:val="00C637BF"/>
    <w:rsid w:val="00C64E4C"/>
    <w:rsid w:val="00C66376"/>
    <w:rsid w:val="00C6738F"/>
    <w:rsid w:val="00C673FB"/>
    <w:rsid w:val="00C702CF"/>
    <w:rsid w:val="00C72624"/>
    <w:rsid w:val="00C73074"/>
    <w:rsid w:val="00C73CF1"/>
    <w:rsid w:val="00C73F5A"/>
    <w:rsid w:val="00C750A7"/>
    <w:rsid w:val="00C75A83"/>
    <w:rsid w:val="00C75A99"/>
    <w:rsid w:val="00C76EB0"/>
    <w:rsid w:val="00C77091"/>
    <w:rsid w:val="00C8054A"/>
    <w:rsid w:val="00C80F31"/>
    <w:rsid w:val="00C8215F"/>
    <w:rsid w:val="00C82E48"/>
    <w:rsid w:val="00C83A40"/>
    <w:rsid w:val="00C83C83"/>
    <w:rsid w:val="00C84DD2"/>
    <w:rsid w:val="00C857B2"/>
    <w:rsid w:val="00C8645D"/>
    <w:rsid w:val="00C906EE"/>
    <w:rsid w:val="00C90D24"/>
    <w:rsid w:val="00C93B15"/>
    <w:rsid w:val="00C948E2"/>
    <w:rsid w:val="00C9539F"/>
    <w:rsid w:val="00C955AA"/>
    <w:rsid w:val="00C96767"/>
    <w:rsid w:val="00C978DD"/>
    <w:rsid w:val="00CA0035"/>
    <w:rsid w:val="00CA0795"/>
    <w:rsid w:val="00CA1E23"/>
    <w:rsid w:val="00CA3A91"/>
    <w:rsid w:val="00CA47AB"/>
    <w:rsid w:val="00CA55FD"/>
    <w:rsid w:val="00CA5949"/>
    <w:rsid w:val="00CA5AED"/>
    <w:rsid w:val="00CA5CD9"/>
    <w:rsid w:val="00CA76A5"/>
    <w:rsid w:val="00CA7C62"/>
    <w:rsid w:val="00CB0760"/>
    <w:rsid w:val="00CB12FC"/>
    <w:rsid w:val="00CB1D3D"/>
    <w:rsid w:val="00CB265E"/>
    <w:rsid w:val="00CB326B"/>
    <w:rsid w:val="00CB3D4A"/>
    <w:rsid w:val="00CB51EB"/>
    <w:rsid w:val="00CC1572"/>
    <w:rsid w:val="00CC17AD"/>
    <w:rsid w:val="00CC2AAA"/>
    <w:rsid w:val="00CC33A1"/>
    <w:rsid w:val="00CC41A7"/>
    <w:rsid w:val="00CC4B90"/>
    <w:rsid w:val="00CC5A5E"/>
    <w:rsid w:val="00CC5FB9"/>
    <w:rsid w:val="00CC606A"/>
    <w:rsid w:val="00CC676F"/>
    <w:rsid w:val="00CD06DF"/>
    <w:rsid w:val="00CD25B4"/>
    <w:rsid w:val="00CD5286"/>
    <w:rsid w:val="00CD66A2"/>
    <w:rsid w:val="00CD7DD2"/>
    <w:rsid w:val="00CE0140"/>
    <w:rsid w:val="00CE1C7B"/>
    <w:rsid w:val="00CE36A8"/>
    <w:rsid w:val="00CE395C"/>
    <w:rsid w:val="00CE4D5D"/>
    <w:rsid w:val="00CE5CBB"/>
    <w:rsid w:val="00CE7187"/>
    <w:rsid w:val="00CE7767"/>
    <w:rsid w:val="00CE77B9"/>
    <w:rsid w:val="00CF1303"/>
    <w:rsid w:val="00CF25BF"/>
    <w:rsid w:val="00CF3B3B"/>
    <w:rsid w:val="00CF47DF"/>
    <w:rsid w:val="00CF4904"/>
    <w:rsid w:val="00D00CE6"/>
    <w:rsid w:val="00D012A5"/>
    <w:rsid w:val="00D026C6"/>
    <w:rsid w:val="00D02DA4"/>
    <w:rsid w:val="00D04BB6"/>
    <w:rsid w:val="00D04D4E"/>
    <w:rsid w:val="00D04EC6"/>
    <w:rsid w:val="00D05CEE"/>
    <w:rsid w:val="00D06D8E"/>
    <w:rsid w:val="00D072D0"/>
    <w:rsid w:val="00D1009F"/>
    <w:rsid w:val="00D10951"/>
    <w:rsid w:val="00D1220C"/>
    <w:rsid w:val="00D1319E"/>
    <w:rsid w:val="00D13EDB"/>
    <w:rsid w:val="00D14534"/>
    <w:rsid w:val="00D151E9"/>
    <w:rsid w:val="00D15AA3"/>
    <w:rsid w:val="00D15B79"/>
    <w:rsid w:val="00D163E7"/>
    <w:rsid w:val="00D16940"/>
    <w:rsid w:val="00D16A48"/>
    <w:rsid w:val="00D1736B"/>
    <w:rsid w:val="00D17BB2"/>
    <w:rsid w:val="00D21C89"/>
    <w:rsid w:val="00D2214D"/>
    <w:rsid w:val="00D22580"/>
    <w:rsid w:val="00D22BF2"/>
    <w:rsid w:val="00D2706C"/>
    <w:rsid w:val="00D276DF"/>
    <w:rsid w:val="00D27BE6"/>
    <w:rsid w:val="00D304DC"/>
    <w:rsid w:val="00D32153"/>
    <w:rsid w:val="00D32369"/>
    <w:rsid w:val="00D34075"/>
    <w:rsid w:val="00D400F4"/>
    <w:rsid w:val="00D40FA9"/>
    <w:rsid w:val="00D412F8"/>
    <w:rsid w:val="00D4187A"/>
    <w:rsid w:val="00D41AE4"/>
    <w:rsid w:val="00D42E86"/>
    <w:rsid w:val="00D4332A"/>
    <w:rsid w:val="00D44431"/>
    <w:rsid w:val="00D45989"/>
    <w:rsid w:val="00D473BB"/>
    <w:rsid w:val="00D51F07"/>
    <w:rsid w:val="00D548F0"/>
    <w:rsid w:val="00D54BB7"/>
    <w:rsid w:val="00D566CB"/>
    <w:rsid w:val="00D57870"/>
    <w:rsid w:val="00D578BA"/>
    <w:rsid w:val="00D579B7"/>
    <w:rsid w:val="00D61920"/>
    <w:rsid w:val="00D61E68"/>
    <w:rsid w:val="00D62BFF"/>
    <w:rsid w:val="00D6301F"/>
    <w:rsid w:val="00D642D7"/>
    <w:rsid w:val="00D64FA2"/>
    <w:rsid w:val="00D66620"/>
    <w:rsid w:val="00D66AB0"/>
    <w:rsid w:val="00D714A0"/>
    <w:rsid w:val="00D71951"/>
    <w:rsid w:val="00D7248F"/>
    <w:rsid w:val="00D72677"/>
    <w:rsid w:val="00D74F57"/>
    <w:rsid w:val="00D74FF8"/>
    <w:rsid w:val="00D7526D"/>
    <w:rsid w:val="00D76457"/>
    <w:rsid w:val="00D800EE"/>
    <w:rsid w:val="00D80AA0"/>
    <w:rsid w:val="00D810A2"/>
    <w:rsid w:val="00D81A46"/>
    <w:rsid w:val="00D81F80"/>
    <w:rsid w:val="00D8377E"/>
    <w:rsid w:val="00D84483"/>
    <w:rsid w:val="00D863D1"/>
    <w:rsid w:val="00D8665F"/>
    <w:rsid w:val="00D86E7B"/>
    <w:rsid w:val="00D9275C"/>
    <w:rsid w:val="00D93BF4"/>
    <w:rsid w:val="00D93F00"/>
    <w:rsid w:val="00D95BB9"/>
    <w:rsid w:val="00D95D4D"/>
    <w:rsid w:val="00D96FF7"/>
    <w:rsid w:val="00D976AD"/>
    <w:rsid w:val="00D97F67"/>
    <w:rsid w:val="00DA0EBA"/>
    <w:rsid w:val="00DA1962"/>
    <w:rsid w:val="00DA3025"/>
    <w:rsid w:val="00DA3F37"/>
    <w:rsid w:val="00DA4322"/>
    <w:rsid w:val="00DA5D66"/>
    <w:rsid w:val="00DA68DC"/>
    <w:rsid w:val="00DB002D"/>
    <w:rsid w:val="00DB0C73"/>
    <w:rsid w:val="00DB2A16"/>
    <w:rsid w:val="00DB2EB8"/>
    <w:rsid w:val="00DB2FE9"/>
    <w:rsid w:val="00DB4810"/>
    <w:rsid w:val="00DB4A41"/>
    <w:rsid w:val="00DB682D"/>
    <w:rsid w:val="00DB6B55"/>
    <w:rsid w:val="00DB6EFB"/>
    <w:rsid w:val="00DB71E0"/>
    <w:rsid w:val="00DB7252"/>
    <w:rsid w:val="00DB7462"/>
    <w:rsid w:val="00DB7A85"/>
    <w:rsid w:val="00DC041D"/>
    <w:rsid w:val="00DC0755"/>
    <w:rsid w:val="00DC117A"/>
    <w:rsid w:val="00DC1A3A"/>
    <w:rsid w:val="00DC2098"/>
    <w:rsid w:val="00DC2244"/>
    <w:rsid w:val="00DC26E2"/>
    <w:rsid w:val="00DC2732"/>
    <w:rsid w:val="00DC7040"/>
    <w:rsid w:val="00DC7E2B"/>
    <w:rsid w:val="00DC7F7D"/>
    <w:rsid w:val="00DD0614"/>
    <w:rsid w:val="00DD088E"/>
    <w:rsid w:val="00DD2BB0"/>
    <w:rsid w:val="00DD3BE4"/>
    <w:rsid w:val="00DD406B"/>
    <w:rsid w:val="00DD424A"/>
    <w:rsid w:val="00DD60FC"/>
    <w:rsid w:val="00DD6FA8"/>
    <w:rsid w:val="00DD7EAA"/>
    <w:rsid w:val="00DE15CA"/>
    <w:rsid w:val="00DE3468"/>
    <w:rsid w:val="00DE3759"/>
    <w:rsid w:val="00DE4BEF"/>
    <w:rsid w:val="00DE5D41"/>
    <w:rsid w:val="00DE5FB7"/>
    <w:rsid w:val="00DE6068"/>
    <w:rsid w:val="00DE6782"/>
    <w:rsid w:val="00DE745C"/>
    <w:rsid w:val="00DE780D"/>
    <w:rsid w:val="00DF050F"/>
    <w:rsid w:val="00DF0B61"/>
    <w:rsid w:val="00DF1E7F"/>
    <w:rsid w:val="00DF5E81"/>
    <w:rsid w:val="00DF62C3"/>
    <w:rsid w:val="00DF7DFF"/>
    <w:rsid w:val="00E00193"/>
    <w:rsid w:val="00E001DF"/>
    <w:rsid w:val="00E00940"/>
    <w:rsid w:val="00E00FB4"/>
    <w:rsid w:val="00E01187"/>
    <w:rsid w:val="00E02339"/>
    <w:rsid w:val="00E028A2"/>
    <w:rsid w:val="00E033D7"/>
    <w:rsid w:val="00E033F8"/>
    <w:rsid w:val="00E05B32"/>
    <w:rsid w:val="00E06A4E"/>
    <w:rsid w:val="00E06AAA"/>
    <w:rsid w:val="00E1154D"/>
    <w:rsid w:val="00E13BBF"/>
    <w:rsid w:val="00E1501D"/>
    <w:rsid w:val="00E15740"/>
    <w:rsid w:val="00E15AAE"/>
    <w:rsid w:val="00E16970"/>
    <w:rsid w:val="00E178F8"/>
    <w:rsid w:val="00E203EE"/>
    <w:rsid w:val="00E20E4D"/>
    <w:rsid w:val="00E211E6"/>
    <w:rsid w:val="00E22D50"/>
    <w:rsid w:val="00E253A8"/>
    <w:rsid w:val="00E25640"/>
    <w:rsid w:val="00E25A5E"/>
    <w:rsid w:val="00E265BC"/>
    <w:rsid w:val="00E26BEC"/>
    <w:rsid w:val="00E276D1"/>
    <w:rsid w:val="00E2784C"/>
    <w:rsid w:val="00E27E4D"/>
    <w:rsid w:val="00E32738"/>
    <w:rsid w:val="00E36944"/>
    <w:rsid w:val="00E401E1"/>
    <w:rsid w:val="00E4064F"/>
    <w:rsid w:val="00E4107A"/>
    <w:rsid w:val="00E41E39"/>
    <w:rsid w:val="00E42E8A"/>
    <w:rsid w:val="00E44703"/>
    <w:rsid w:val="00E450D3"/>
    <w:rsid w:val="00E459CC"/>
    <w:rsid w:val="00E45D78"/>
    <w:rsid w:val="00E45F75"/>
    <w:rsid w:val="00E47C75"/>
    <w:rsid w:val="00E500FC"/>
    <w:rsid w:val="00E51A43"/>
    <w:rsid w:val="00E5216C"/>
    <w:rsid w:val="00E5369E"/>
    <w:rsid w:val="00E53C78"/>
    <w:rsid w:val="00E5490B"/>
    <w:rsid w:val="00E55CAA"/>
    <w:rsid w:val="00E56E05"/>
    <w:rsid w:val="00E56FF8"/>
    <w:rsid w:val="00E5775B"/>
    <w:rsid w:val="00E5785A"/>
    <w:rsid w:val="00E57B42"/>
    <w:rsid w:val="00E57CAA"/>
    <w:rsid w:val="00E57D30"/>
    <w:rsid w:val="00E60330"/>
    <w:rsid w:val="00E60916"/>
    <w:rsid w:val="00E6197B"/>
    <w:rsid w:val="00E61E23"/>
    <w:rsid w:val="00E63119"/>
    <w:rsid w:val="00E64297"/>
    <w:rsid w:val="00E64DE7"/>
    <w:rsid w:val="00E65240"/>
    <w:rsid w:val="00E6556C"/>
    <w:rsid w:val="00E65867"/>
    <w:rsid w:val="00E66123"/>
    <w:rsid w:val="00E671F7"/>
    <w:rsid w:val="00E67FF4"/>
    <w:rsid w:val="00E71083"/>
    <w:rsid w:val="00E7174F"/>
    <w:rsid w:val="00E732B1"/>
    <w:rsid w:val="00E74C81"/>
    <w:rsid w:val="00E75822"/>
    <w:rsid w:val="00E7772A"/>
    <w:rsid w:val="00E80185"/>
    <w:rsid w:val="00E80433"/>
    <w:rsid w:val="00E80E63"/>
    <w:rsid w:val="00E80E6A"/>
    <w:rsid w:val="00E81139"/>
    <w:rsid w:val="00E82872"/>
    <w:rsid w:val="00E82E8F"/>
    <w:rsid w:val="00E84B5D"/>
    <w:rsid w:val="00E862ED"/>
    <w:rsid w:val="00E86937"/>
    <w:rsid w:val="00E87C51"/>
    <w:rsid w:val="00E9063B"/>
    <w:rsid w:val="00E90EB7"/>
    <w:rsid w:val="00E91B4B"/>
    <w:rsid w:val="00E92DA9"/>
    <w:rsid w:val="00E92ED4"/>
    <w:rsid w:val="00E938C1"/>
    <w:rsid w:val="00E942D6"/>
    <w:rsid w:val="00E96531"/>
    <w:rsid w:val="00EA04C7"/>
    <w:rsid w:val="00EA1498"/>
    <w:rsid w:val="00EA196B"/>
    <w:rsid w:val="00EA3B6F"/>
    <w:rsid w:val="00EA3C64"/>
    <w:rsid w:val="00EA433F"/>
    <w:rsid w:val="00EA53EB"/>
    <w:rsid w:val="00EA5B33"/>
    <w:rsid w:val="00EA7B5C"/>
    <w:rsid w:val="00EB5E83"/>
    <w:rsid w:val="00EB6DC9"/>
    <w:rsid w:val="00EB7FC2"/>
    <w:rsid w:val="00EC115A"/>
    <w:rsid w:val="00EC2E87"/>
    <w:rsid w:val="00EC35AE"/>
    <w:rsid w:val="00EC36B1"/>
    <w:rsid w:val="00EC670D"/>
    <w:rsid w:val="00EC755E"/>
    <w:rsid w:val="00ED042A"/>
    <w:rsid w:val="00ED0831"/>
    <w:rsid w:val="00ED2680"/>
    <w:rsid w:val="00ED2F72"/>
    <w:rsid w:val="00ED32DF"/>
    <w:rsid w:val="00ED538A"/>
    <w:rsid w:val="00ED635A"/>
    <w:rsid w:val="00EE0ED4"/>
    <w:rsid w:val="00EE0FF5"/>
    <w:rsid w:val="00EE16F6"/>
    <w:rsid w:val="00EE1D54"/>
    <w:rsid w:val="00EE468A"/>
    <w:rsid w:val="00EE4957"/>
    <w:rsid w:val="00EE4F39"/>
    <w:rsid w:val="00EE5194"/>
    <w:rsid w:val="00EE6D9E"/>
    <w:rsid w:val="00EE71D6"/>
    <w:rsid w:val="00EE7C32"/>
    <w:rsid w:val="00EE7DC0"/>
    <w:rsid w:val="00EF1A15"/>
    <w:rsid w:val="00EF3017"/>
    <w:rsid w:val="00EF3E80"/>
    <w:rsid w:val="00EF4FB9"/>
    <w:rsid w:val="00EF5062"/>
    <w:rsid w:val="00EF6C53"/>
    <w:rsid w:val="00EF7555"/>
    <w:rsid w:val="00EF7D9E"/>
    <w:rsid w:val="00F002CE"/>
    <w:rsid w:val="00F01B04"/>
    <w:rsid w:val="00F01DBA"/>
    <w:rsid w:val="00F023A2"/>
    <w:rsid w:val="00F03681"/>
    <w:rsid w:val="00F03A7E"/>
    <w:rsid w:val="00F04688"/>
    <w:rsid w:val="00F05108"/>
    <w:rsid w:val="00F062CC"/>
    <w:rsid w:val="00F06316"/>
    <w:rsid w:val="00F071A4"/>
    <w:rsid w:val="00F0763B"/>
    <w:rsid w:val="00F07C91"/>
    <w:rsid w:val="00F10B3E"/>
    <w:rsid w:val="00F114A7"/>
    <w:rsid w:val="00F11E65"/>
    <w:rsid w:val="00F11E86"/>
    <w:rsid w:val="00F13520"/>
    <w:rsid w:val="00F13FDD"/>
    <w:rsid w:val="00F1418B"/>
    <w:rsid w:val="00F143D9"/>
    <w:rsid w:val="00F14B60"/>
    <w:rsid w:val="00F1515A"/>
    <w:rsid w:val="00F16C8C"/>
    <w:rsid w:val="00F17070"/>
    <w:rsid w:val="00F20556"/>
    <w:rsid w:val="00F20712"/>
    <w:rsid w:val="00F208FA"/>
    <w:rsid w:val="00F20E65"/>
    <w:rsid w:val="00F218BA"/>
    <w:rsid w:val="00F22148"/>
    <w:rsid w:val="00F22736"/>
    <w:rsid w:val="00F22FA8"/>
    <w:rsid w:val="00F237FE"/>
    <w:rsid w:val="00F24A8B"/>
    <w:rsid w:val="00F24BCF"/>
    <w:rsid w:val="00F25D65"/>
    <w:rsid w:val="00F261AF"/>
    <w:rsid w:val="00F26FF5"/>
    <w:rsid w:val="00F306A5"/>
    <w:rsid w:val="00F33277"/>
    <w:rsid w:val="00F33A58"/>
    <w:rsid w:val="00F350FA"/>
    <w:rsid w:val="00F36E5B"/>
    <w:rsid w:val="00F41DCD"/>
    <w:rsid w:val="00F46140"/>
    <w:rsid w:val="00F47D95"/>
    <w:rsid w:val="00F507B0"/>
    <w:rsid w:val="00F52EE7"/>
    <w:rsid w:val="00F539DC"/>
    <w:rsid w:val="00F53A3A"/>
    <w:rsid w:val="00F54B02"/>
    <w:rsid w:val="00F55B4D"/>
    <w:rsid w:val="00F5787B"/>
    <w:rsid w:val="00F57AAE"/>
    <w:rsid w:val="00F605BA"/>
    <w:rsid w:val="00F60A36"/>
    <w:rsid w:val="00F6466A"/>
    <w:rsid w:val="00F65ADE"/>
    <w:rsid w:val="00F710C7"/>
    <w:rsid w:val="00F72C1D"/>
    <w:rsid w:val="00F73BF7"/>
    <w:rsid w:val="00F746E8"/>
    <w:rsid w:val="00F74EBB"/>
    <w:rsid w:val="00F772E4"/>
    <w:rsid w:val="00F77E5C"/>
    <w:rsid w:val="00F77F70"/>
    <w:rsid w:val="00F800FD"/>
    <w:rsid w:val="00F817C3"/>
    <w:rsid w:val="00F8213D"/>
    <w:rsid w:val="00F82DCD"/>
    <w:rsid w:val="00F83854"/>
    <w:rsid w:val="00F85654"/>
    <w:rsid w:val="00F866BB"/>
    <w:rsid w:val="00F8679F"/>
    <w:rsid w:val="00F87CE4"/>
    <w:rsid w:val="00F91C11"/>
    <w:rsid w:val="00F94EBE"/>
    <w:rsid w:val="00F94FC1"/>
    <w:rsid w:val="00F95201"/>
    <w:rsid w:val="00F95236"/>
    <w:rsid w:val="00F958DE"/>
    <w:rsid w:val="00F95C23"/>
    <w:rsid w:val="00F96409"/>
    <w:rsid w:val="00F96EBA"/>
    <w:rsid w:val="00F96F87"/>
    <w:rsid w:val="00F97659"/>
    <w:rsid w:val="00FA1551"/>
    <w:rsid w:val="00FA3522"/>
    <w:rsid w:val="00FA392B"/>
    <w:rsid w:val="00FA5D78"/>
    <w:rsid w:val="00FA6321"/>
    <w:rsid w:val="00FB04E7"/>
    <w:rsid w:val="00FB2908"/>
    <w:rsid w:val="00FB5C37"/>
    <w:rsid w:val="00FB62DF"/>
    <w:rsid w:val="00FB6751"/>
    <w:rsid w:val="00FC0AD5"/>
    <w:rsid w:val="00FC18E0"/>
    <w:rsid w:val="00FC1DAC"/>
    <w:rsid w:val="00FC28EE"/>
    <w:rsid w:val="00FC3265"/>
    <w:rsid w:val="00FC326A"/>
    <w:rsid w:val="00FC3E73"/>
    <w:rsid w:val="00FC6282"/>
    <w:rsid w:val="00FC62DC"/>
    <w:rsid w:val="00FC6349"/>
    <w:rsid w:val="00FC6447"/>
    <w:rsid w:val="00FD072C"/>
    <w:rsid w:val="00FD0821"/>
    <w:rsid w:val="00FD12D7"/>
    <w:rsid w:val="00FD216C"/>
    <w:rsid w:val="00FD4178"/>
    <w:rsid w:val="00FD65CE"/>
    <w:rsid w:val="00FD71EE"/>
    <w:rsid w:val="00FD744F"/>
    <w:rsid w:val="00FD76FD"/>
    <w:rsid w:val="00FE21BF"/>
    <w:rsid w:val="00FE2820"/>
    <w:rsid w:val="00FE2AD7"/>
    <w:rsid w:val="00FE4728"/>
    <w:rsid w:val="00FE79B2"/>
    <w:rsid w:val="00FF11C7"/>
    <w:rsid w:val="00FF23A5"/>
    <w:rsid w:val="00FF25E4"/>
    <w:rsid w:val="00FF5DE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D82"/>
    <w:pPr>
      <w:spacing w:after="200" w:line="276" w:lineRule="auto"/>
    </w:pPr>
    <w:rPr>
      <w:lang w:eastAsia="en-US"/>
    </w:rPr>
  </w:style>
  <w:style w:type="paragraph" w:styleId="Heading1">
    <w:name w:val="heading 1"/>
    <w:basedOn w:val="Normal"/>
    <w:next w:val="Normal"/>
    <w:link w:val="Heading1Char"/>
    <w:uiPriority w:val="99"/>
    <w:qFormat/>
    <w:locked/>
    <w:rsid w:val="0045642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DA0EBA"/>
    <w:pPr>
      <w:keepNext/>
      <w:spacing w:after="0" w:line="240" w:lineRule="auto"/>
      <w:jc w:val="center"/>
      <w:outlineLvl w:val="1"/>
    </w:pPr>
    <w:rPr>
      <w:rFonts w:ascii="Times New Roman CYR" w:eastAsia="Times New Roman" w:hAnsi="Times New Roman CYR"/>
      <w:b/>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locked/>
    <w:rsid w:val="00DA0EBA"/>
    <w:rPr>
      <w:rFonts w:ascii="Times New Roman CYR" w:hAnsi="Times New Roman CYR" w:cs="Times New Roman"/>
      <w:b/>
      <w:sz w:val="24"/>
      <w:szCs w:val="24"/>
      <w:lang w:eastAsia="ru-RU"/>
    </w:rPr>
  </w:style>
  <w:style w:type="paragraph" w:styleId="ListParagraph">
    <w:name w:val="List Paragraph"/>
    <w:basedOn w:val="Normal"/>
    <w:uiPriority w:val="99"/>
    <w:qFormat/>
    <w:rsid w:val="00C27050"/>
    <w:pPr>
      <w:ind w:left="720"/>
      <w:contextualSpacing/>
    </w:pPr>
  </w:style>
  <w:style w:type="paragraph" w:customStyle="1" w:styleId="ConsPlusNormal">
    <w:name w:val="ConsPlusNormal"/>
    <w:uiPriority w:val="99"/>
    <w:rsid w:val="00664D03"/>
    <w:pPr>
      <w:widowControl w:val="0"/>
      <w:autoSpaceDE w:val="0"/>
      <w:autoSpaceDN w:val="0"/>
      <w:adjustRightInd w:val="0"/>
      <w:ind w:firstLine="720"/>
    </w:pPr>
    <w:rPr>
      <w:rFonts w:ascii="Times New Roman" w:eastAsia="Times New Roman" w:hAnsi="Times New Roman"/>
      <w:sz w:val="24"/>
      <w:szCs w:val="24"/>
    </w:rPr>
  </w:style>
  <w:style w:type="paragraph" w:styleId="BodyTextIndent">
    <w:name w:val="Body Text Indent"/>
    <w:basedOn w:val="Normal"/>
    <w:link w:val="BodyTextIndentChar"/>
    <w:uiPriority w:val="99"/>
    <w:rsid w:val="00664D03"/>
    <w:pPr>
      <w:spacing w:after="0" w:line="240" w:lineRule="auto"/>
      <w:ind w:firstLine="709"/>
      <w:jc w:val="both"/>
    </w:pPr>
    <w:rPr>
      <w:rFonts w:ascii="Times New Roman" w:eastAsia="Times New Roman" w:hAnsi="Times New Roman"/>
      <w:kern w:val="28"/>
      <w:sz w:val="28"/>
      <w:szCs w:val="24"/>
      <w:lang w:eastAsia="ru-RU"/>
    </w:rPr>
  </w:style>
  <w:style w:type="character" w:customStyle="1" w:styleId="BodyTextIndentChar">
    <w:name w:val="Body Text Indent Char"/>
    <w:basedOn w:val="DefaultParagraphFont"/>
    <w:link w:val="BodyTextIndent"/>
    <w:uiPriority w:val="99"/>
    <w:locked/>
    <w:rsid w:val="00664D03"/>
    <w:rPr>
      <w:rFonts w:ascii="Times New Roman" w:hAnsi="Times New Roman" w:cs="Times New Roman"/>
      <w:kern w:val="28"/>
      <w:sz w:val="24"/>
      <w:szCs w:val="24"/>
      <w:lang w:eastAsia="ru-RU"/>
    </w:rPr>
  </w:style>
  <w:style w:type="paragraph" w:styleId="Caption">
    <w:name w:val="caption"/>
    <w:basedOn w:val="Normal"/>
    <w:uiPriority w:val="99"/>
    <w:qFormat/>
    <w:rsid w:val="00815AFE"/>
    <w:pPr>
      <w:spacing w:after="0" w:line="240" w:lineRule="auto"/>
      <w:jc w:val="center"/>
    </w:pPr>
    <w:rPr>
      <w:rFonts w:ascii="Times New Roman" w:eastAsia="Times New Roman" w:hAnsi="Times New Roman"/>
      <w:sz w:val="28"/>
      <w:szCs w:val="20"/>
      <w:lang w:eastAsia="ru-RU"/>
    </w:rPr>
  </w:style>
  <w:style w:type="paragraph" w:styleId="BalloonText">
    <w:name w:val="Balloon Text"/>
    <w:basedOn w:val="Normal"/>
    <w:link w:val="BalloonTextChar"/>
    <w:uiPriority w:val="99"/>
    <w:semiHidden/>
    <w:rsid w:val="00815A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15AFE"/>
    <w:rPr>
      <w:rFonts w:ascii="Tahoma" w:hAnsi="Tahoma" w:cs="Tahoma"/>
      <w:sz w:val="16"/>
      <w:szCs w:val="16"/>
    </w:rPr>
  </w:style>
  <w:style w:type="table" w:styleId="TableGrid">
    <w:name w:val="Table Grid"/>
    <w:basedOn w:val="TableNormal"/>
    <w:uiPriority w:val="99"/>
    <w:rsid w:val="00B84FA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3">
    <w:name w:val="Body Text Indent 3"/>
    <w:basedOn w:val="Normal"/>
    <w:link w:val="BodyTextIndent3Char"/>
    <w:uiPriority w:val="99"/>
    <w:semiHidden/>
    <w:rsid w:val="00DA0EBA"/>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DA0EBA"/>
    <w:rPr>
      <w:rFonts w:cs="Times New Roman"/>
      <w:sz w:val="16"/>
      <w:szCs w:val="16"/>
    </w:rPr>
  </w:style>
  <w:style w:type="paragraph" w:styleId="BodyText">
    <w:name w:val="Body Text"/>
    <w:basedOn w:val="Normal"/>
    <w:link w:val="BodyTextChar"/>
    <w:uiPriority w:val="99"/>
    <w:rsid w:val="00DA0EBA"/>
    <w:pPr>
      <w:spacing w:after="120"/>
    </w:pPr>
  </w:style>
  <w:style w:type="character" w:customStyle="1" w:styleId="BodyTextChar">
    <w:name w:val="Body Text Char"/>
    <w:basedOn w:val="DefaultParagraphFont"/>
    <w:link w:val="BodyText"/>
    <w:uiPriority w:val="99"/>
    <w:locked/>
    <w:rsid w:val="00DA0EBA"/>
    <w:rPr>
      <w:rFonts w:cs="Times New Roman"/>
    </w:rPr>
  </w:style>
  <w:style w:type="paragraph" w:customStyle="1" w:styleId="21">
    <w:name w:val="Основной текст 21"/>
    <w:basedOn w:val="Normal"/>
    <w:uiPriority w:val="99"/>
    <w:rsid w:val="00DA0EBA"/>
    <w:pPr>
      <w:overflowPunct w:val="0"/>
      <w:autoSpaceDE w:val="0"/>
      <w:autoSpaceDN w:val="0"/>
      <w:adjustRightInd w:val="0"/>
      <w:spacing w:after="0" w:line="240" w:lineRule="auto"/>
      <w:ind w:firstLine="720"/>
      <w:jc w:val="both"/>
    </w:pPr>
    <w:rPr>
      <w:rFonts w:ascii="Times New Roman CYR" w:eastAsia="Times New Roman" w:hAnsi="Times New Roman CYR"/>
      <w:sz w:val="28"/>
      <w:szCs w:val="20"/>
      <w:lang w:eastAsia="ru-RU"/>
    </w:rPr>
  </w:style>
  <w:style w:type="paragraph" w:styleId="Footer">
    <w:name w:val="footer"/>
    <w:basedOn w:val="Normal"/>
    <w:link w:val="FooterChar"/>
    <w:uiPriority w:val="99"/>
    <w:rsid w:val="000E4C5B"/>
    <w:pPr>
      <w:tabs>
        <w:tab w:val="center" w:pos="4677"/>
        <w:tab w:val="right" w:pos="9355"/>
      </w:tabs>
    </w:pPr>
  </w:style>
  <w:style w:type="character" w:customStyle="1" w:styleId="FooterChar">
    <w:name w:val="Footer Char"/>
    <w:basedOn w:val="DefaultParagraphFont"/>
    <w:link w:val="Footer"/>
    <w:uiPriority w:val="99"/>
    <w:semiHidden/>
    <w:locked/>
    <w:rsid w:val="00E1154D"/>
    <w:rPr>
      <w:rFonts w:cs="Times New Roman"/>
      <w:lang w:eastAsia="en-US"/>
    </w:rPr>
  </w:style>
  <w:style w:type="character" w:styleId="PageNumber">
    <w:name w:val="page number"/>
    <w:basedOn w:val="DefaultParagraphFont"/>
    <w:uiPriority w:val="99"/>
    <w:rsid w:val="000E4C5B"/>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1270</TotalTime>
  <Pages>16</Pages>
  <Words>6069</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Вэнскэ Светлана Михайловна</dc:creator>
  <cp:keywords/>
  <dc:description/>
  <cp:lastModifiedBy>Совет Депутатов</cp:lastModifiedBy>
  <cp:revision>42</cp:revision>
  <cp:lastPrinted>2012-06-25T05:56:00Z</cp:lastPrinted>
  <dcterms:created xsi:type="dcterms:W3CDTF">2012-05-16T05:02:00Z</dcterms:created>
  <dcterms:modified xsi:type="dcterms:W3CDTF">2012-06-25T05:56:00Z</dcterms:modified>
</cp:coreProperties>
</file>